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90" w:type="dxa"/>
        <w:jc w:val="center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10190"/>
      </w:tblGrid>
      <w:tr w:rsidR="00FF256C">
        <w:trPr>
          <w:trHeight w:val="20"/>
          <w:jc w:val="center"/>
        </w:trPr>
        <w:tc>
          <w:tcPr>
            <w:tcW w:w="10190" w:type="dxa"/>
            <w:vAlign w:val="center"/>
          </w:tcPr>
          <w:p w:rsidR="00FF256C" w:rsidRPr="00F43FDF" w:rsidRDefault="001A41A2" w:rsidP="00CD451E">
            <w:pPr>
              <w:rPr>
                <w:lang w:val="zh-CN"/>
              </w:rPr>
            </w:pPr>
            <w:bookmarkStart w:id="0" w:name="_GoBack"/>
            <w:bookmarkEnd w:id="0"/>
            <w:r>
              <w:rPr>
                <w:lang w:val="zh-CN"/>
              </w:rPr>
              <w:t>测试</w:t>
            </w:r>
            <w:r w:rsidR="00FF256C" w:rsidRPr="00F43FDF">
              <w:rPr>
                <w:rFonts w:hint="eastAsia"/>
                <w:lang w:val="zh-CN"/>
              </w:rPr>
              <w:t>：</w:t>
            </w:r>
            <w:r>
              <w:rPr>
                <w:lang w:val="zh-CN"/>
              </w:rPr>
              <w:t>HELLO</w:t>
            </w:r>
          </w:p>
        </w:tc>
      </w:tr>
      <w:tr w:rsidR="00FF256C">
        <w:trPr>
          <w:trHeight w:val="20"/>
          <w:jc w:val="center"/>
        </w:trPr>
        <w:tc>
          <w:tcPr>
            <w:tcW w:w="10190" w:type="dxa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rFonts w:hint="eastAsia"/>
                <w:kern w:val="0"/>
                <w:lang w:val="zh-CN"/>
              </w:rPr>
              <w:t>文档属性：</w:t>
            </w:r>
            <w:r w:rsidR="001A41A2">
              <w:rPr>
                <w:kern w:val="0"/>
                <w:lang w:val="zh-CN"/>
              </w:rPr>
              <w:t>测试测试</w:t>
            </w:r>
          </w:p>
        </w:tc>
      </w:tr>
      <w:tr w:rsidR="00FF256C">
        <w:trPr>
          <w:trHeight w:val="20"/>
          <w:jc w:val="center"/>
        </w:trPr>
        <w:tc>
          <w:tcPr>
            <w:tcW w:w="10190" w:type="dxa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rFonts w:hint="eastAsia"/>
                <w:kern w:val="0"/>
                <w:lang w:val="zh-CN"/>
              </w:rPr>
              <w:t>文档负责人：</w:t>
            </w:r>
            <w:r w:rsidR="001A41A2">
              <w:rPr>
                <w:kern w:val="0"/>
                <w:lang w:val="zh-CN"/>
              </w:rPr>
              <w:t>张无忌</w:t>
            </w:r>
          </w:p>
        </w:tc>
      </w:tr>
    </w:tbl>
    <w:p w:rsidR="00FF256C" w:rsidRDefault="00FF256C">
      <w:pPr>
        <w:pStyle w:val="Block"/>
        <w:spacing w:before="156" w:after="156"/>
        <w:ind w:right="7350"/>
      </w:pPr>
      <w:r>
        <w:rPr>
          <w:rFonts w:hint="eastAsia"/>
        </w:rPr>
        <w:t>修订记录</w:t>
      </w:r>
    </w:p>
    <w:tbl>
      <w:tblPr>
        <w:tblW w:w="10190" w:type="dxa"/>
        <w:jc w:val="center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1423"/>
        <w:gridCol w:w="1073"/>
        <w:gridCol w:w="7694"/>
      </w:tblGrid>
      <w:tr w:rsidR="00FF256C">
        <w:trPr>
          <w:trHeight w:val="20"/>
          <w:jc w:val="center"/>
        </w:trPr>
        <w:tc>
          <w:tcPr>
            <w:tcW w:w="1423" w:type="dxa"/>
            <w:shd w:val="clear" w:color="auto" w:fill="D9D9D9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rFonts w:hint="eastAsia"/>
                <w:kern w:val="0"/>
                <w:lang w:val="zh-CN"/>
              </w:rPr>
              <w:t>日期</w:t>
            </w:r>
          </w:p>
        </w:tc>
        <w:tc>
          <w:tcPr>
            <w:tcW w:w="1073" w:type="dxa"/>
            <w:shd w:val="clear" w:color="auto" w:fill="D9D9D9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rFonts w:hint="eastAsia"/>
                <w:kern w:val="0"/>
                <w:lang w:val="zh-CN"/>
              </w:rPr>
              <w:t>修改人</w:t>
            </w:r>
          </w:p>
        </w:tc>
        <w:tc>
          <w:tcPr>
            <w:tcW w:w="7694" w:type="dxa"/>
            <w:shd w:val="clear" w:color="auto" w:fill="D9D9D9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rFonts w:hint="eastAsia"/>
                <w:kern w:val="0"/>
                <w:lang w:val="zh-CN"/>
              </w:rPr>
              <w:t>修改描述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kern w:val="0"/>
                <w:lang w:val="zh-CN"/>
              </w:rPr>
              <w:t>2013-9-2</w:t>
            </w:r>
          </w:p>
        </w:tc>
        <w:tc>
          <w:tcPr>
            <w:tcW w:w="1073" w:type="dxa"/>
            <w:vAlign w:val="center"/>
          </w:tcPr>
          <w:p w:rsidR="00FF256C" w:rsidRPr="00F43FDF" w:rsidRDefault="001A41A2">
            <w:pPr>
              <w:pStyle w:val="tabletext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李四</w:t>
            </w:r>
          </w:p>
        </w:tc>
        <w:tc>
          <w:tcPr>
            <w:tcW w:w="7694" w:type="dxa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rFonts w:hint="eastAsia"/>
                <w:kern w:val="0"/>
                <w:lang w:val="zh-CN"/>
              </w:rPr>
              <w:t>创建初始文档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kern w:val="0"/>
                <w:lang w:val="zh-CN"/>
              </w:rPr>
              <w:t>2013-9-9</w:t>
            </w:r>
          </w:p>
        </w:tc>
        <w:tc>
          <w:tcPr>
            <w:tcW w:w="1073" w:type="dxa"/>
            <w:vAlign w:val="center"/>
          </w:tcPr>
          <w:p w:rsidR="00FF256C" w:rsidRPr="00F43FDF" w:rsidRDefault="001A41A2">
            <w:pPr>
              <w:pStyle w:val="tabletext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张无忌</w:t>
            </w:r>
          </w:p>
        </w:tc>
        <w:tc>
          <w:tcPr>
            <w:tcW w:w="7694" w:type="dxa"/>
            <w:vAlign w:val="center"/>
          </w:tcPr>
          <w:p w:rsidR="00FF256C" w:rsidRPr="00F43FDF" w:rsidRDefault="00FF256C" w:rsidP="001A41A2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rFonts w:hint="eastAsia"/>
                <w:kern w:val="0"/>
                <w:lang w:val="zh-CN"/>
              </w:rPr>
              <w:t>补充章节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kern w:val="0"/>
                <w:lang w:val="zh-CN"/>
              </w:rPr>
              <w:t>2013-9-11</w:t>
            </w:r>
          </w:p>
        </w:tc>
        <w:tc>
          <w:tcPr>
            <w:tcW w:w="1073" w:type="dxa"/>
            <w:vAlign w:val="center"/>
          </w:tcPr>
          <w:p w:rsidR="00FF256C" w:rsidRPr="00F43FDF" w:rsidRDefault="001A41A2">
            <w:pPr>
              <w:pStyle w:val="tabletext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张翠山</w:t>
            </w:r>
          </w:p>
        </w:tc>
        <w:tc>
          <w:tcPr>
            <w:tcW w:w="7694" w:type="dxa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rFonts w:hint="eastAsia"/>
                <w:kern w:val="0"/>
                <w:lang w:val="zh-CN"/>
              </w:rPr>
              <w:t>根据意见修订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kern w:val="0"/>
                <w:lang w:val="zh-CN"/>
              </w:rPr>
              <w:t>2014-5-20</w:t>
            </w:r>
          </w:p>
        </w:tc>
        <w:tc>
          <w:tcPr>
            <w:tcW w:w="1073" w:type="dxa"/>
            <w:vAlign w:val="center"/>
          </w:tcPr>
          <w:p w:rsidR="00FF256C" w:rsidRPr="00F43FDF" w:rsidRDefault="001A41A2">
            <w:pPr>
              <w:pStyle w:val="tabletext"/>
              <w:rPr>
                <w:kern w:val="0"/>
                <w:lang w:val="zh-CN"/>
              </w:rPr>
            </w:pPr>
            <w:r>
              <w:rPr>
                <w:kern w:val="0"/>
                <w:lang w:val="zh-CN"/>
              </w:rPr>
              <w:t>张翠山</w:t>
            </w:r>
          </w:p>
        </w:tc>
        <w:tc>
          <w:tcPr>
            <w:tcW w:w="7694" w:type="dxa"/>
            <w:vAlign w:val="center"/>
          </w:tcPr>
          <w:p w:rsidR="00FF256C" w:rsidRPr="00F43FDF" w:rsidRDefault="00FF256C" w:rsidP="001A41A2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rFonts w:hint="eastAsia"/>
                <w:kern w:val="0"/>
                <w:lang w:val="zh-CN"/>
              </w:rPr>
              <w:t>补充</w:t>
            </w:r>
            <w:r w:rsidRPr="00F43FDF">
              <w:rPr>
                <w:kern w:val="0"/>
                <w:lang w:val="zh-CN"/>
              </w:rPr>
              <w:t>1.</w:t>
            </w:r>
            <w:r w:rsidR="007F1D8D">
              <w:rPr>
                <w:kern w:val="0"/>
                <w:lang w:val="zh-CN"/>
              </w:rPr>
              <w:t>1</w:t>
            </w:r>
            <w:r w:rsidRPr="00F43FDF">
              <w:rPr>
                <w:kern w:val="0"/>
                <w:lang w:val="zh-CN"/>
              </w:rPr>
              <w:t>.</w:t>
            </w:r>
            <w:r w:rsidR="007F1D8D">
              <w:rPr>
                <w:kern w:val="0"/>
                <w:lang w:val="zh-CN"/>
              </w:rPr>
              <w:t>1</w:t>
            </w:r>
            <w:r w:rsidRPr="00F43FDF">
              <w:rPr>
                <w:rFonts w:hint="eastAsia"/>
                <w:kern w:val="0"/>
                <w:lang w:val="zh-CN"/>
              </w:rPr>
              <w:t>章节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Pr="00F43FDF" w:rsidRDefault="00FF256C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kern w:val="0"/>
                <w:lang w:val="zh-CN"/>
              </w:rPr>
              <w:t>2014-6-9</w:t>
            </w:r>
          </w:p>
        </w:tc>
        <w:tc>
          <w:tcPr>
            <w:tcW w:w="1073" w:type="dxa"/>
            <w:vAlign w:val="center"/>
          </w:tcPr>
          <w:p w:rsidR="00FF256C" w:rsidRPr="00F43FDF" w:rsidRDefault="001A41A2">
            <w:pPr>
              <w:pStyle w:val="tabletext"/>
              <w:rPr>
                <w:kern w:val="0"/>
                <w:lang w:val="zh-CN"/>
              </w:rPr>
            </w:pPr>
            <w:r>
              <w:rPr>
                <w:rFonts w:hint="eastAsia"/>
                <w:kern w:val="0"/>
                <w:lang w:val="zh-CN"/>
              </w:rPr>
              <w:t>张三丰</w:t>
            </w:r>
          </w:p>
        </w:tc>
        <w:tc>
          <w:tcPr>
            <w:tcW w:w="7694" w:type="dxa"/>
            <w:vAlign w:val="center"/>
          </w:tcPr>
          <w:p w:rsidR="00FF256C" w:rsidRPr="00F43FDF" w:rsidRDefault="00FF256C" w:rsidP="001A41A2">
            <w:pPr>
              <w:pStyle w:val="tabletext"/>
              <w:rPr>
                <w:kern w:val="0"/>
                <w:lang w:val="zh-CN"/>
              </w:rPr>
            </w:pPr>
            <w:r w:rsidRPr="00F43FDF">
              <w:rPr>
                <w:rFonts w:hint="eastAsia"/>
                <w:kern w:val="0"/>
                <w:lang w:val="zh-CN"/>
              </w:rPr>
              <w:t>根据描述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2015-5-14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  <w:lang w:val="zh-CN"/>
              </w:rPr>
              <w:t>张三丰</w:t>
            </w:r>
          </w:p>
        </w:tc>
        <w:tc>
          <w:tcPr>
            <w:tcW w:w="7694" w:type="dxa"/>
            <w:vAlign w:val="center"/>
          </w:tcPr>
          <w:p w:rsidR="00FF256C" w:rsidRDefault="00FF256C" w:rsidP="001A41A2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</w:rPr>
              <w:t>删除</w:t>
            </w:r>
            <w:r w:rsidR="001A41A2">
              <w:rPr>
                <w:rFonts w:hint="eastAsia"/>
                <w:kern w:val="0"/>
              </w:rPr>
              <w:t>hello world</w:t>
            </w:r>
            <w:r w:rsidRPr="00F43FDF">
              <w:rPr>
                <w:rFonts w:hint="eastAsia"/>
                <w:kern w:val="0"/>
                <w:lang w:val="zh-CN"/>
              </w:rPr>
              <w:t>描述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2016-01-28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  <w:lang w:val="zh-CN"/>
              </w:rPr>
              <w:t>张三丰</w:t>
            </w:r>
          </w:p>
        </w:tc>
        <w:tc>
          <w:tcPr>
            <w:tcW w:w="7694" w:type="dxa"/>
            <w:vAlign w:val="center"/>
          </w:tcPr>
          <w:p w:rsidR="00FF256C" w:rsidRDefault="00FF256C" w:rsidP="001A41A2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</w:rPr>
              <w:t>修订描述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2015-12-2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  <w:lang w:val="zh-CN"/>
              </w:rPr>
              <w:t>张三丰</w:t>
            </w:r>
          </w:p>
        </w:tc>
        <w:tc>
          <w:tcPr>
            <w:tcW w:w="7694" w:type="dxa"/>
            <w:vAlign w:val="center"/>
          </w:tcPr>
          <w:p w:rsidR="00FF256C" w:rsidRDefault="00FF256C" w:rsidP="001A41A2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</w:rPr>
              <w:t>新增</w:t>
            </w:r>
            <w:r w:rsidR="001A41A2">
              <w:rPr>
                <w:kern w:val="0"/>
              </w:rPr>
              <w:t>test</w:t>
            </w:r>
            <w:r>
              <w:rPr>
                <w:rFonts w:hint="eastAsia"/>
                <w:kern w:val="0"/>
              </w:rPr>
              <w:t>描述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201</w:t>
            </w:r>
            <w:r w:rsidR="00275C15">
              <w:rPr>
                <w:kern w:val="0"/>
              </w:rPr>
              <w:t>6</w:t>
            </w:r>
            <w:r>
              <w:rPr>
                <w:kern w:val="0"/>
              </w:rPr>
              <w:t>-03-31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</w:rPr>
              <w:t>李寻欢</w:t>
            </w:r>
          </w:p>
        </w:tc>
        <w:tc>
          <w:tcPr>
            <w:tcW w:w="7694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</w:rPr>
              <w:t>修订文档格式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201</w:t>
            </w:r>
            <w:r w:rsidR="00275C15">
              <w:rPr>
                <w:kern w:val="0"/>
              </w:rPr>
              <w:t>6</w:t>
            </w:r>
            <w:r>
              <w:rPr>
                <w:kern w:val="0"/>
              </w:rPr>
              <w:t>-0</w:t>
            </w:r>
            <w:r w:rsidR="00275C15">
              <w:rPr>
                <w:kern w:val="0"/>
              </w:rPr>
              <w:t>7</w:t>
            </w:r>
            <w:r>
              <w:rPr>
                <w:kern w:val="0"/>
              </w:rPr>
              <w:t>-</w:t>
            </w:r>
            <w:r w:rsidR="00275C15">
              <w:rPr>
                <w:kern w:val="0"/>
              </w:rPr>
              <w:t>1</w:t>
            </w:r>
            <w:r>
              <w:rPr>
                <w:kern w:val="0"/>
              </w:rPr>
              <w:t>0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秦始皇</w:t>
            </w:r>
          </w:p>
        </w:tc>
        <w:tc>
          <w:tcPr>
            <w:tcW w:w="7694" w:type="dxa"/>
            <w:vAlign w:val="center"/>
          </w:tcPr>
          <w:p w:rsidR="00FF256C" w:rsidRDefault="00FF256C" w:rsidP="001A41A2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</w:rPr>
              <w:t>修订</w:t>
            </w:r>
            <w:r>
              <w:rPr>
                <w:kern w:val="0"/>
              </w:rPr>
              <w:t xml:space="preserve"> BUG </w:t>
            </w:r>
            <w:r w:rsidR="001A41A2">
              <w:rPr>
                <w:kern w:val="0"/>
              </w:rPr>
              <w:t>11111111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201</w:t>
            </w:r>
            <w:r w:rsidR="00275C15">
              <w:rPr>
                <w:kern w:val="0"/>
              </w:rPr>
              <w:t>6</w:t>
            </w:r>
            <w:r>
              <w:rPr>
                <w:kern w:val="0"/>
              </w:rPr>
              <w:t>-09-</w:t>
            </w:r>
            <w:r w:rsidR="00275C15">
              <w:rPr>
                <w:kern w:val="0"/>
              </w:rPr>
              <w:t>1</w:t>
            </w:r>
            <w:r>
              <w:rPr>
                <w:kern w:val="0"/>
              </w:rPr>
              <w:t>1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秦始皇</w:t>
            </w:r>
          </w:p>
        </w:tc>
        <w:tc>
          <w:tcPr>
            <w:tcW w:w="7694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</w:rPr>
              <w:t>修订</w:t>
            </w:r>
            <w:r>
              <w:rPr>
                <w:kern w:val="0"/>
              </w:rPr>
              <w:t xml:space="preserve"> BUG </w:t>
            </w:r>
            <w:r w:rsidR="001A41A2">
              <w:rPr>
                <w:kern w:val="0"/>
              </w:rPr>
              <w:t>1111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201</w:t>
            </w:r>
            <w:r w:rsidR="00275C15">
              <w:rPr>
                <w:kern w:val="0"/>
              </w:rPr>
              <w:t>6</w:t>
            </w:r>
            <w:r>
              <w:rPr>
                <w:kern w:val="0"/>
              </w:rPr>
              <w:t>-10-1</w:t>
            </w:r>
            <w:r w:rsidR="00275C15">
              <w:rPr>
                <w:kern w:val="0"/>
              </w:rPr>
              <w:t>7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秦始皇</w:t>
            </w:r>
          </w:p>
        </w:tc>
        <w:tc>
          <w:tcPr>
            <w:tcW w:w="7694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t>测试测试测试测试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Pr="00592598" w:rsidRDefault="00FF256C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201</w:t>
            </w:r>
            <w:r w:rsidR="00275C15">
              <w:rPr>
                <w:kern w:val="0"/>
              </w:rPr>
              <w:t>7</w:t>
            </w:r>
            <w:r>
              <w:rPr>
                <w:kern w:val="0"/>
              </w:rPr>
              <w:t>-0</w:t>
            </w:r>
            <w:r w:rsidR="00275C15">
              <w:rPr>
                <w:kern w:val="0"/>
              </w:rPr>
              <w:t>2</w:t>
            </w:r>
            <w:r>
              <w:rPr>
                <w:kern w:val="0"/>
              </w:rPr>
              <w:t>-03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秦始皇</w:t>
            </w:r>
          </w:p>
        </w:tc>
        <w:tc>
          <w:tcPr>
            <w:tcW w:w="7694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t>测试测试测试测试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201</w:t>
            </w:r>
            <w:r w:rsidR="00275C15">
              <w:rPr>
                <w:kern w:val="0"/>
              </w:rPr>
              <w:t>7</w:t>
            </w:r>
            <w:r>
              <w:rPr>
                <w:kern w:val="0"/>
              </w:rPr>
              <w:t>-0</w:t>
            </w:r>
            <w:r w:rsidR="00275C15">
              <w:rPr>
                <w:kern w:val="0"/>
              </w:rPr>
              <w:t>3</w:t>
            </w:r>
            <w:r>
              <w:rPr>
                <w:kern w:val="0"/>
              </w:rPr>
              <w:t>-04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秦始皇</w:t>
            </w:r>
          </w:p>
        </w:tc>
        <w:tc>
          <w:tcPr>
            <w:tcW w:w="7694" w:type="dxa"/>
            <w:vAlign w:val="center"/>
          </w:tcPr>
          <w:p w:rsidR="00FF256C" w:rsidRDefault="00FF256C" w:rsidP="001A41A2">
            <w:pPr>
              <w:pStyle w:val="tabletext"/>
              <w:rPr>
                <w:kern w:val="0"/>
              </w:rPr>
            </w:pPr>
            <w:r>
              <w:rPr>
                <w:rFonts w:hint="eastAsia"/>
                <w:kern w:val="0"/>
              </w:rPr>
              <w:t>新增</w:t>
            </w:r>
            <w:r w:rsidR="001A41A2">
              <w:rPr>
                <w:rFonts w:hint="eastAsia"/>
                <w:kern w:val="0"/>
              </w:rPr>
              <w:t>screen test</w:t>
            </w:r>
            <w:r>
              <w:rPr>
                <w:rFonts w:hint="eastAsia"/>
                <w:kern w:val="0"/>
              </w:rPr>
              <w:t>描述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Default="00FF256C">
            <w:pPr>
              <w:pStyle w:val="tabletext"/>
              <w:rPr>
                <w:kern w:val="0"/>
              </w:rPr>
            </w:pPr>
            <w:r>
              <w:rPr>
                <w:kern w:val="0"/>
              </w:rPr>
              <w:t>201</w:t>
            </w:r>
            <w:r w:rsidR="00275C15">
              <w:rPr>
                <w:kern w:val="0"/>
              </w:rPr>
              <w:t>8</w:t>
            </w:r>
            <w:r>
              <w:rPr>
                <w:kern w:val="0"/>
              </w:rPr>
              <w:t>-0</w:t>
            </w:r>
            <w:r w:rsidR="00275C15">
              <w:rPr>
                <w:kern w:val="0"/>
              </w:rPr>
              <w:t>4</w:t>
            </w:r>
            <w:r>
              <w:rPr>
                <w:kern w:val="0"/>
              </w:rPr>
              <w:t>-</w:t>
            </w:r>
            <w:r w:rsidR="00275C15">
              <w:rPr>
                <w:kern w:val="0"/>
              </w:rPr>
              <w:t>0</w:t>
            </w:r>
            <w:r>
              <w:rPr>
                <w:kern w:val="0"/>
              </w:rPr>
              <w:t>5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tabletext"/>
              <w:rPr>
                <w:kern w:val="0"/>
              </w:rPr>
            </w:pPr>
            <w:r>
              <w:t>张三</w:t>
            </w:r>
          </w:p>
        </w:tc>
        <w:tc>
          <w:tcPr>
            <w:tcW w:w="7694" w:type="dxa"/>
            <w:vAlign w:val="center"/>
          </w:tcPr>
          <w:p w:rsidR="00FF256C" w:rsidRDefault="001A41A2" w:rsidP="00C66C82">
            <w:pPr>
              <w:pStyle w:val="tabletext"/>
              <w:rPr>
                <w:kern w:val="0"/>
              </w:rPr>
            </w:pPr>
            <w:r>
              <w:t>测试测试测试测试测试测试</w:t>
            </w:r>
          </w:p>
        </w:tc>
      </w:tr>
      <w:tr w:rsidR="00FF256C">
        <w:trPr>
          <w:trHeight w:val="20"/>
          <w:jc w:val="center"/>
        </w:trPr>
        <w:tc>
          <w:tcPr>
            <w:tcW w:w="1423" w:type="dxa"/>
            <w:vAlign w:val="center"/>
          </w:tcPr>
          <w:p w:rsidR="00FF256C" w:rsidRDefault="00FF256C">
            <w:pPr>
              <w:pStyle w:val="a4"/>
            </w:pPr>
            <w:r>
              <w:t>2020-</w:t>
            </w:r>
            <w:r w:rsidR="00275C15">
              <w:t>1</w:t>
            </w:r>
            <w:r>
              <w:t>-1</w:t>
            </w:r>
            <w:r w:rsidR="00275C15">
              <w:t>1</w:t>
            </w:r>
          </w:p>
        </w:tc>
        <w:tc>
          <w:tcPr>
            <w:tcW w:w="1073" w:type="dxa"/>
            <w:vAlign w:val="center"/>
          </w:tcPr>
          <w:p w:rsidR="00FF256C" w:rsidRDefault="001A41A2">
            <w:pPr>
              <w:pStyle w:val="a4"/>
            </w:pPr>
            <w:r>
              <w:t>张三</w:t>
            </w:r>
          </w:p>
        </w:tc>
        <w:tc>
          <w:tcPr>
            <w:tcW w:w="7694" w:type="dxa"/>
            <w:vAlign w:val="center"/>
          </w:tcPr>
          <w:p w:rsidR="00FF256C" w:rsidRPr="001867B6" w:rsidRDefault="00FF256C" w:rsidP="00C66C82">
            <w:pPr>
              <w:pStyle w:val="a4"/>
              <w:rPr>
                <w:lang w:val="en-US"/>
              </w:rPr>
            </w:pPr>
            <w:r>
              <w:rPr>
                <w:rFonts w:hint="eastAsia"/>
              </w:rPr>
              <w:t>新增</w:t>
            </w:r>
            <w:r w:rsidR="001A41A2">
              <w:rPr>
                <w:sz w:val="18"/>
              </w:rPr>
              <w:t>测试测试测试测试测试测试测试测试</w:t>
            </w:r>
          </w:p>
        </w:tc>
      </w:tr>
      <w:tr w:rsidR="001867B6">
        <w:trPr>
          <w:trHeight w:val="20"/>
          <w:jc w:val="center"/>
        </w:trPr>
        <w:tc>
          <w:tcPr>
            <w:tcW w:w="1423" w:type="dxa"/>
            <w:vAlign w:val="center"/>
          </w:tcPr>
          <w:p w:rsidR="001867B6" w:rsidRPr="00CD451E" w:rsidRDefault="001867B6">
            <w:pPr>
              <w:pStyle w:val="a4"/>
              <w:rPr>
                <w:b w:val="0"/>
              </w:rPr>
            </w:pPr>
            <w:r w:rsidRPr="00CD451E">
              <w:rPr>
                <w:b w:val="0"/>
                <w:sz w:val="18"/>
              </w:rPr>
              <w:t>2020-1</w:t>
            </w:r>
            <w:r w:rsidR="00275C15">
              <w:rPr>
                <w:b w:val="0"/>
                <w:sz w:val="18"/>
              </w:rPr>
              <w:t>1</w:t>
            </w:r>
            <w:r w:rsidRPr="00CD451E">
              <w:rPr>
                <w:b w:val="0"/>
                <w:sz w:val="18"/>
              </w:rPr>
              <w:t>-</w:t>
            </w:r>
            <w:r w:rsidR="00275C15">
              <w:rPr>
                <w:b w:val="0"/>
                <w:sz w:val="18"/>
              </w:rPr>
              <w:t>1</w:t>
            </w:r>
            <w:r w:rsidRPr="00CD451E">
              <w:rPr>
                <w:b w:val="0"/>
                <w:sz w:val="18"/>
              </w:rPr>
              <w:t>2</w:t>
            </w:r>
          </w:p>
        </w:tc>
        <w:tc>
          <w:tcPr>
            <w:tcW w:w="1073" w:type="dxa"/>
            <w:vAlign w:val="center"/>
          </w:tcPr>
          <w:p w:rsidR="001867B6" w:rsidRDefault="001A41A2">
            <w:pPr>
              <w:pStyle w:val="a4"/>
            </w:pPr>
            <w:r>
              <w:rPr>
                <w:rFonts w:hint="eastAsia"/>
                <w:sz w:val="18"/>
              </w:rPr>
              <w:t>宋太祖</w:t>
            </w:r>
          </w:p>
        </w:tc>
        <w:tc>
          <w:tcPr>
            <w:tcW w:w="7694" w:type="dxa"/>
            <w:vAlign w:val="center"/>
          </w:tcPr>
          <w:p w:rsidR="001867B6" w:rsidRPr="00CD451E" w:rsidRDefault="001A41A2" w:rsidP="00C66C82">
            <w:pPr>
              <w:pStyle w:val="a4"/>
              <w:rPr>
                <w:sz w:val="18"/>
              </w:rPr>
            </w:pPr>
            <w:r>
              <w:rPr>
                <w:sz w:val="18"/>
              </w:rPr>
              <w:t>测试测试测试测试测试测试测试</w:t>
            </w:r>
          </w:p>
        </w:tc>
      </w:tr>
    </w:tbl>
    <w:p w:rsidR="00FF256C" w:rsidRDefault="001A41A2" w:rsidP="006D1AAB">
      <w:pPr>
        <w:pStyle w:val="1"/>
        <w:pageBreakBefore/>
        <w:spacing w:before="312" w:after="156"/>
      </w:pPr>
      <w:r>
        <w:lastRenderedPageBreak/>
        <w:t>测试文档</w:t>
      </w:r>
    </w:p>
    <w:p w:rsidR="00FF256C" w:rsidRDefault="00FF256C">
      <w:pPr>
        <w:pStyle w:val="2"/>
        <w:spacing w:before="312" w:after="156"/>
      </w:pPr>
      <w:r>
        <w:rPr>
          <w:rFonts w:hint="eastAsia"/>
        </w:rPr>
        <w:t>概述</w:t>
      </w:r>
    </w:p>
    <w:p w:rsidR="00FF256C" w:rsidRDefault="00D45222">
      <w:pPr>
        <w:pStyle w:val="text"/>
        <w:spacing w:before="93" w:after="93"/>
      </w:pPr>
      <w:r>
        <w:rPr>
          <w:rFonts w:hint="eastAsia"/>
        </w:rPr>
        <w:t>金庸武侠小说有很多门派，各个门派武功各不相同，其中最广为人知的门派包括少林寺、武当派、丐帮、全真教等。天下武功皆出少林，少林寺的武功传承最好，然而全真教却是一代不如一代。介绍下几个抱团的：</w:t>
      </w:r>
    </w:p>
    <w:p w:rsidR="00FF256C" w:rsidRDefault="00D45222">
      <w:pPr>
        <w:pStyle w:val="itemlist"/>
        <w:spacing w:before="93" w:after="93"/>
      </w:pPr>
      <w:r>
        <w:t>武当七侠</w:t>
      </w:r>
      <w:r w:rsidR="00FF256C">
        <w:rPr>
          <w:rFonts w:hint="eastAsia"/>
        </w:rPr>
        <w:t>：</w:t>
      </w:r>
      <w:r w:rsidR="00636E54">
        <w:rPr>
          <w:rFonts w:hint="eastAsia"/>
        </w:rPr>
        <w:t>武当派第二代弟子</w:t>
      </w:r>
      <w:r w:rsidR="00FF256C">
        <w:rPr>
          <w:rFonts w:hint="eastAsia"/>
        </w:rPr>
        <w:t>，</w:t>
      </w:r>
      <w:r w:rsidR="00636E54">
        <w:rPr>
          <w:rFonts w:hint="eastAsia"/>
        </w:rPr>
        <w:t>宋远桥最厉害，张翠山最早挂掉</w:t>
      </w:r>
      <w:r w:rsidR="00FF256C">
        <w:rPr>
          <w:rFonts w:hint="eastAsia"/>
        </w:rPr>
        <w:t>。</w:t>
      </w:r>
    </w:p>
    <w:p w:rsidR="00FF256C" w:rsidRDefault="00D45222">
      <w:pPr>
        <w:pStyle w:val="itemlist"/>
        <w:spacing w:before="93" w:after="93"/>
      </w:pPr>
      <w:r>
        <w:t>全真七子</w:t>
      </w:r>
      <w:r w:rsidR="00FF256C">
        <w:rPr>
          <w:rFonts w:hint="eastAsia"/>
        </w:rPr>
        <w:t>：</w:t>
      </w:r>
      <w:r w:rsidR="00636E54">
        <w:rPr>
          <w:rFonts w:hint="eastAsia"/>
        </w:rPr>
        <w:t>全真教第二代</w:t>
      </w:r>
      <w:r w:rsidR="00FF256C">
        <w:rPr>
          <w:rFonts w:hint="eastAsia"/>
        </w:rPr>
        <w:t>。</w:t>
      </w:r>
      <w:r w:rsidR="00636E54">
        <w:rPr>
          <w:rFonts w:hint="eastAsia"/>
        </w:rPr>
        <w:t>只能靠天罡北斗阵，丘处机路过牛家村改变了历史。</w:t>
      </w:r>
    </w:p>
    <w:p w:rsidR="00FF256C" w:rsidRDefault="00D45222">
      <w:pPr>
        <w:pStyle w:val="itemlist"/>
        <w:spacing w:before="93" w:after="93"/>
      </w:pPr>
      <w:r>
        <w:rPr>
          <w:rFonts w:hint="eastAsia"/>
        </w:rPr>
        <w:t>江南六怪</w:t>
      </w:r>
      <w:r w:rsidR="00FF256C">
        <w:rPr>
          <w:rFonts w:hint="eastAsia"/>
        </w:rPr>
        <w:t>：</w:t>
      </w:r>
      <w:r w:rsidR="00636E54">
        <w:rPr>
          <w:rFonts w:hint="eastAsia"/>
        </w:rPr>
        <w:t>武功实在不行，梅超风都差点打不过</w:t>
      </w:r>
      <w:r w:rsidR="00FF256C">
        <w:rPr>
          <w:rFonts w:hint="eastAsia"/>
        </w:rPr>
        <w:t>。</w:t>
      </w:r>
    </w:p>
    <w:p w:rsidR="00FF256C" w:rsidRDefault="00FF256C">
      <w:pPr>
        <w:pStyle w:val="signinstruction"/>
        <w:spacing w:before="93" w:after="93"/>
      </w:pPr>
      <w:r>
        <w:rPr>
          <w:rFonts w:hint="eastAsia"/>
        </w:rPr>
        <w:t>下文</w:t>
      </w:r>
      <w:r w:rsidR="00920E5A">
        <w:rPr>
          <w:rFonts w:hint="eastAsia"/>
        </w:rPr>
        <w:t>懒得编了，全部用测试代替</w:t>
      </w:r>
      <w:r>
        <w:rPr>
          <w:rFonts w:hint="eastAsia"/>
        </w:rPr>
        <w:t>。</w:t>
      </w:r>
    </w:p>
    <w:p w:rsidR="00FF256C" w:rsidRDefault="00920E5A" w:rsidP="009E54FB">
      <w:pPr>
        <w:pStyle w:val="Block"/>
        <w:spacing w:before="156" w:after="156"/>
        <w:ind w:right="7350"/>
      </w:pPr>
      <w:r>
        <w:t>测试</w:t>
      </w:r>
      <w:r w:rsidR="00FF256C">
        <w:rPr>
          <w:rFonts w:hint="eastAsia"/>
        </w:rPr>
        <w:t>规范</w:t>
      </w:r>
    </w:p>
    <w:p w:rsidR="00FF256C" w:rsidRDefault="00FF256C">
      <w:pPr>
        <w:pStyle w:val="itemlist"/>
        <w:spacing w:before="93" w:after="93"/>
        <w:ind w:left="0" w:firstLine="0"/>
      </w:pPr>
      <w:r>
        <w:rPr>
          <w:rFonts w:hint="eastAsia"/>
        </w:rPr>
        <w:t>无</w:t>
      </w:r>
    </w:p>
    <w:p w:rsidR="00FF256C" w:rsidRDefault="00FF256C">
      <w:pPr>
        <w:pStyle w:val="2"/>
        <w:spacing w:before="312" w:after="156"/>
      </w:pPr>
      <w:r>
        <w:rPr>
          <w:rFonts w:hint="eastAsia"/>
        </w:rPr>
        <w:t>典型</w:t>
      </w:r>
      <w:r w:rsidR="00920E5A">
        <w:t>测试</w:t>
      </w:r>
    </w:p>
    <w:tbl>
      <w:tblPr>
        <w:tblW w:w="10190" w:type="dxa"/>
        <w:jc w:val="center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3190"/>
        <w:gridCol w:w="7000"/>
      </w:tblGrid>
      <w:tr w:rsidR="00FF256C">
        <w:trPr>
          <w:trHeight w:val="20"/>
          <w:jc w:val="center"/>
        </w:trPr>
        <w:tc>
          <w:tcPr>
            <w:tcW w:w="3190" w:type="dxa"/>
            <w:shd w:val="clear" w:color="auto" w:fill="D9D9D9"/>
          </w:tcPr>
          <w:p w:rsidR="00FF256C" w:rsidRPr="00F43FDF" w:rsidRDefault="00FF256C">
            <w:pPr>
              <w:pStyle w:val="tabletext"/>
              <w:rPr>
                <w:lang w:val="zh-CN"/>
              </w:rPr>
            </w:pPr>
            <w:r w:rsidRPr="00F43FDF">
              <w:rPr>
                <w:rFonts w:hint="eastAsia"/>
                <w:lang w:val="zh-CN"/>
              </w:rPr>
              <w:t>典型</w:t>
            </w:r>
            <w:r w:rsidR="00920E5A">
              <w:rPr>
                <w:lang w:val="zh-CN"/>
              </w:rPr>
              <w:t>测试</w:t>
            </w:r>
          </w:p>
        </w:tc>
        <w:tc>
          <w:tcPr>
            <w:tcW w:w="7000" w:type="dxa"/>
            <w:shd w:val="clear" w:color="auto" w:fill="D9D9D9"/>
          </w:tcPr>
          <w:p w:rsidR="00FF256C" w:rsidRPr="00F43FDF" w:rsidRDefault="00920E5A">
            <w:pPr>
              <w:pStyle w:val="tabletext"/>
              <w:rPr>
                <w:lang w:val="zh-CN"/>
              </w:rPr>
            </w:pPr>
            <w:r>
              <w:rPr>
                <w:lang w:val="zh-CN"/>
              </w:rPr>
              <w:t>测试测试</w:t>
            </w:r>
          </w:p>
        </w:tc>
      </w:tr>
      <w:tr w:rsidR="00FF256C">
        <w:trPr>
          <w:trHeight w:val="20"/>
          <w:jc w:val="center"/>
        </w:trPr>
        <w:tc>
          <w:tcPr>
            <w:tcW w:w="3190" w:type="dxa"/>
          </w:tcPr>
          <w:p w:rsidR="00FF256C" w:rsidRPr="00F43FDF" w:rsidRDefault="00920E5A">
            <w:pPr>
              <w:pStyle w:val="tabletext"/>
              <w:rPr>
                <w:lang w:val="zh-CN"/>
              </w:rPr>
            </w:pPr>
            <w:r>
              <w:rPr>
                <w:lang w:val="zh-CN"/>
              </w:rPr>
              <w:t>测试测试测试测试</w:t>
            </w:r>
          </w:p>
        </w:tc>
        <w:tc>
          <w:tcPr>
            <w:tcW w:w="7000" w:type="dxa"/>
          </w:tcPr>
          <w:p w:rsidR="00FF256C" w:rsidRPr="00F43FDF" w:rsidRDefault="00920E5A">
            <w:pPr>
              <w:pStyle w:val="tabletext"/>
              <w:rPr>
                <w:lang w:val="zh-CN"/>
              </w:rPr>
            </w:pPr>
            <w:r>
              <w:rPr>
                <w:lang w:val="zh-CN"/>
              </w:rPr>
              <w:t>测试测试测试测试</w:t>
            </w:r>
          </w:p>
        </w:tc>
      </w:tr>
      <w:tr w:rsidR="00FF256C">
        <w:trPr>
          <w:trHeight w:val="20"/>
          <w:jc w:val="center"/>
        </w:trPr>
        <w:tc>
          <w:tcPr>
            <w:tcW w:w="3190" w:type="dxa"/>
          </w:tcPr>
          <w:p w:rsidR="00FF256C" w:rsidRPr="00F43FDF" w:rsidRDefault="00920E5A">
            <w:pPr>
              <w:pStyle w:val="tabletext"/>
              <w:rPr>
                <w:lang w:val="zh-CN"/>
              </w:rPr>
            </w:pPr>
            <w:r>
              <w:rPr>
                <w:lang w:val="zh-CN"/>
              </w:rPr>
              <w:t>测试测试测试</w:t>
            </w:r>
          </w:p>
        </w:tc>
        <w:tc>
          <w:tcPr>
            <w:tcW w:w="7000" w:type="dxa"/>
          </w:tcPr>
          <w:p w:rsidR="00FF256C" w:rsidRPr="00F43FDF" w:rsidRDefault="00920E5A">
            <w:pPr>
              <w:pStyle w:val="tabletext"/>
              <w:rPr>
                <w:lang w:val="zh-CN"/>
              </w:rPr>
            </w:pPr>
            <w:r>
              <w:rPr>
                <w:lang w:val="zh-CN"/>
              </w:rPr>
              <w:t>测试测试测试</w:t>
            </w:r>
            <w:r w:rsidR="00FF256C" w:rsidRPr="00F43FDF">
              <w:rPr>
                <w:rFonts w:hint="eastAsia"/>
                <w:lang w:val="zh-CN"/>
              </w:rPr>
              <w:t>，</w:t>
            </w:r>
            <w:r>
              <w:rPr>
                <w:lang w:val="zh-CN"/>
              </w:rPr>
              <w:t>测试测试测试</w:t>
            </w:r>
          </w:p>
        </w:tc>
      </w:tr>
      <w:tr w:rsidR="00FF256C">
        <w:trPr>
          <w:trHeight w:val="20"/>
          <w:jc w:val="center"/>
        </w:trPr>
        <w:tc>
          <w:tcPr>
            <w:tcW w:w="3190" w:type="dxa"/>
          </w:tcPr>
          <w:p w:rsidR="00FF256C" w:rsidRPr="00F43FDF" w:rsidRDefault="00920E5A">
            <w:pPr>
              <w:pStyle w:val="tabletext"/>
              <w:rPr>
                <w:lang w:val="zh-CN"/>
              </w:rPr>
            </w:pPr>
            <w:r>
              <w:rPr>
                <w:lang w:val="zh-CN"/>
              </w:rPr>
              <w:t>测试测试测试测试</w:t>
            </w:r>
          </w:p>
        </w:tc>
        <w:tc>
          <w:tcPr>
            <w:tcW w:w="7000" w:type="dxa"/>
          </w:tcPr>
          <w:p w:rsidR="00FF256C" w:rsidRPr="00F43FDF" w:rsidRDefault="00920E5A">
            <w:pPr>
              <w:pStyle w:val="tabletext"/>
              <w:rPr>
                <w:lang w:val="zh-CN"/>
              </w:rPr>
            </w:pPr>
            <w:r>
              <w:rPr>
                <w:lang w:val="zh-CN"/>
              </w:rPr>
              <w:t>测试测试测试测</w:t>
            </w:r>
            <w:r w:rsidR="00FF256C" w:rsidRPr="00F43FDF">
              <w:rPr>
                <w:rFonts w:hint="eastAsia"/>
                <w:lang w:val="zh-CN"/>
              </w:rPr>
              <w:t>，</w:t>
            </w:r>
            <w:r>
              <w:rPr>
                <w:lang w:val="zh-CN"/>
              </w:rPr>
              <w:t>测试测试测试</w:t>
            </w:r>
          </w:p>
        </w:tc>
      </w:tr>
      <w:tr w:rsidR="00FF256C">
        <w:trPr>
          <w:trHeight w:val="20"/>
          <w:jc w:val="center"/>
        </w:trPr>
        <w:tc>
          <w:tcPr>
            <w:tcW w:w="10190" w:type="dxa"/>
            <w:gridSpan w:val="2"/>
          </w:tcPr>
          <w:p w:rsidR="00FF256C" w:rsidRPr="00262030" w:rsidRDefault="00FF256C" w:rsidP="00920E5A">
            <w:pPr>
              <w:pStyle w:val="tabletext"/>
              <w:rPr>
                <w:color w:val="FF0000"/>
              </w:rPr>
            </w:pPr>
            <w:r w:rsidRPr="00262030">
              <w:rPr>
                <w:color w:val="FF0000"/>
              </w:rPr>
              <w:t xml:space="preserve">#ifdef </w:t>
            </w:r>
            <w:r w:rsidR="00920E5A">
              <w:rPr>
                <w:color w:val="FF0000"/>
              </w:rPr>
              <w:t>CONFIG_HELLO_WORLD</w:t>
            </w:r>
          </w:p>
        </w:tc>
      </w:tr>
      <w:tr w:rsidR="00FF256C">
        <w:trPr>
          <w:trHeight w:val="20"/>
          <w:jc w:val="center"/>
        </w:trPr>
        <w:tc>
          <w:tcPr>
            <w:tcW w:w="3190" w:type="dxa"/>
          </w:tcPr>
          <w:p w:rsidR="00FF256C" w:rsidRPr="00F43FDF" w:rsidRDefault="00920E5A">
            <w:pPr>
              <w:pStyle w:val="tabletext"/>
              <w:rPr>
                <w:lang w:val="zh-CN"/>
              </w:rPr>
            </w:pPr>
            <w:r>
              <w:rPr>
                <w:rFonts w:hint="eastAsia"/>
                <w:lang w:val="zh-CN"/>
              </w:rPr>
              <w:t>测试测试测</w:t>
            </w:r>
            <w:r>
              <w:rPr>
                <w:lang w:val="zh-CN"/>
              </w:rPr>
              <w:t>HHH</w:t>
            </w:r>
            <w:r>
              <w:rPr>
                <w:rFonts w:hint="eastAsia"/>
                <w:lang w:val="zh-CN"/>
              </w:rPr>
              <w:t>测试</w:t>
            </w:r>
          </w:p>
        </w:tc>
        <w:tc>
          <w:tcPr>
            <w:tcW w:w="7000" w:type="dxa"/>
          </w:tcPr>
          <w:p w:rsidR="00FF256C" w:rsidRPr="00F43FDF" w:rsidRDefault="00920E5A" w:rsidP="00920E5A">
            <w:pPr>
              <w:pStyle w:val="tabletext"/>
              <w:rPr>
                <w:lang w:val="zh-CN"/>
              </w:rPr>
            </w:pPr>
            <w:bookmarkStart w:id="1" w:name="_Toc164216729"/>
            <w:r>
              <w:rPr>
                <w:rFonts w:hint="eastAsia"/>
                <w:lang w:val="zh-CN"/>
              </w:rPr>
              <w:t>测试</w:t>
            </w:r>
            <w:r>
              <w:rPr>
                <w:lang w:val="zh-CN"/>
              </w:rPr>
              <w:t>HHH</w:t>
            </w:r>
            <w:bookmarkEnd w:id="1"/>
            <w:r>
              <w:rPr>
                <w:lang w:val="zh-CN"/>
              </w:rPr>
              <w:t>测试测试测试测试测试测试测试</w:t>
            </w:r>
            <w:r w:rsidRPr="00F43FDF" w:rsidDel="00920E5A">
              <w:rPr>
                <w:rFonts w:hint="eastAsia"/>
                <w:lang w:val="zh-CN"/>
              </w:rPr>
              <w:t xml:space="preserve"> </w:t>
            </w:r>
          </w:p>
        </w:tc>
      </w:tr>
    </w:tbl>
    <w:p w:rsidR="00FF256C" w:rsidRDefault="007902CF">
      <w:pPr>
        <w:pStyle w:val="3"/>
        <w:spacing w:before="312" w:after="156"/>
      </w:pPr>
      <w:bookmarkStart w:id="2" w:name="_单个PIM-SM域的组播服务"/>
      <w:bookmarkStart w:id="3" w:name="_多个PIM-SM域共享组播服务"/>
      <w:bookmarkStart w:id="4" w:name="_多个AS共享组播服务"/>
      <w:bookmarkStart w:id="5" w:name="_在一个AS内提供组播服务"/>
      <w:bookmarkEnd w:id="2"/>
      <w:bookmarkEnd w:id="3"/>
      <w:bookmarkEnd w:id="4"/>
      <w:bookmarkEnd w:id="5"/>
      <w:r>
        <w:rPr>
          <w:rFonts w:hint="eastAsia"/>
        </w:rPr>
        <w:t>测试测试</w:t>
      </w:r>
      <w:r w:rsidR="00FF256C">
        <w:rPr>
          <w:rFonts w:hint="eastAsia"/>
        </w:rPr>
        <w:t>基本功能</w:t>
      </w:r>
    </w:p>
    <w:p w:rsidR="00FF256C" w:rsidRDefault="007902CF" w:rsidP="009E54FB">
      <w:pPr>
        <w:pStyle w:val="Block"/>
        <w:spacing w:before="156" w:after="156"/>
        <w:ind w:right="7350"/>
      </w:pPr>
      <w:bookmarkStart w:id="6" w:name="_建立PIM邻居"/>
      <w:bookmarkStart w:id="7" w:name="_配置PIM-SM基本功能"/>
      <w:bookmarkStart w:id="8" w:name="_DR竞选"/>
      <w:bookmarkStart w:id="9" w:name="_静态RP、RP竞选"/>
      <w:bookmarkStart w:id="10" w:name="_配置PIM-SM基本功能_1"/>
      <w:bookmarkEnd w:id="6"/>
      <w:bookmarkEnd w:id="7"/>
      <w:bookmarkEnd w:id="8"/>
      <w:bookmarkEnd w:id="9"/>
      <w:bookmarkEnd w:id="10"/>
      <w:r>
        <w:t>测试</w:t>
      </w:r>
      <w:r w:rsidR="00FF256C">
        <w:rPr>
          <w:rFonts w:hint="eastAsia"/>
        </w:rPr>
        <w:t>方法</w:t>
      </w:r>
    </w:p>
    <w:p w:rsidR="00FF256C" w:rsidRDefault="007902CF">
      <w:pPr>
        <w:pStyle w:val="MiniBlock"/>
        <w:spacing w:before="156" w:after="156"/>
      </w:pPr>
      <w:r>
        <w:t>测试</w:t>
      </w:r>
      <w:r>
        <w:t>Linux</w:t>
      </w:r>
      <w:r>
        <w:t>测试测试</w:t>
      </w:r>
    </w:p>
    <w:p w:rsidR="00FF256C" w:rsidRPr="00262030" w:rsidRDefault="007902CF">
      <w:pPr>
        <w:pStyle w:val="text"/>
        <w:spacing w:before="93" w:after="93"/>
      </w:pPr>
      <w:r>
        <w:t>测试测试</w:t>
      </w:r>
      <w:r>
        <w:t>Linux</w:t>
      </w:r>
      <w:r>
        <w:t>测试测试测试测试测试</w:t>
      </w:r>
      <w:r>
        <w:rPr>
          <w:rFonts w:hint="eastAsia"/>
        </w:rPr>
        <w:t>。</w:t>
      </w:r>
      <w:r w:rsidDel="007902CF">
        <w:rPr>
          <w:rFonts w:hint="eastAsia"/>
        </w:rPr>
        <w:t xml:space="preserve"> </w:t>
      </w:r>
    </w:p>
    <w:tbl>
      <w:tblPr>
        <w:tblW w:w="10190" w:type="dxa"/>
        <w:jc w:val="center"/>
        <w:tblLayout w:type="fixed"/>
        <w:tblLook w:val="00A0" w:firstRow="1" w:lastRow="0" w:firstColumn="1" w:lastColumn="0" w:noHBand="0" w:noVBand="0"/>
      </w:tblPr>
      <w:tblGrid>
        <w:gridCol w:w="1415"/>
        <w:gridCol w:w="8775"/>
      </w:tblGrid>
      <w:tr w:rsidR="00FF256C">
        <w:trPr>
          <w:trHeight w:val="20"/>
          <w:jc w:val="center"/>
        </w:trPr>
        <w:tc>
          <w:tcPr>
            <w:tcW w:w="1415" w:type="dxa"/>
          </w:tcPr>
          <w:p w:rsidR="00FF256C" w:rsidRPr="00F43FDF" w:rsidRDefault="00FF256C" w:rsidP="007902CF">
            <w:pPr>
              <w:pStyle w:val="text"/>
              <w:spacing w:before="93" w:after="93"/>
              <w:rPr>
                <w:lang w:val="zh-CN"/>
              </w:rPr>
            </w:pPr>
            <w:r w:rsidRPr="00F43FDF">
              <w:rPr>
                <w:rFonts w:hint="eastAsia"/>
                <w:lang w:val="zh-CN"/>
              </w:rPr>
              <w:t>【</w:t>
            </w:r>
            <w:r w:rsidR="0047265B">
              <w:rPr>
                <w:lang w:val="zh-CN"/>
              </w:rPr>
              <w:t>打狗棒法</w:t>
            </w:r>
            <w:r w:rsidRPr="00F43FDF">
              <w:rPr>
                <w:rFonts w:hint="eastAsia"/>
                <w:lang w:val="zh-CN"/>
              </w:rPr>
              <w:t>】</w:t>
            </w:r>
          </w:p>
        </w:tc>
        <w:tc>
          <w:tcPr>
            <w:tcW w:w="8775" w:type="dxa"/>
          </w:tcPr>
          <w:p w:rsidR="00FF256C" w:rsidRPr="00F43FDF" w:rsidRDefault="00FF256C">
            <w:pPr>
              <w:pStyle w:val="tabletext"/>
              <w:rPr>
                <w:lang w:val="zh-CN"/>
              </w:rPr>
            </w:pPr>
            <w:r w:rsidRPr="00262030">
              <w:rPr>
                <w:color w:val="FF0000"/>
              </w:rPr>
              <w:t>#if defined(CONFIG_</w:t>
            </w:r>
            <w:r w:rsidR="00BE64E0">
              <w:rPr>
                <w:color w:val="FF0000"/>
              </w:rPr>
              <w:t>TEST</w:t>
            </w:r>
            <w:r w:rsidRPr="00262030">
              <w:rPr>
                <w:color w:val="FF0000"/>
              </w:rPr>
              <w:t>)</w:t>
            </w:r>
          </w:p>
        </w:tc>
      </w:tr>
      <w:tr w:rsidR="00FF256C">
        <w:trPr>
          <w:trHeight w:val="20"/>
          <w:jc w:val="center"/>
        </w:trPr>
        <w:tc>
          <w:tcPr>
            <w:tcW w:w="1415" w:type="dxa"/>
          </w:tcPr>
          <w:p w:rsidR="00FF256C" w:rsidRPr="00F43FDF" w:rsidRDefault="007902CF" w:rsidP="007902CF">
            <w:pPr>
              <w:pStyle w:val="tabletext"/>
              <w:rPr>
                <w:lang w:val="zh-CN"/>
              </w:rPr>
            </w:pPr>
            <w:r w:rsidRPr="00F43FDF">
              <w:rPr>
                <w:rFonts w:hint="eastAsia"/>
                <w:lang w:val="zh-CN"/>
              </w:rPr>
              <w:t>【</w:t>
            </w:r>
            <w:r w:rsidR="0047265B">
              <w:rPr>
                <w:lang w:val="zh-CN"/>
              </w:rPr>
              <w:t>九阴真经</w:t>
            </w:r>
            <w:r w:rsidR="00FF256C" w:rsidRPr="00F43FDF">
              <w:rPr>
                <w:rFonts w:hint="eastAsia"/>
                <w:lang w:val="zh-CN"/>
              </w:rPr>
              <w:t>】</w:t>
            </w:r>
          </w:p>
        </w:tc>
        <w:tc>
          <w:tcPr>
            <w:tcW w:w="8775" w:type="dxa"/>
          </w:tcPr>
          <w:tbl>
            <w:tblPr>
              <w:tblW w:w="8857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8857"/>
            </w:tblGrid>
            <w:tr w:rsidR="00FF256C">
              <w:trPr>
                <w:trHeight w:val="20"/>
                <w:jc w:val="center"/>
              </w:trPr>
              <w:tc>
                <w:tcPr>
                  <w:tcW w:w="8857" w:type="dxa"/>
                  <w:tcBorders>
                    <w:top w:val="single" w:sz="2" w:space="0" w:color="BFBFBF"/>
                    <w:left w:val="single" w:sz="2" w:space="0" w:color="BFBFBF"/>
                    <w:bottom w:val="single" w:sz="2" w:space="0" w:color="BFBFBF"/>
                    <w:right w:val="single" w:sz="2" w:space="0" w:color="BFBFBF"/>
                  </w:tcBorders>
                </w:tcPr>
                <w:p w:rsidR="00FF256C" w:rsidRPr="00F43FDF" w:rsidRDefault="00FF256C">
                  <w:pPr>
                    <w:pStyle w:val="tabletext"/>
                    <w:rPr>
                      <w:lang w:val="zh-CN"/>
                    </w:rPr>
                  </w:pPr>
                  <w:r w:rsidRPr="00F43FDF">
                    <w:rPr>
                      <w:color w:val="FF0000"/>
                      <w:lang w:val="zh-CN"/>
                    </w:rPr>
                    <w:t>#if defined(CONFIG_</w:t>
                  </w:r>
                  <w:r w:rsidR="00BE64E0">
                    <w:rPr>
                      <w:color w:val="FF0000"/>
                      <w:lang w:val="zh-CN"/>
                    </w:rPr>
                    <w:t>HELLO</w:t>
                  </w:r>
                  <w:r w:rsidRPr="00F43FDF">
                    <w:rPr>
                      <w:color w:val="FF0000"/>
                      <w:lang w:val="zh-CN"/>
                    </w:rPr>
                    <w:t>)</w:t>
                  </w:r>
                </w:p>
              </w:tc>
            </w:tr>
          </w:tbl>
          <w:p w:rsidR="00FF256C" w:rsidRPr="00F43FDF" w:rsidRDefault="00FF256C">
            <w:pPr>
              <w:pStyle w:val="tabletext"/>
              <w:rPr>
                <w:b/>
                <w:lang w:val="zh-CN"/>
              </w:rPr>
            </w:pPr>
          </w:p>
        </w:tc>
      </w:tr>
      <w:tr w:rsidR="00FF256C">
        <w:trPr>
          <w:trHeight w:val="20"/>
          <w:jc w:val="center"/>
        </w:trPr>
        <w:tc>
          <w:tcPr>
            <w:tcW w:w="1415" w:type="dxa"/>
          </w:tcPr>
          <w:p w:rsidR="00FF256C" w:rsidRPr="00F43FDF" w:rsidRDefault="00FF256C" w:rsidP="00C9609C">
            <w:pPr>
              <w:pStyle w:val="tabletext"/>
              <w:rPr>
                <w:lang w:val="zh-CN"/>
              </w:rPr>
            </w:pPr>
            <w:r w:rsidRPr="00F43FDF">
              <w:rPr>
                <w:rFonts w:cs="微软雅黑" w:hint="eastAsia"/>
                <w:lang w:val="zh-CN"/>
              </w:rPr>
              <w:t>【</w:t>
            </w:r>
            <w:r w:rsidR="0047265B">
              <w:rPr>
                <w:rFonts w:cs="微软雅黑"/>
                <w:lang w:val="zh-CN"/>
              </w:rPr>
              <w:t>六脉神剑</w:t>
            </w:r>
            <w:r w:rsidRPr="00F43FDF">
              <w:rPr>
                <w:rFonts w:cs="微软雅黑" w:hint="eastAsia"/>
                <w:lang w:val="zh-CN"/>
              </w:rPr>
              <w:t>】</w:t>
            </w:r>
          </w:p>
        </w:tc>
        <w:tc>
          <w:tcPr>
            <w:tcW w:w="8775" w:type="dxa"/>
          </w:tcPr>
          <w:p w:rsidR="00FF256C" w:rsidRPr="00F43FDF" w:rsidRDefault="00BE64E0">
            <w:pPr>
              <w:pStyle w:val="tabletext"/>
              <w:rPr>
                <w:b/>
                <w:lang w:val="zh-CN"/>
              </w:rPr>
            </w:pPr>
            <w:r>
              <w:rPr>
                <w:lang w:val="zh-CN"/>
              </w:rPr>
              <w:t>大理段氏家传</w:t>
            </w:r>
          </w:p>
        </w:tc>
      </w:tr>
      <w:tr w:rsidR="00FF256C">
        <w:trPr>
          <w:trHeight w:val="20"/>
          <w:jc w:val="center"/>
        </w:trPr>
        <w:tc>
          <w:tcPr>
            <w:tcW w:w="1415" w:type="dxa"/>
          </w:tcPr>
          <w:p w:rsidR="00FF256C" w:rsidRPr="00F43FDF" w:rsidRDefault="00FF256C" w:rsidP="00C9609C">
            <w:pPr>
              <w:pStyle w:val="tabletext"/>
              <w:rPr>
                <w:lang w:val="zh-CN"/>
              </w:rPr>
            </w:pPr>
            <w:r w:rsidRPr="00F43FDF">
              <w:rPr>
                <w:rFonts w:hint="eastAsia"/>
                <w:lang w:val="zh-CN"/>
              </w:rPr>
              <w:t>【</w:t>
            </w:r>
            <w:r w:rsidR="00BE64E0">
              <w:rPr>
                <w:lang w:val="zh-CN"/>
              </w:rPr>
              <w:t>独孤九剑</w:t>
            </w:r>
            <w:r w:rsidRPr="00F43FDF">
              <w:rPr>
                <w:rFonts w:hint="eastAsia"/>
                <w:lang w:val="zh-CN"/>
              </w:rPr>
              <w:t>】</w:t>
            </w:r>
          </w:p>
        </w:tc>
        <w:tc>
          <w:tcPr>
            <w:tcW w:w="8775" w:type="dxa"/>
          </w:tcPr>
          <w:p w:rsidR="00FF256C" w:rsidRPr="00F43FDF" w:rsidRDefault="00BE64E0">
            <w:pPr>
              <w:pStyle w:val="tabletext"/>
              <w:rPr>
                <w:lang w:val="zh-CN"/>
              </w:rPr>
            </w:pPr>
            <w:r>
              <w:rPr>
                <w:lang w:val="zh-CN"/>
              </w:rPr>
              <w:t>独孤求败所创，令狐冲发扬光大</w:t>
            </w:r>
          </w:p>
        </w:tc>
      </w:tr>
    </w:tbl>
    <w:p w:rsidR="00FF256C" w:rsidRDefault="00FF256C">
      <w:pPr>
        <w:pStyle w:val="text"/>
        <w:spacing w:before="93" w:after="93"/>
      </w:pPr>
      <w:bookmarkStart w:id="11" w:name="_调整PIM-SM协议参数"/>
      <w:bookmarkStart w:id="12" w:name="_配置源注册过滤"/>
      <w:bookmarkEnd w:id="11"/>
      <w:bookmarkEnd w:id="12"/>
    </w:p>
    <w:sectPr w:rsidR="00FF256C" w:rsidSect="0083177C">
      <w:headerReference w:type="default" r:id="rId8"/>
      <w:footerReference w:type="default" r:id="rId9"/>
      <w:pgSz w:w="12242" w:h="15842"/>
      <w:pgMar w:top="1418" w:right="1134" w:bottom="1418" w:left="1134" w:header="851" w:footer="851" w:gutter="0"/>
      <w:pgNumType w:start="1" w:chapStyle="1"/>
      <w:cols w:space="425"/>
      <w:rtlGutter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661" w:rsidRDefault="00241661">
      <w:r>
        <w:separator/>
      </w:r>
    </w:p>
  </w:endnote>
  <w:endnote w:type="continuationSeparator" w:id="0">
    <w:p w:rsidR="00241661" w:rsidRDefault="0024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4B0" w:rsidRDefault="005E14B0">
    <w:pPr>
      <w:pStyle w:val="a9"/>
    </w:pPr>
    <w:r>
      <w:fldChar w:fldCharType="begin"/>
    </w:r>
    <w:r>
      <w:instrText xml:space="preserve"> PAGE </w:instrText>
    </w:r>
    <w:r>
      <w:fldChar w:fldCharType="separate"/>
    </w:r>
    <w:r w:rsidR="006E2135">
      <w:rPr>
        <w:noProof/>
      </w:rPr>
      <w:t>1-2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661" w:rsidRDefault="00241661">
      <w:r>
        <w:separator/>
      </w:r>
    </w:p>
  </w:footnote>
  <w:footnote w:type="continuationSeparator" w:id="0">
    <w:p w:rsidR="00241661" w:rsidRDefault="00241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vertAnchor="text" w:tblpY="-27"/>
      <w:tblOverlap w:val="never"/>
      <w:tblW w:w="10190" w:type="dxa"/>
      <w:tblLayout w:type="fixed"/>
      <w:tblLook w:val="00A0" w:firstRow="1" w:lastRow="0" w:firstColumn="1" w:lastColumn="0" w:noHBand="0" w:noVBand="0"/>
    </w:tblPr>
    <w:tblGrid>
      <w:gridCol w:w="5095"/>
      <w:gridCol w:w="5095"/>
    </w:tblGrid>
    <w:tr w:rsidR="005E14B0">
      <w:trPr>
        <w:trHeight w:val="20"/>
      </w:trPr>
      <w:tc>
        <w:tcPr>
          <w:tcW w:w="5095" w:type="dxa"/>
          <w:vAlign w:val="center"/>
        </w:tcPr>
        <w:p w:rsidR="005E14B0" w:rsidRDefault="001A41A2">
          <w:pPr>
            <w:pStyle w:val="tabletext"/>
            <w:rPr>
              <w:rFonts w:ascii="Tahoma" w:hAnsi="Tahoma"/>
              <w:color w:val="999999"/>
              <w:kern w:val="0"/>
            </w:rPr>
          </w:pPr>
          <w:r>
            <w:rPr>
              <w:color w:val="999999"/>
              <w:kern w:val="0"/>
            </w:rPr>
            <w:t>LibreOffic</w:t>
          </w:r>
          <w:r w:rsidR="00636E54">
            <w:rPr>
              <w:color w:val="999999"/>
              <w:kern w:val="0"/>
            </w:rPr>
            <w:t>e</w:t>
          </w:r>
          <w:r>
            <w:rPr>
              <w:color w:val="999999"/>
              <w:kern w:val="0"/>
            </w:rPr>
            <w:t>测试文档</w:t>
          </w:r>
        </w:p>
      </w:tc>
      <w:tc>
        <w:tcPr>
          <w:tcW w:w="5095" w:type="dxa"/>
          <w:vAlign w:val="center"/>
        </w:tcPr>
        <w:p w:rsidR="005E14B0" w:rsidRDefault="005E14B0" w:rsidP="001A41A2">
          <w:pPr>
            <w:pStyle w:val="tabletext"/>
            <w:jc w:val="right"/>
            <w:rPr>
              <w:color w:val="999999"/>
              <w:kern w:val="0"/>
            </w:rPr>
          </w:pPr>
          <w:r>
            <w:rPr>
              <w:color w:val="999999"/>
              <w:kern w:val="0"/>
              <w:szCs w:val="21"/>
            </w:rPr>
            <w:fldChar w:fldCharType="begin"/>
          </w:r>
          <w:r>
            <w:rPr>
              <w:color w:val="999999"/>
              <w:kern w:val="0"/>
              <w:szCs w:val="21"/>
            </w:rPr>
            <w:instrText xml:space="preserve"> STYLEREF  "</w:instrText>
          </w:r>
          <w:r>
            <w:rPr>
              <w:rFonts w:hint="eastAsia"/>
              <w:color w:val="999999"/>
              <w:kern w:val="0"/>
              <w:szCs w:val="21"/>
            </w:rPr>
            <w:instrText>标题</w:instrText>
          </w:r>
          <w:r>
            <w:rPr>
              <w:color w:val="999999"/>
              <w:kern w:val="0"/>
              <w:szCs w:val="21"/>
            </w:rPr>
            <w:instrText xml:space="preserve"> 1" </w:instrText>
          </w:r>
          <w:r>
            <w:rPr>
              <w:color w:val="999999"/>
              <w:kern w:val="0"/>
              <w:szCs w:val="21"/>
            </w:rPr>
            <w:fldChar w:fldCharType="separate"/>
          </w:r>
          <w:r w:rsidR="006E2135">
            <w:rPr>
              <w:rFonts w:hint="eastAsia"/>
              <w:noProof/>
              <w:color w:val="999999"/>
              <w:kern w:val="0"/>
              <w:szCs w:val="21"/>
            </w:rPr>
            <w:t>测试文档</w:t>
          </w:r>
          <w:r>
            <w:rPr>
              <w:color w:val="999999"/>
              <w:kern w:val="0"/>
              <w:szCs w:val="21"/>
            </w:rPr>
            <w:fldChar w:fldCharType="end"/>
          </w:r>
        </w:p>
      </w:tc>
    </w:tr>
  </w:tbl>
  <w:p w:rsidR="005E14B0" w:rsidRDefault="005E14B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55.75pt;height:255.75pt" o:bullet="t">
        <v:imagedata r:id="rId1" o:title=""/>
      </v:shape>
    </w:pict>
  </w:numPicBullet>
  <w:numPicBullet w:numPicBulletId="1">
    <w:pict>
      <v:shape id="_x0000_i1031" type="#_x0000_t75" style="width:255.75pt;height:255.75pt" o:bullet="t">
        <v:imagedata r:id="rId2" o:title=""/>
      </v:shape>
    </w:pict>
  </w:numPicBullet>
  <w:numPicBullet w:numPicBulletId="2">
    <w:pict>
      <v:shape id="_x0000_i1032" type="#_x0000_t75" style="width:96pt;height:96pt" o:bullet="t">
        <v:imagedata r:id="rId3" o:title=""/>
      </v:shape>
    </w:pict>
  </w:numPicBullet>
  <w:numPicBullet w:numPicBulletId="3">
    <w:pict>
      <v:shape id="_x0000_i1033" type="#_x0000_t75" style="width:255.75pt;height:255.75pt" o:bullet="t">
        <v:imagedata r:id="rId4" o:title=""/>
      </v:shape>
    </w:pict>
  </w:numPicBullet>
  <w:abstractNum w:abstractNumId="0">
    <w:nsid w:val="17066455"/>
    <w:multiLevelType w:val="multilevel"/>
    <w:tmpl w:val="17066455"/>
    <w:lvl w:ilvl="0">
      <w:start w:val="1"/>
      <w:numFmt w:val="bullet"/>
      <w:pStyle w:val="MiniBlock"/>
      <w:lvlText w:val=""/>
      <w:lvlJc w:val="left"/>
      <w:pPr>
        <w:ind w:left="420" w:hanging="420"/>
      </w:pPr>
      <w:rPr>
        <w:rFonts w:ascii="Wingdings" w:hAnsi="Wingdings" w:hint="default"/>
        <w:b/>
        <w:i w:val="0"/>
        <w:color w:val="4F81BD"/>
        <w:sz w:val="24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E920D44"/>
    <w:multiLevelType w:val="multilevel"/>
    <w:tmpl w:val="1E920D44"/>
    <w:lvl w:ilvl="0">
      <w:start w:val="1"/>
      <w:numFmt w:val="bullet"/>
      <w:pStyle w:val="tableitemlist"/>
      <w:lvlText w:val=""/>
      <w:lvlJc w:val="left"/>
      <w:pPr>
        <w:ind w:left="420" w:hanging="420"/>
      </w:pPr>
      <w:rPr>
        <w:rFonts w:ascii="Webdings" w:hAnsi="Webdings" w:hint="default"/>
        <w:b w:val="0"/>
        <w:i w:val="0"/>
        <w:color w:val="808080"/>
        <w:kern w:val="18"/>
        <w:sz w:val="18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F693EC0"/>
    <w:multiLevelType w:val="multilevel"/>
    <w:tmpl w:val="1F693EC0"/>
    <w:lvl w:ilvl="0">
      <w:start w:val="1"/>
      <w:numFmt w:val="decimal"/>
      <w:pStyle w:val="tableitemstep"/>
      <w:lvlText w:val="%1."/>
      <w:lvlJc w:val="left"/>
      <w:pPr>
        <w:ind w:left="420" w:hanging="420"/>
      </w:pPr>
      <w:rPr>
        <w:rFonts w:cs="Times New Roman" w:hint="eastAsia"/>
        <w:kern w:val="2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11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560"/>
        </w:tabs>
        <w:ind w:left="15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980"/>
        </w:tabs>
        <w:ind w:left="19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400"/>
        </w:tabs>
        <w:ind w:left="24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820"/>
        </w:tabs>
        <w:ind w:left="28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240"/>
        </w:tabs>
        <w:ind w:left="32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660"/>
        </w:tabs>
        <w:ind w:left="36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080"/>
        </w:tabs>
        <w:ind w:left="4080" w:hanging="420"/>
      </w:pPr>
      <w:rPr>
        <w:rFonts w:cs="Times New Roman"/>
      </w:rPr>
    </w:lvl>
  </w:abstractNum>
  <w:abstractNum w:abstractNumId="3">
    <w:nsid w:val="27F77BA7"/>
    <w:multiLevelType w:val="multilevel"/>
    <w:tmpl w:val="27F77BA7"/>
    <w:lvl w:ilvl="0">
      <w:start w:val="1"/>
      <w:numFmt w:val="bullet"/>
      <w:pStyle w:val="TableItemlist0"/>
      <w:lvlText w:val="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C614B9A"/>
    <w:multiLevelType w:val="multilevel"/>
    <w:tmpl w:val="A616478E"/>
    <w:lvl w:ilvl="0">
      <w:start w:val="1"/>
      <w:numFmt w:val="bullet"/>
      <w:pStyle w:val="signinstruction"/>
      <w:lvlText w:val=""/>
      <w:lvlPicBulletId w:val="1"/>
      <w:lvlJc w:val="left"/>
      <w:pPr>
        <w:tabs>
          <w:tab w:val="left" w:pos="420"/>
        </w:tabs>
        <w:ind w:left="420" w:hanging="420"/>
      </w:pPr>
      <w:rPr>
        <w:rFonts w:ascii="Symbol" w:hAnsi="Symbol" w:hint="default"/>
        <w:b w:val="0"/>
        <w:i w:val="0"/>
        <w:color w:val="auto"/>
        <w:sz w:val="32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A67DFE"/>
    <w:multiLevelType w:val="multilevel"/>
    <w:tmpl w:val="3CA67DFE"/>
    <w:lvl w:ilvl="0">
      <w:start w:val="1"/>
      <w:numFmt w:val="bullet"/>
      <w:pStyle w:val="signnotice"/>
      <w:lvlText w:val=""/>
      <w:lvlPicBulletId w:val="2"/>
      <w:lvlJc w:val="left"/>
      <w:pPr>
        <w:tabs>
          <w:tab w:val="left" w:pos="420"/>
        </w:tabs>
        <w:ind w:left="420" w:hanging="420"/>
      </w:pPr>
      <w:rPr>
        <w:rFonts w:ascii="Symbol" w:hAnsi="Symbol" w:hint="default"/>
        <w:b w:val="0"/>
        <w:i w:val="0"/>
        <w:color w:val="auto"/>
        <w:sz w:val="32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3F2C4AAF"/>
    <w:multiLevelType w:val="multilevel"/>
    <w:tmpl w:val="3F2C4AAF"/>
    <w:lvl w:ilvl="0">
      <w:start w:val="1"/>
      <w:numFmt w:val="bullet"/>
      <w:pStyle w:val="itemlis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color w:val="808080"/>
      </w:rPr>
    </w:lvl>
    <w:lvl w:ilvl="1">
      <w:start w:val="1"/>
      <w:numFmt w:val="bullet"/>
      <w:lvlText w:val=""/>
      <w:lvlJc w:val="left"/>
      <w:pPr>
        <w:tabs>
          <w:tab w:val="left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410"/>
        </w:tabs>
        <w:ind w:left="4410" w:hanging="420"/>
      </w:pPr>
      <w:rPr>
        <w:rFonts w:ascii="Wingdings" w:hAnsi="Wingdings" w:hint="default"/>
      </w:rPr>
    </w:lvl>
  </w:abstractNum>
  <w:abstractNum w:abstractNumId="7">
    <w:nsid w:val="454F187F"/>
    <w:multiLevelType w:val="multilevel"/>
    <w:tmpl w:val="454F187F"/>
    <w:lvl w:ilvl="0">
      <w:start w:val="1"/>
      <w:numFmt w:val="bullet"/>
      <w:pStyle w:val="signwarning"/>
      <w:lvlText w:val=""/>
      <w:lvlPicBulletId w:val="0"/>
      <w:lvlJc w:val="left"/>
      <w:pPr>
        <w:ind w:left="420" w:hanging="420"/>
      </w:pPr>
      <w:rPr>
        <w:rFonts w:ascii="Symbol" w:hAnsi="Symbol" w:hint="default"/>
        <w:b w:val="0"/>
        <w:i w:val="0"/>
        <w:color w:val="auto"/>
        <w:sz w:val="32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75DF485C"/>
    <w:multiLevelType w:val="multilevel"/>
    <w:tmpl w:val="75DF485C"/>
    <w:lvl w:ilvl="0">
      <w:start w:val="1"/>
      <w:numFmt w:val="decimal"/>
      <w:pStyle w:val="itemstep"/>
      <w:lvlText w:val="%1."/>
      <w:lvlJc w:val="left"/>
      <w:pPr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9">
    <w:nsid w:val="78594283"/>
    <w:multiLevelType w:val="multilevel"/>
    <w:tmpl w:val="78594283"/>
    <w:lvl w:ilvl="0">
      <w:start w:val="1"/>
      <w:numFmt w:val="bullet"/>
      <w:pStyle w:val="signspec"/>
      <w:lvlText w:val=""/>
      <w:lvlPicBulletId w:val="3"/>
      <w:lvlJc w:val="left"/>
      <w:pPr>
        <w:tabs>
          <w:tab w:val="left" w:pos="420"/>
        </w:tabs>
        <w:ind w:left="420" w:hanging="420"/>
      </w:pPr>
      <w:rPr>
        <w:rFonts w:ascii="Symbol" w:hAnsi="Symbol" w:hint="default"/>
        <w:color w:val="auto"/>
        <w:sz w:val="32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78617879"/>
    <w:multiLevelType w:val="multilevel"/>
    <w:tmpl w:val="7861787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624"/>
        </w:tabs>
        <w:ind w:left="624" w:hanging="624"/>
      </w:pPr>
      <w:rPr>
        <w:rFonts w:cs="Times New Roman"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37"/>
        </w:tabs>
        <w:ind w:left="737" w:hanging="737"/>
      </w:pPr>
      <w:rPr>
        <w:rFonts w:ascii="Arial" w:hAnsi="Arial" w:cs="Arial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cs="Times New Roman"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eastAsia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7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45"/>
    <w:rsid w:val="00000DDE"/>
    <w:rsid w:val="000016F2"/>
    <w:rsid w:val="0000263A"/>
    <w:rsid w:val="000028EB"/>
    <w:rsid w:val="00002FE1"/>
    <w:rsid w:val="00003B7D"/>
    <w:rsid w:val="00003FC4"/>
    <w:rsid w:val="000049C1"/>
    <w:rsid w:val="00006724"/>
    <w:rsid w:val="00006DB9"/>
    <w:rsid w:val="0000782E"/>
    <w:rsid w:val="00007BBC"/>
    <w:rsid w:val="00010C2F"/>
    <w:rsid w:val="00011C72"/>
    <w:rsid w:val="00011D30"/>
    <w:rsid w:val="00012435"/>
    <w:rsid w:val="00012B5E"/>
    <w:rsid w:val="00012DFE"/>
    <w:rsid w:val="0001328F"/>
    <w:rsid w:val="00013389"/>
    <w:rsid w:val="000139CE"/>
    <w:rsid w:val="00013B08"/>
    <w:rsid w:val="000148A2"/>
    <w:rsid w:val="00014C8D"/>
    <w:rsid w:val="0001546C"/>
    <w:rsid w:val="00015AF3"/>
    <w:rsid w:val="000162BA"/>
    <w:rsid w:val="0001711A"/>
    <w:rsid w:val="00017A32"/>
    <w:rsid w:val="00017D53"/>
    <w:rsid w:val="00023565"/>
    <w:rsid w:val="00024697"/>
    <w:rsid w:val="000247B8"/>
    <w:rsid w:val="000251C1"/>
    <w:rsid w:val="00027E92"/>
    <w:rsid w:val="00031A67"/>
    <w:rsid w:val="00031FB8"/>
    <w:rsid w:val="00031FC1"/>
    <w:rsid w:val="00032A40"/>
    <w:rsid w:val="0003375C"/>
    <w:rsid w:val="0003382B"/>
    <w:rsid w:val="000341F2"/>
    <w:rsid w:val="0003446E"/>
    <w:rsid w:val="00034647"/>
    <w:rsid w:val="00034886"/>
    <w:rsid w:val="000354B3"/>
    <w:rsid w:val="00035FBF"/>
    <w:rsid w:val="00036964"/>
    <w:rsid w:val="00036A79"/>
    <w:rsid w:val="00036E83"/>
    <w:rsid w:val="00037561"/>
    <w:rsid w:val="000379B0"/>
    <w:rsid w:val="00037BC1"/>
    <w:rsid w:val="00037BF4"/>
    <w:rsid w:val="00037D2A"/>
    <w:rsid w:val="00040A29"/>
    <w:rsid w:val="00040FEC"/>
    <w:rsid w:val="000410BE"/>
    <w:rsid w:val="00041556"/>
    <w:rsid w:val="00041B9E"/>
    <w:rsid w:val="0004295C"/>
    <w:rsid w:val="000439B4"/>
    <w:rsid w:val="00043DCA"/>
    <w:rsid w:val="000448A9"/>
    <w:rsid w:val="00045544"/>
    <w:rsid w:val="00046284"/>
    <w:rsid w:val="00047882"/>
    <w:rsid w:val="00050702"/>
    <w:rsid w:val="00050FC9"/>
    <w:rsid w:val="0005153A"/>
    <w:rsid w:val="00052093"/>
    <w:rsid w:val="00052D33"/>
    <w:rsid w:val="00052EAD"/>
    <w:rsid w:val="000534C6"/>
    <w:rsid w:val="00053AE8"/>
    <w:rsid w:val="00053DF0"/>
    <w:rsid w:val="000543E1"/>
    <w:rsid w:val="00055D6B"/>
    <w:rsid w:val="000564C9"/>
    <w:rsid w:val="000567B1"/>
    <w:rsid w:val="0005680C"/>
    <w:rsid w:val="000569E0"/>
    <w:rsid w:val="00056FF9"/>
    <w:rsid w:val="0005707D"/>
    <w:rsid w:val="0005788C"/>
    <w:rsid w:val="000579B8"/>
    <w:rsid w:val="00057F1E"/>
    <w:rsid w:val="00061097"/>
    <w:rsid w:val="00062638"/>
    <w:rsid w:val="000627D6"/>
    <w:rsid w:val="00062A8D"/>
    <w:rsid w:val="00062E2A"/>
    <w:rsid w:val="0006380A"/>
    <w:rsid w:val="00063F24"/>
    <w:rsid w:val="000641E6"/>
    <w:rsid w:val="00064B5E"/>
    <w:rsid w:val="0006500E"/>
    <w:rsid w:val="000652BB"/>
    <w:rsid w:val="00065D28"/>
    <w:rsid w:val="00066BB4"/>
    <w:rsid w:val="00066D1D"/>
    <w:rsid w:val="0007141F"/>
    <w:rsid w:val="00073AEF"/>
    <w:rsid w:val="000743C9"/>
    <w:rsid w:val="00074D3A"/>
    <w:rsid w:val="000751BE"/>
    <w:rsid w:val="0007528D"/>
    <w:rsid w:val="00075F12"/>
    <w:rsid w:val="00075F13"/>
    <w:rsid w:val="000821C1"/>
    <w:rsid w:val="00082AA5"/>
    <w:rsid w:val="000833FD"/>
    <w:rsid w:val="000843C1"/>
    <w:rsid w:val="000853D3"/>
    <w:rsid w:val="0008640D"/>
    <w:rsid w:val="00087B22"/>
    <w:rsid w:val="00087BBC"/>
    <w:rsid w:val="00090123"/>
    <w:rsid w:val="00091152"/>
    <w:rsid w:val="00091BE6"/>
    <w:rsid w:val="00091D3C"/>
    <w:rsid w:val="00091D6B"/>
    <w:rsid w:val="0009424A"/>
    <w:rsid w:val="000955CD"/>
    <w:rsid w:val="000A03CC"/>
    <w:rsid w:val="000A0DE7"/>
    <w:rsid w:val="000A1164"/>
    <w:rsid w:val="000A1508"/>
    <w:rsid w:val="000A183A"/>
    <w:rsid w:val="000A1C45"/>
    <w:rsid w:val="000A2601"/>
    <w:rsid w:val="000A269E"/>
    <w:rsid w:val="000A2897"/>
    <w:rsid w:val="000A44E4"/>
    <w:rsid w:val="000A497D"/>
    <w:rsid w:val="000A4A85"/>
    <w:rsid w:val="000A4AC9"/>
    <w:rsid w:val="000A4C2A"/>
    <w:rsid w:val="000A590F"/>
    <w:rsid w:val="000A5AFA"/>
    <w:rsid w:val="000A62AD"/>
    <w:rsid w:val="000B0326"/>
    <w:rsid w:val="000B165B"/>
    <w:rsid w:val="000B184F"/>
    <w:rsid w:val="000B48BE"/>
    <w:rsid w:val="000B6629"/>
    <w:rsid w:val="000B78B2"/>
    <w:rsid w:val="000C06F7"/>
    <w:rsid w:val="000C2AD2"/>
    <w:rsid w:val="000C3D19"/>
    <w:rsid w:val="000C3FF4"/>
    <w:rsid w:val="000C4C26"/>
    <w:rsid w:val="000C4EAD"/>
    <w:rsid w:val="000C554C"/>
    <w:rsid w:val="000C653E"/>
    <w:rsid w:val="000C66A5"/>
    <w:rsid w:val="000C70C1"/>
    <w:rsid w:val="000C70F1"/>
    <w:rsid w:val="000C7223"/>
    <w:rsid w:val="000C7393"/>
    <w:rsid w:val="000C7A62"/>
    <w:rsid w:val="000D148B"/>
    <w:rsid w:val="000D1D05"/>
    <w:rsid w:val="000D2553"/>
    <w:rsid w:val="000D26EF"/>
    <w:rsid w:val="000D2DAE"/>
    <w:rsid w:val="000D33B4"/>
    <w:rsid w:val="000D63D7"/>
    <w:rsid w:val="000D6CD9"/>
    <w:rsid w:val="000D6D9B"/>
    <w:rsid w:val="000D6F5B"/>
    <w:rsid w:val="000E0605"/>
    <w:rsid w:val="000E0C34"/>
    <w:rsid w:val="000E0FC8"/>
    <w:rsid w:val="000E134D"/>
    <w:rsid w:val="000E26D5"/>
    <w:rsid w:val="000E2BE2"/>
    <w:rsid w:val="000E344C"/>
    <w:rsid w:val="000E477C"/>
    <w:rsid w:val="000E4BF4"/>
    <w:rsid w:val="000E617F"/>
    <w:rsid w:val="000E7CCE"/>
    <w:rsid w:val="000F0386"/>
    <w:rsid w:val="000F10FC"/>
    <w:rsid w:val="000F1661"/>
    <w:rsid w:val="000F199D"/>
    <w:rsid w:val="000F1CD4"/>
    <w:rsid w:val="000F2B5F"/>
    <w:rsid w:val="000F34E6"/>
    <w:rsid w:val="000F364A"/>
    <w:rsid w:val="000F3A6E"/>
    <w:rsid w:val="000F4337"/>
    <w:rsid w:val="000F474F"/>
    <w:rsid w:val="000F4863"/>
    <w:rsid w:val="000F65D3"/>
    <w:rsid w:val="000F6F50"/>
    <w:rsid w:val="000F719B"/>
    <w:rsid w:val="000F7843"/>
    <w:rsid w:val="000F794D"/>
    <w:rsid w:val="0010037C"/>
    <w:rsid w:val="00100EE1"/>
    <w:rsid w:val="00101749"/>
    <w:rsid w:val="00102DA0"/>
    <w:rsid w:val="00103360"/>
    <w:rsid w:val="00104A3D"/>
    <w:rsid w:val="00104B6E"/>
    <w:rsid w:val="00105A08"/>
    <w:rsid w:val="00105B7C"/>
    <w:rsid w:val="0010636C"/>
    <w:rsid w:val="00106C61"/>
    <w:rsid w:val="00107211"/>
    <w:rsid w:val="00107A2F"/>
    <w:rsid w:val="00107B2F"/>
    <w:rsid w:val="00107E52"/>
    <w:rsid w:val="001101CA"/>
    <w:rsid w:val="00110EAA"/>
    <w:rsid w:val="00110F16"/>
    <w:rsid w:val="0011230D"/>
    <w:rsid w:val="00112B4A"/>
    <w:rsid w:val="00112CAB"/>
    <w:rsid w:val="001159E5"/>
    <w:rsid w:val="00115EAB"/>
    <w:rsid w:val="0011603E"/>
    <w:rsid w:val="001168CA"/>
    <w:rsid w:val="0012093B"/>
    <w:rsid w:val="00120E99"/>
    <w:rsid w:val="00122EC8"/>
    <w:rsid w:val="00124CAC"/>
    <w:rsid w:val="00125085"/>
    <w:rsid w:val="001277B3"/>
    <w:rsid w:val="0012781E"/>
    <w:rsid w:val="00127B3C"/>
    <w:rsid w:val="00130933"/>
    <w:rsid w:val="00130A23"/>
    <w:rsid w:val="00130B92"/>
    <w:rsid w:val="00132AF1"/>
    <w:rsid w:val="00132DB4"/>
    <w:rsid w:val="00133471"/>
    <w:rsid w:val="0013411E"/>
    <w:rsid w:val="001342E0"/>
    <w:rsid w:val="00134FED"/>
    <w:rsid w:val="00135014"/>
    <w:rsid w:val="00135997"/>
    <w:rsid w:val="00136C79"/>
    <w:rsid w:val="00137B57"/>
    <w:rsid w:val="00140616"/>
    <w:rsid w:val="00140789"/>
    <w:rsid w:val="00140A5D"/>
    <w:rsid w:val="00140B3B"/>
    <w:rsid w:val="001414D8"/>
    <w:rsid w:val="00141E90"/>
    <w:rsid w:val="00142837"/>
    <w:rsid w:val="001438A1"/>
    <w:rsid w:val="00144463"/>
    <w:rsid w:val="001451D4"/>
    <w:rsid w:val="00145BE1"/>
    <w:rsid w:val="00147619"/>
    <w:rsid w:val="001500E2"/>
    <w:rsid w:val="00150BC1"/>
    <w:rsid w:val="00151829"/>
    <w:rsid w:val="001518CD"/>
    <w:rsid w:val="001526DB"/>
    <w:rsid w:val="00152C1D"/>
    <w:rsid w:val="00155748"/>
    <w:rsid w:val="001579AF"/>
    <w:rsid w:val="001603E8"/>
    <w:rsid w:val="00160900"/>
    <w:rsid w:val="0016126E"/>
    <w:rsid w:val="00161805"/>
    <w:rsid w:val="0016238B"/>
    <w:rsid w:val="00162653"/>
    <w:rsid w:val="001638D5"/>
    <w:rsid w:val="001641C2"/>
    <w:rsid w:val="0016422E"/>
    <w:rsid w:val="00164652"/>
    <w:rsid w:val="00164663"/>
    <w:rsid w:val="00165F2C"/>
    <w:rsid w:val="001708A4"/>
    <w:rsid w:val="00170B5C"/>
    <w:rsid w:val="00171AC5"/>
    <w:rsid w:val="0017347E"/>
    <w:rsid w:val="0017393A"/>
    <w:rsid w:val="001744CE"/>
    <w:rsid w:val="001745B4"/>
    <w:rsid w:val="001746FF"/>
    <w:rsid w:val="00174ACD"/>
    <w:rsid w:val="00175346"/>
    <w:rsid w:val="0017592D"/>
    <w:rsid w:val="001822AE"/>
    <w:rsid w:val="0018246A"/>
    <w:rsid w:val="00182A11"/>
    <w:rsid w:val="00183814"/>
    <w:rsid w:val="001842FF"/>
    <w:rsid w:val="00184D3D"/>
    <w:rsid w:val="001850BB"/>
    <w:rsid w:val="00185876"/>
    <w:rsid w:val="00185920"/>
    <w:rsid w:val="001867B6"/>
    <w:rsid w:val="00187A98"/>
    <w:rsid w:val="00187AE3"/>
    <w:rsid w:val="001905E4"/>
    <w:rsid w:val="0019160F"/>
    <w:rsid w:val="0019206E"/>
    <w:rsid w:val="0019208A"/>
    <w:rsid w:val="0019252D"/>
    <w:rsid w:val="001925A8"/>
    <w:rsid w:val="0019447B"/>
    <w:rsid w:val="00194562"/>
    <w:rsid w:val="00194DE5"/>
    <w:rsid w:val="00194F66"/>
    <w:rsid w:val="0019576B"/>
    <w:rsid w:val="00195A84"/>
    <w:rsid w:val="00197AD7"/>
    <w:rsid w:val="001A05B0"/>
    <w:rsid w:val="001A116A"/>
    <w:rsid w:val="001A13C8"/>
    <w:rsid w:val="001A2608"/>
    <w:rsid w:val="001A28D5"/>
    <w:rsid w:val="001A3D40"/>
    <w:rsid w:val="001A3EA6"/>
    <w:rsid w:val="001A41A2"/>
    <w:rsid w:val="001A445C"/>
    <w:rsid w:val="001A451A"/>
    <w:rsid w:val="001A5F23"/>
    <w:rsid w:val="001A6A54"/>
    <w:rsid w:val="001A6DD3"/>
    <w:rsid w:val="001A7C14"/>
    <w:rsid w:val="001B1E14"/>
    <w:rsid w:val="001B20F9"/>
    <w:rsid w:val="001B22B6"/>
    <w:rsid w:val="001B22F5"/>
    <w:rsid w:val="001B2599"/>
    <w:rsid w:val="001B2AB9"/>
    <w:rsid w:val="001B2AD5"/>
    <w:rsid w:val="001B3069"/>
    <w:rsid w:val="001B3579"/>
    <w:rsid w:val="001B3729"/>
    <w:rsid w:val="001B3F3E"/>
    <w:rsid w:val="001B44BA"/>
    <w:rsid w:val="001B4672"/>
    <w:rsid w:val="001B494D"/>
    <w:rsid w:val="001B5019"/>
    <w:rsid w:val="001B5240"/>
    <w:rsid w:val="001B5EF6"/>
    <w:rsid w:val="001B6503"/>
    <w:rsid w:val="001B65F5"/>
    <w:rsid w:val="001B66DE"/>
    <w:rsid w:val="001B671E"/>
    <w:rsid w:val="001B704A"/>
    <w:rsid w:val="001C0C44"/>
    <w:rsid w:val="001C2655"/>
    <w:rsid w:val="001C3B4D"/>
    <w:rsid w:val="001C42B9"/>
    <w:rsid w:val="001C4380"/>
    <w:rsid w:val="001C4ABD"/>
    <w:rsid w:val="001C4ED1"/>
    <w:rsid w:val="001C5083"/>
    <w:rsid w:val="001C51FC"/>
    <w:rsid w:val="001C536F"/>
    <w:rsid w:val="001C539D"/>
    <w:rsid w:val="001C59D6"/>
    <w:rsid w:val="001C6B9D"/>
    <w:rsid w:val="001C77AF"/>
    <w:rsid w:val="001C7F3A"/>
    <w:rsid w:val="001D1200"/>
    <w:rsid w:val="001D131E"/>
    <w:rsid w:val="001D38E0"/>
    <w:rsid w:val="001D3AAE"/>
    <w:rsid w:val="001D4127"/>
    <w:rsid w:val="001D4445"/>
    <w:rsid w:val="001D7994"/>
    <w:rsid w:val="001E0A7C"/>
    <w:rsid w:val="001E0F21"/>
    <w:rsid w:val="001E45E8"/>
    <w:rsid w:val="001E4635"/>
    <w:rsid w:val="001E5C7B"/>
    <w:rsid w:val="001E5E2E"/>
    <w:rsid w:val="001E663D"/>
    <w:rsid w:val="001E7590"/>
    <w:rsid w:val="001F06C3"/>
    <w:rsid w:val="001F10BA"/>
    <w:rsid w:val="001F2590"/>
    <w:rsid w:val="001F2D52"/>
    <w:rsid w:val="001F2D87"/>
    <w:rsid w:val="001F3CB6"/>
    <w:rsid w:val="001F456E"/>
    <w:rsid w:val="001F4F38"/>
    <w:rsid w:val="001F4F45"/>
    <w:rsid w:val="001F54DF"/>
    <w:rsid w:val="001F5DCD"/>
    <w:rsid w:val="001F62A1"/>
    <w:rsid w:val="001F714C"/>
    <w:rsid w:val="001F716C"/>
    <w:rsid w:val="001F718B"/>
    <w:rsid w:val="001F7DAB"/>
    <w:rsid w:val="00200DE8"/>
    <w:rsid w:val="002018DC"/>
    <w:rsid w:val="0020215D"/>
    <w:rsid w:val="002026EE"/>
    <w:rsid w:val="00202CF6"/>
    <w:rsid w:val="00202D2F"/>
    <w:rsid w:val="002038F1"/>
    <w:rsid w:val="002044C4"/>
    <w:rsid w:val="00204763"/>
    <w:rsid w:val="002047B0"/>
    <w:rsid w:val="002049EE"/>
    <w:rsid w:val="00205718"/>
    <w:rsid w:val="002064C8"/>
    <w:rsid w:val="0020653F"/>
    <w:rsid w:val="00206690"/>
    <w:rsid w:val="0020727B"/>
    <w:rsid w:val="002072CD"/>
    <w:rsid w:val="00207378"/>
    <w:rsid w:val="002074A0"/>
    <w:rsid w:val="002076EC"/>
    <w:rsid w:val="00210863"/>
    <w:rsid w:val="00210D5D"/>
    <w:rsid w:val="0021273B"/>
    <w:rsid w:val="00212E67"/>
    <w:rsid w:val="00214215"/>
    <w:rsid w:val="002143EE"/>
    <w:rsid w:val="00214726"/>
    <w:rsid w:val="00216517"/>
    <w:rsid w:val="00216CCA"/>
    <w:rsid w:val="00221154"/>
    <w:rsid w:val="0022227F"/>
    <w:rsid w:val="00222F57"/>
    <w:rsid w:val="002231E7"/>
    <w:rsid w:val="00223857"/>
    <w:rsid w:val="002240D9"/>
    <w:rsid w:val="00224AE9"/>
    <w:rsid w:val="00224F73"/>
    <w:rsid w:val="0022562E"/>
    <w:rsid w:val="0022690C"/>
    <w:rsid w:val="00226B4E"/>
    <w:rsid w:val="002279F9"/>
    <w:rsid w:val="002313D7"/>
    <w:rsid w:val="002316AC"/>
    <w:rsid w:val="002327B0"/>
    <w:rsid w:val="00232A06"/>
    <w:rsid w:val="002347E4"/>
    <w:rsid w:val="00235253"/>
    <w:rsid w:val="00235702"/>
    <w:rsid w:val="002359E0"/>
    <w:rsid w:val="00236381"/>
    <w:rsid w:val="00236B29"/>
    <w:rsid w:val="00236E40"/>
    <w:rsid w:val="00236E9C"/>
    <w:rsid w:val="00236EF2"/>
    <w:rsid w:val="00237E0D"/>
    <w:rsid w:val="00240037"/>
    <w:rsid w:val="0024066F"/>
    <w:rsid w:val="002409BE"/>
    <w:rsid w:val="00241638"/>
    <w:rsid w:val="00241661"/>
    <w:rsid w:val="00241CC7"/>
    <w:rsid w:val="00241D09"/>
    <w:rsid w:val="00242B80"/>
    <w:rsid w:val="00245191"/>
    <w:rsid w:val="00245891"/>
    <w:rsid w:val="00245F64"/>
    <w:rsid w:val="00245FBA"/>
    <w:rsid w:val="002461EB"/>
    <w:rsid w:val="002466F7"/>
    <w:rsid w:val="002470C5"/>
    <w:rsid w:val="00247218"/>
    <w:rsid w:val="00247CA1"/>
    <w:rsid w:val="002510DE"/>
    <w:rsid w:val="002515B2"/>
    <w:rsid w:val="00251CE2"/>
    <w:rsid w:val="0025316A"/>
    <w:rsid w:val="002532CB"/>
    <w:rsid w:val="00253459"/>
    <w:rsid w:val="002535EC"/>
    <w:rsid w:val="002536DC"/>
    <w:rsid w:val="00253D21"/>
    <w:rsid w:val="0025456E"/>
    <w:rsid w:val="00255604"/>
    <w:rsid w:val="0025587E"/>
    <w:rsid w:val="00256593"/>
    <w:rsid w:val="00256DFD"/>
    <w:rsid w:val="00256F74"/>
    <w:rsid w:val="002600B2"/>
    <w:rsid w:val="002605F9"/>
    <w:rsid w:val="002608A8"/>
    <w:rsid w:val="00261277"/>
    <w:rsid w:val="002612F9"/>
    <w:rsid w:val="00261E2D"/>
    <w:rsid w:val="00262030"/>
    <w:rsid w:val="0026240C"/>
    <w:rsid w:val="00262799"/>
    <w:rsid w:val="00262ECC"/>
    <w:rsid w:val="00262F26"/>
    <w:rsid w:val="002632A2"/>
    <w:rsid w:val="00264F93"/>
    <w:rsid w:val="00265D32"/>
    <w:rsid w:val="0026601A"/>
    <w:rsid w:val="0026731D"/>
    <w:rsid w:val="00267F42"/>
    <w:rsid w:val="002702C2"/>
    <w:rsid w:val="0027082B"/>
    <w:rsid w:val="0027136B"/>
    <w:rsid w:val="00272D78"/>
    <w:rsid w:val="00274A49"/>
    <w:rsid w:val="00275374"/>
    <w:rsid w:val="00275C15"/>
    <w:rsid w:val="00275C80"/>
    <w:rsid w:val="002762A2"/>
    <w:rsid w:val="002769ED"/>
    <w:rsid w:val="00276E00"/>
    <w:rsid w:val="00276EC2"/>
    <w:rsid w:val="00277569"/>
    <w:rsid w:val="00277A87"/>
    <w:rsid w:val="00277DC5"/>
    <w:rsid w:val="002804F6"/>
    <w:rsid w:val="00280F2B"/>
    <w:rsid w:val="00281D1E"/>
    <w:rsid w:val="00282209"/>
    <w:rsid w:val="00282C3F"/>
    <w:rsid w:val="00282DCF"/>
    <w:rsid w:val="00284AB9"/>
    <w:rsid w:val="00285B6B"/>
    <w:rsid w:val="00285C25"/>
    <w:rsid w:val="00285CEA"/>
    <w:rsid w:val="002860BB"/>
    <w:rsid w:val="00286212"/>
    <w:rsid w:val="00286277"/>
    <w:rsid w:val="00286F64"/>
    <w:rsid w:val="0028739C"/>
    <w:rsid w:val="00287B56"/>
    <w:rsid w:val="00290FF8"/>
    <w:rsid w:val="0029163F"/>
    <w:rsid w:val="00291D6A"/>
    <w:rsid w:val="00292763"/>
    <w:rsid w:val="002934DA"/>
    <w:rsid w:val="00293B98"/>
    <w:rsid w:val="00294C92"/>
    <w:rsid w:val="00296575"/>
    <w:rsid w:val="00297996"/>
    <w:rsid w:val="002A07F0"/>
    <w:rsid w:val="002A0BA5"/>
    <w:rsid w:val="002A0DA7"/>
    <w:rsid w:val="002A118B"/>
    <w:rsid w:val="002A1C72"/>
    <w:rsid w:val="002A28DF"/>
    <w:rsid w:val="002A355C"/>
    <w:rsid w:val="002A4068"/>
    <w:rsid w:val="002A5356"/>
    <w:rsid w:val="002A5F14"/>
    <w:rsid w:val="002A64CD"/>
    <w:rsid w:val="002A6A94"/>
    <w:rsid w:val="002B0513"/>
    <w:rsid w:val="002B0E27"/>
    <w:rsid w:val="002B1A5B"/>
    <w:rsid w:val="002B2AD6"/>
    <w:rsid w:val="002B3BEC"/>
    <w:rsid w:val="002B40F4"/>
    <w:rsid w:val="002B43D6"/>
    <w:rsid w:val="002B5023"/>
    <w:rsid w:val="002B5558"/>
    <w:rsid w:val="002B5BEF"/>
    <w:rsid w:val="002B78CB"/>
    <w:rsid w:val="002B7E51"/>
    <w:rsid w:val="002B7FB1"/>
    <w:rsid w:val="002C06BB"/>
    <w:rsid w:val="002C0953"/>
    <w:rsid w:val="002C0A30"/>
    <w:rsid w:val="002C0EDD"/>
    <w:rsid w:val="002C2F93"/>
    <w:rsid w:val="002C3C63"/>
    <w:rsid w:val="002C4CED"/>
    <w:rsid w:val="002C5679"/>
    <w:rsid w:val="002C7CD0"/>
    <w:rsid w:val="002D028C"/>
    <w:rsid w:val="002D0620"/>
    <w:rsid w:val="002D3BB7"/>
    <w:rsid w:val="002D4514"/>
    <w:rsid w:val="002D5871"/>
    <w:rsid w:val="002D707D"/>
    <w:rsid w:val="002E0016"/>
    <w:rsid w:val="002E05CB"/>
    <w:rsid w:val="002E1916"/>
    <w:rsid w:val="002E1A34"/>
    <w:rsid w:val="002E29C7"/>
    <w:rsid w:val="002E4940"/>
    <w:rsid w:val="002E4C07"/>
    <w:rsid w:val="002E53C7"/>
    <w:rsid w:val="002E6E09"/>
    <w:rsid w:val="002E7393"/>
    <w:rsid w:val="002E7516"/>
    <w:rsid w:val="002E7664"/>
    <w:rsid w:val="002F06A0"/>
    <w:rsid w:val="002F140E"/>
    <w:rsid w:val="002F2736"/>
    <w:rsid w:val="002F295A"/>
    <w:rsid w:val="002F36FA"/>
    <w:rsid w:val="002F3C0D"/>
    <w:rsid w:val="002F4C9D"/>
    <w:rsid w:val="002F5737"/>
    <w:rsid w:val="002F5D4C"/>
    <w:rsid w:val="002F68BD"/>
    <w:rsid w:val="002F7801"/>
    <w:rsid w:val="00300D31"/>
    <w:rsid w:val="00302435"/>
    <w:rsid w:val="00303142"/>
    <w:rsid w:val="0030350A"/>
    <w:rsid w:val="00305249"/>
    <w:rsid w:val="00305A4C"/>
    <w:rsid w:val="0030734F"/>
    <w:rsid w:val="00307E7B"/>
    <w:rsid w:val="00310027"/>
    <w:rsid w:val="0031143A"/>
    <w:rsid w:val="003119FC"/>
    <w:rsid w:val="00311CF8"/>
    <w:rsid w:val="00312A66"/>
    <w:rsid w:val="00313B59"/>
    <w:rsid w:val="00314621"/>
    <w:rsid w:val="00315C5E"/>
    <w:rsid w:val="003160B9"/>
    <w:rsid w:val="00316C1F"/>
    <w:rsid w:val="00320A8A"/>
    <w:rsid w:val="00320CBF"/>
    <w:rsid w:val="00321120"/>
    <w:rsid w:val="00321983"/>
    <w:rsid w:val="003231A4"/>
    <w:rsid w:val="00323AFC"/>
    <w:rsid w:val="003240CD"/>
    <w:rsid w:val="003243BF"/>
    <w:rsid w:val="00324854"/>
    <w:rsid w:val="003252A0"/>
    <w:rsid w:val="0032579B"/>
    <w:rsid w:val="003258C8"/>
    <w:rsid w:val="00325E0E"/>
    <w:rsid w:val="00325E98"/>
    <w:rsid w:val="003307E6"/>
    <w:rsid w:val="00331881"/>
    <w:rsid w:val="00331A8E"/>
    <w:rsid w:val="00331ADB"/>
    <w:rsid w:val="00331DE3"/>
    <w:rsid w:val="00332C36"/>
    <w:rsid w:val="003332F4"/>
    <w:rsid w:val="00333727"/>
    <w:rsid w:val="00333DB8"/>
    <w:rsid w:val="00333EFA"/>
    <w:rsid w:val="0033507E"/>
    <w:rsid w:val="0033508A"/>
    <w:rsid w:val="0033735C"/>
    <w:rsid w:val="0033782D"/>
    <w:rsid w:val="00340711"/>
    <w:rsid w:val="003410D3"/>
    <w:rsid w:val="00343BD0"/>
    <w:rsid w:val="00344910"/>
    <w:rsid w:val="00345099"/>
    <w:rsid w:val="003459EA"/>
    <w:rsid w:val="00345BCB"/>
    <w:rsid w:val="003468E9"/>
    <w:rsid w:val="003469A9"/>
    <w:rsid w:val="00346B06"/>
    <w:rsid w:val="00347EB3"/>
    <w:rsid w:val="00351447"/>
    <w:rsid w:val="003520C8"/>
    <w:rsid w:val="00352210"/>
    <w:rsid w:val="00353191"/>
    <w:rsid w:val="003537BB"/>
    <w:rsid w:val="0035450E"/>
    <w:rsid w:val="003547D3"/>
    <w:rsid w:val="003548EA"/>
    <w:rsid w:val="003556D9"/>
    <w:rsid w:val="00356F6B"/>
    <w:rsid w:val="0036032A"/>
    <w:rsid w:val="0036145B"/>
    <w:rsid w:val="0036157A"/>
    <w:rsid w:val="00362363"/>
    <w:rsid w:val="00362A19"/>
    <w:rsid w:val="003643B2"/>
    <w:rsid w:val="00364D12"/>
    <w:rsid w:val="00364D23"/>
    <w:rsid w:val="00365E9F"/>
    <w:rsid w:val="00366987"/>
    <w:rsid w:val="00366E32"/>
    <w:rsid w:val="0036730C"/>
    <w:rsid w:val="00371503"/>
    <w:rsid w:val="00371DAA"/>
    <w:rsid w:val="00372A99"/>
    <w:rsid w:val="00373A0F"/>
    <w:rsid w:val="003741CC"/>
    <w:rsid w:val="00374B06"/>
    <w:rsid w:val="00374FE1"/>
    <w:rsid w:val="0037534D"/>
    <w:rsid w:val="00375658"/>
    <w:rsid w:val="00376EFD"/>
    <w:rsid w:val="00380522"/>
    <w:rsid w:val="0038093D"/>
    <w:rsid w:val="003810CF"/>
    <w:rsid w:val="003814DF"/>
    <w:rsid w:val="00381549"/>
    <w:rsid w:val="0038177B"/>
    <w:rsid w:val="003829C4"/>
    <w:rsid w:val="003842D4"/>
    <w:rsid w:val="00384370"/>
    <w:rsid w:val="0038574F"/>
    <w:rsid w:val="00385E49"/>
    <w:rsid w:val="00391F37"/>
    <w:rsid w:val="00393CCC"/>
    <w:rsid w:val="00394A33"/>
    <w:rsid w:val="00394A9D"/>
    <w:rsid w:val="00394BBF"/>
    <w:rsid w:val="003953EC"/>
    <w:rsid w:val="00395956"/>
    <w:rsid w:val="0039662A"/>
    <w:rsid w:val="00396CC4"/>
    <w:rsid w:val="00397430"/>
    <w:rsid w:val="003976E4"/>
    <w:rsid w:val="003A0481"/>
    <w:rsid w:val="003A0A60"/>
    <w:rsid w:val="003A134F"/>
    <w:rsid w:val="003A206E"/>
    <w:rsid w:val="003A2758"/>
    <w:rsid w:val="003A2C8C"/>
    <w:rsid w:val="003A2DF6"/>
    <w:rsid w:val="003A3508"/>
    <w:rsid w:val="003A45C3"/>
    <w:rsid w:val="003A4A5D"/>
    <w:rsid w:val="003A5348"/>
    <w:rsid w:val="003A602F"/>
    <w:rsid w:val="003A61EF"/>
    <w:rsid w:val="003A654E"/>
    <w:rsid w:val="003A699B"/>
    <w:rsid w:val="003A6E6C"/>
    <w:rsid w:val="003A76F4"/>
    <w:rsid w:val="003A7D55"/>
    <w:rsid w:val="003A7FDC"/>
    <w:rsid w:val="003B05FD"/>
    <w:rsid w:val="003B0A70"/>
    <w:rsid w:val="003B131D"/>
    <w:rsid w:val="003B15EB"/>
    <w:rsid w:val="003B1D7A"/>
    <w:rsid w:val="003B3BF7"/>
    <w:rsid w:val="003B40CD"/>
    <w:rsid w:val="003B4C06"/>
    <w:rsid w:val="003B52EB"/>
    <w:rsid w:val="003B6299"/>
    <w:rsid w:val="003B6684"/>
    <w:rsid w:val="003B693B"/>
    <w:rsid w:val="003B78DF"/>
    <w:rsid w:val="003B7EF7"/>
    <w:rsid w:val="003C09B6"/>
    <w:rsid w:val="003C0DC9"/>
    <w:rsid w:val="003C1C48"/>
    <w:rsid w:val="003C30D3"/>
    <w:rsid w:val="003C32DF"/>
    <w:rsid w:val="003C3384"/>
    <w:rsid w:val="003C346D"/>
    <w:rsid w:val="003C3B78"/>
    <w:rsid w:val="003C4321"/>
    <w:rsid w:val="003C4E79"/>
    <w:rsid w:val="003C539C"/>
    <w:rsid w:val="003C55A2"/>
    <w:rsid w:val="003C593B"/>
    <w:rsid w:val="003C5D5B"/>
    <w:rsid w:val="003C61BF"/>
    <w:rsid w:val="003C6D23"/>
    <w:rsid w:val="003C7605"/>
    <w:rsid w:val="003C7F66"/>
    <w:rsid w:val="003D05F4"/>
    <w:rsid w:val="003D062C"/>
    <w:rsid w:val="003D08F3"/>
    <w:rsid w:val="003D0A73"/>
    <w:rsid w:val="003D0A88"/>
    <w:rsid w:val="003D3418"/>
    <w:rsid w:val="003D3EA7"/>
    <w:rsid w:val="003D559F"/>
    <w:rsid w:val="003D59FA"/>
    <w:rsid w:val="003D649E"/>
    <w:rsid w:val="003D64DD"/>
    <w:rsid w:val="003D76CD"/>
    <w:rsid w:val="003D77BC"/>
    <w:rsid w:val="003D7F67"/>
    <w:rsid w:val="003E00A7"/>
    <w:rsid w:val="003E05C8"/>
    <w:rsid w:val="003E07C2"/>
    <w:rsid w:val="003E24CF"/>
    <w:rsid w:val="003E2AE5"/>
    <w:rsid w:val="003E3302"/>
    <w:rsid w:val="003E42B3"/>
    <w:rsid w:val="003E4E85"/>
    <w:rsid w:val="003E6774"/>
    <w:rsid w:val="003E6944"/>
    <w:rsid w:val="003E7235"/>
    <w:rsid w:val="003E747A"/>
    <w:rsid w:val="003F09E0"/>
    <w:rsid w:val="003F0AD6"/>
    <w:rsid w:val="003F165F"/>
    <w:rsid w:val="003F1992"/>
    <w:rsid w:val="003F1B7F"/>
    <w:rsid w:val="003F1BFB"/>
    <w:rsid w:val="003F20CA"/>
    <w:rsid w:val="003F2A36"/>
    <w:rsid w:val="003F41AA"/>
    <w:rsid w:val="003F4279"/>
    <w:rsid w:val="003F573C"/>
    <w:rsid w:val="003F735D"/>
    <w:rsid w:val="003F78EE"/>
    <w:rsid w:val="003F7972"/>
    <w:rsid w:val="0040004A"/>
    <w:rsid w:val="004009E5"/>
    <w:rsid w:val="00401D86"/>
    <w:rsid w:val="00402613"/>
    <w:rsid w:val="00402F49"/>
    <w:rsid w:val="004031C3"/>
    <w:rsid w:val="00403735"/>
    <w:rsid w:val="00404B57"/>
    <w:rsid w:val="00404D17"/>
    <w:rsid w:val="0040587B"/>
    <w:rsid w:val="004058A9"/>
    <w:rsid w:val="0040668A"/>
    <w:rsid w:val="004072FB"/>
    <w:rsid w:val="0040733A"/>
    <w:rsid w:val="0041046F"/>
    <w:rsid w:val="00410E76"/>
    <w:rsid w:val="00411152"/>
    <w:rsid w:val="00412D63"/>
    <w:rsid w:val="0041354D"/>
    <w:rsid w:val="00413785"/>
    <w:rsid w:val="004142E4"/>
    <w:rsid w:val="00414652"/>
    <w:rsid w:val="00414FE2"/>
    <w:rsid w:val="0041672E"/>
    <w:rsid w:val="0041675F"/>
    <w:rsid w:val="00416AAA"/>
    <w:rsid w:val="00417F17"/>
    <w:rsid w:val="00420FE2"/>
    <w:rsid w:val="0042197B"/>
    <w:rsid w:val="0042227A"/>
    <w:rsid w:val="00422528"/>
    <w:rsid w:val="004225BB"/>
    <w:rsid w:val="00422FCF"/>
    <w:rsid w:val="0042329F"/>
    <w:rsid w:val="004237BA"/>
    <w:rsid w:val="0042454B"/>
    <w:rsid w:val="0042497A"/>
    <w:rsid w:val="00424C76"/>
    <w:rsid w:val="00425719"/>
    <w:rsid w:val="004259DF"/>
    <w:rsid w:val="00426501"/>
    <w:rsid w:val="004266F7"/>
    <w:rsid w:val="0042679B"/>
    <w:rsid w:val="00426DBA"/>
    <w:rsid w:val="0042786C"/>
    <w:rsid w:val="00427FE0"/>
    <w:rsid w:val="00431D53"/>
    <w:rsid w:val="00431DDA"/>
    <w:rsid w:val="00431F60"/>
    <w:rsid w:val="00433407"/>
    <w:rsid w:val="00433CDF"/>
    <w:rsid w:val="00434A30"/>
    <w:rsid w:val="004359AF"/>
    <w:rsid w:val="00435C61"/>
    <w:rsid w:val="0044000C"/>
    <w:rsid w:val="00440108"/>
    <w:rsid w:val="004407A8"/>
    <w:rsid w:val="00440886"/>
    <w:rsid w:val="004429C8"/>
    <w:rsid w:val="00442BE9"/>
    <w:rsid w:val="00443486"/>
    <w:rsid w:val="00443643"/>
    <w:rsid w:val="00443678"/>
    <w:rsid w:val="004477DB"/>
    <w:rsid w:val="00447A62"/>
    <w:rsid w:val="00447F2B"/>
    <w:rsid w:val="0045096F"/>
    <w:rsid w:val="00450DB8"/>
    <w:rsid w:val="00450E31"/>
    <w:rsid w:val="004514BF"/>
    <w:rsid w:val="00452921"/>
    <w:rsid w:val="0045314A"/>
    <w:rsid w:val="00453477"/>
    <w:rsid w:val="004538C3"/>
    <w:rsid w:val="0045466C"/>
    <w:rsid w:val="00454F62"/>
    <w:rsid w:val="00455171"/>
    <w:rsid w:val="004551B8"/>
    <w:rsid w:val="004578C8"/>
    <w:rsid w:val="0045792D"/>
    <w:rsid w:val="00460543"/>
    <w:rsid w:val="00460AE6"/>
    <w:rsid w:val="0046146E"/>
    <w:rsid w:val="00461647"/>
    <w:rsid w:val="00461982"/>
    <w:rsid w:val="004627F8"/>
    <w:rsid w:val="00463C39"/>
    <w:rsid w:val="00464F16"/>
    <w:rsid w:val="004665BB"/>
    <w:rsid w:val="00466B9F"/>
    <w:rsid w:val="00466EA1"/>
    <w:rsid w:val="00467186"/>
    <w:rsid w:val="00467321"/>
    <w:rsid w:val="0046783B"/>
    <w:rsid w:val="004678E9"/>
    <w:rsid w:val="00470B55"/>
    <w:rsid w:val="0047265B"/>
    <w:rsid w:val="00472BE8"/>
    <w:rsid w:val="0047404D"/>
    <w:rsid w:val="0047416A"/>
    <w:rsid w:val="004745B8"/>
    <w:rsid w:val="0047488A"/>
    <w:rsid w:val="00475388"/>
    <w:rsid w:val="00476979"/>
    <w:rsid w:val="004779D7"/>
    <w:rsid w:val="00480276"/>
    <w:rsid w:val="004815B4"/>
    <w:rsid w:val="00481DB6"/>
    <w:rsid w:val="0048217B"/>
    <w:rsid w:val="004832E3"/>
    <w:rsid w:val="004839DF"/>
    <w:rsid w:val="004843E5"/>
    <w:rsid w:val="00486DF4"/>
    <w:rsid w:val="00486F83"/>
    <w:rsid w:val="00487660"/>
    <w:rsid w:val="004908C3"/>
    <w:rsid w:val="00490BF0"/>
    <w:rsid w:val="00491BF1"/>
    <w:rsid w:val="00491CF5"/>
    <w:rsid w:val="004920CA"/>
    <w:rsid w:val="00492FAC"/>
    <w:rsid w:val="004931E5"/>
    <w:rsid w:val="004939C0"/>
    <w:rsid w:val="00493BF5"/>
    <w:rsid w:val="00493F51"/>
    <w:rsid w:val="004963D7"/>
    <w:rsid w:val="0049670E"/>
    <w:rsid w:val="00497013"/>
    <w:rsid w:val="004971C7"/>
    <w:rsid w:val="0049724E"/>
    <w:rsid w:val="00497409"/>
    <w:rsid w:val="004A0607"/>
    <w:rsid w:val="004A076C"/>
    <w:rsid w:val="004A0C5B"/>
    <w:rsid w:val="004A0FD0"/>
    <w:rsid w:val="004A15A6"/>
    <w:rsid w:val="004A2B4E"/>
    <w:rsid w:val="004A338F"/>
    <w:rsid w:val="004A575F"/>
    <w:rsid w:val="004A5766"/>
    <w:rsid w:val="004A59F2"/>
    <w:rsid w:val="004A5D27"/>
    <w:rsid w:val="004A61CA"/>
    <w:rsid w:val="004A6757"/>
    <w:rsid w:val="004A7163"/>
    <w:rsid w:val="004A7923"/>
    <w:rsid w:val="004B0475"/>
    <w:rsid w:val="004B0DF7"/>
    <w:rsid w:val="004B1597"/>
    <w:rsid w:val="004B1AC8"/>
    <w:rsid w:val="004B1D13"/>
    <w:rsid w:val="004B226B"/>
    <w:rsid w:val="004B2D90"/>
    <w:rsid w:val="004B3F28"/>
    <w:rsid w:val="004B532A"/>
    <w:rsid w:val="004B5C95"/>
    <w:rsid w:val="004B7366"/>
    <w:rsid w:val="004C035B"/>
    <w:rsid w:val="004C056A"/>
    <w:rsid w:val="004C3820"/>
    <w:rsid w:val="004C4824"/>
    <w:rsid w:val="004C55ED"/>
    <w:rsid w:val="004C71B7"/>
    <w:rsid w:val="004C77DC"/>
    <w:rsid w:val="004C78C4"/>
    <w:rsid w:val="004D01F1"/>
    <w:rsid w:val="004D044F"/>
    <w:rsid w:val="004D08F4"/>
    <w:rsid w:val="004D1F12"/>
    <w:rsid w:val="004D35DF"/>
    <w:rsid w:val="004D3A58"/>
    <w:rsid w:val="004D3D21"/>
    <w:rsid w:val="004D3E6C"/>
    <w:rsid w:val="004D44B5"/>
    <w:rsid w:val="004D46FD"/>
    <w:rsid w:val="004D4787"/>
    <w:rsid w:val="004D4912"/>
    <w:rsid w:val="004D4A4D"/>
    <w:rsid w:val="004D5761"/>
    <w:rsid w:val="004D6899"/>
    <w:rsid w:val="004D6BDD"/>
    <w:rsid w:val="004D6CDB"/>
    <w:rsid w:val="004E01CC"/>
    <w:rsid w:val="004E097A"/>
    <w:rsid w:val="004E106D"/>
    <w:rsid w:val="004E127B"/>
    <w:rsid w:val="004E1579"/>
    <w:rsid w:val="004E1C5F"/>
    <w:rsid w:val="004E1C6C"/>
    <w:rsid w:val="004E2691"/>
    <w:rsid w:val="004E29E2"/>
    <w:rsid w:val="004E2EB1"/>
    <w:rsid w:val="004E2F60"/>
    <w:rsid w:val="004E3D65"/>
    <w:rsid w:val="004E4464"/>
    <w:rsid w:val="004E5079"/>
    <w:rsid w:val="004E5349"/>
    <w:rsid w:val="004E59C6"/>
    <w:rsid w:val="004E5FB9"/>
    <w:rsid w:val="004E6501"/>
    <w:rsid w:val="004E68B2"/>
    <w:rsid w:val="004E70ED"/>
    <w:rsid w:val="004E7A7A"/>
    <w:rsid w:val="004E7B84"/>
    <w:rsid w:val="004F0B2E"/>
    <w:rsid w:val="004F0F4F"/>
    <w:rsid w:val="004F1658"/>
    <w:rsid w:val="004F1830"/>
    <w:rsid w:val="004F2F22"/>
    <w:rsid w:val="004F4BAE"/>
    <w:rsid w:val="004F5914"/>
    <w:rsid w:val="004F5C0E"/>
    <w:rsid w:val="004F6D86"/>
    <w:rsid w:val="004F70AA"/>
    <w:rsid w:val="004F7537"/>
    <w:rsid w:val="0050171C"/>
    <w:rsid w:val="00501F88"/>
    <w:rsid w:val="00502486"/>
    <w:rsid w:val="00502C64"/>
    <w:rsid w:val="00502CCA"/>
    <w:rsid w:val="00503473"/>
    <w:rsid w:val="00503910"/>
    <w:rsid w:val="00503A86"/>
    <w:rsid w:val="00503DCC"/>
    <w:rsid w:val="00504129"/>
    <w:rsid w:val="005049C1"/>
    <w:rsid w:val="00504CA6"/>
    <w:rsid w:val="0050552D"/>
    <w:rsid w:val="005068A9"/>
    <w:rsid w:val="00507F7B"/>
    <w:rsid w:val="005100CC"/>
    <w:rsid w:val="005103B0"/>
    <w:rsid w:val="00510880"/>
    <w:rsid w:val="00510B6C"/>
    <w:rsid w:val="00510FAD"/>
    <w:rsid w:val="0051154B"/>
    <w:rsid w:val="005118C7"/>
    <w:rsid w:val="00511E1B"/>
    <w:rsid w:val="00512050"/>
    <w:rsid w:val="00513B2F"/>
    <w:rsid w:val="00514E1D"/>
    <w:rsid w:val="00515A3A"/>
    <w:rsid w:val="00515B55"/>
    <w:rsid w:val="00515C2D"/>
    <w:rsid w:val="00515F4F"/>
    <w:rsid w:val="00516160"/>
    <w:rsid w:val="005163D2"/>
    <w:rsid w:val="0051666B"/>
    <w:rsid w:val="00516791"/>
    <w:rsid w:val="00520202"/>
    <w:rsid w:val="00521343"/>
    <w:rsid w:val="00521449"/>
    <w:rsid w:val="00522192"/>
    <w:rsid w:val="005228F4"/>
    <w:rsid w:val="0052485D"/>
    <w:rsid w:val="00524C0E"/>
    <w:rsid w:val="005250C2"/>
    <w:rsid w:val="005253A4"/>
    <w:rsid w:val="005268CF"/>
    <w:rsid w:val="00526F1E"/>
    <w:rsid w:val="00527D15"/>
    <w:rsid w:val="00532A19"/>
    <w:rsid w:val="00535838"/>
    <w:rsid w:val="00536404"/>
    <w:rsid w:val="0053680D"/>
    <w:rsid w:val="00536BBF"/>
    <w:rsid w:val="00540154"/>
    <w:rsid w:val="00540252"/>
    <w:rsid w:val="0054086F"/>
    <w:rsid w:val="00540B0F"/>
    <w:rsid w:val="00541C78"/>
    <w:rsid w:val="00541E19"/>
    <w:rsid w:val="00542939"/>
    <w:rsid w:val="0054359F"/>
    <w:rsid w:val="005447EE"/>
    <w:rsid w:val="00546231"/>
    <w:rsid w:val="005475D6"/>
    <w:rsid w:val="00547F32"/>
    <w:rsid w:val="005506F7"/>
    <w:rsid w:val="005528A5"/>
    <w:rsid w:val="00552DDD"/>
    <w:rsid w:val="0055317B"/>
    <w:rsid w:val="00553EE1"/>
    <w:rsid w:val="0055479B"/>
    <w:rsid w:val="00554D75"/>
    <w:rsid w:val="00554DD3"/>
    <w:rsid w:val="0055555A"/>
    <w:rsid w:val="005557A9"/>
    <w:rsid w:val="00555E30"/>
    <w:rsid w:val="0055689F"/>
    <w:rsid w:val="00561476"/>
    <w:rsid w:val="0056247B"/>
    <w:rsid w:val="005628B7"/>
    <w:rsid w:val="00562C78"/>
    <w:rsid w:val="00562DB4"/>
    <w:rsid w:val="0056386F"/>
    <w:rsid w:val="005643B5"/>
    <w:rsid w:val="00564E69"/>
    <w:rsid w:val="00565472"/>
    <w:rsid w:val="00565EFB"/>
    <w:rsid w:val="005660AD"/>
    <w:rsid w:val="005679A1"/>
    <w:rsid w:val="00567DB5"/>
    <w:rsid w:val="0057014F"/>
    <w:rsid w:val="005709ED"/>
    <w:rsid w:val="00570CB7"/>
    <w:rsid w:val="00571C15"/>
    <w:rsid w:val="00572239"/>
    <w:rsid w:val="005726EC"/>
    <w:rsid w:val="00572E5A"/>
    <w:rsid w:val="00573217"/>
    <w:rsid w:val="0057366F"/>
    <w:rsid w:val="00573B11"/>
    <w:rsid w:val="00573CE7"/>
    <w:rsid w:val="00574501"/>
    <w:rsid w:val="005756AF"/>
    <w:rsid w:val="00576304"/>
    <w:rsid w:val="00576D13"/>
    <w:rsid w:val="00576DE9"/>
    <w:rsid w:val="0057703D"/>
    <w:rsid w:val="005800C5"/>
    <w:rsid w:val="00580421"/>
    <w:rsid w:val="00581ABB"/>
    <w:rsid w:val="00581F05"/>
    <w:rsid w:val="005827D7"/>
    <w:rsid w:val="00582969"/>
    <w:rsid w:val="00583E2D"/>
    <w:rsid w:val="0058403F"/>
    <w:rsid w:val="005844DE"/>
    <w:rsid w:val="005857A0"/>
    <w:rsid w:val="00585F94"/>
    <w:rsid w:val="00585FC5"/>
    <w:rsid w:val="005861FA"/>
    <w:rsid w:val="00586223"/>
    <w:rsid w:val="005864D4"/>
    <w:rsid w:val="005875E2"/>
    <w:rsid w:val="00587674"/>
    <w:rsid w:val="00587D22"/>
    <w:rsid w:val="00590323"/>
    <w:rsid w:val="005903EF"/>
    <w:rsid w:val="00591168"/>
    <w:rsid w:val="00591429"/>
    <w:rsid w:val="00591467"/>
    <w:rsid w:val="005914DD"/>
    <w:rsid w:val="00592598"/>
    <w:rsid w:val="00592939"/>
    <w:rsid w:val="00592AD5"/>
    <w:rsid w:val="00592F69"/>
    <w:rsid w:val="00593138"/>
    <w:rsid w:val="00593ABD"/>
    <w:rsid w:val="00593B99"/>
    <w:rsid w:val="00593C3F"/>
    <w:rsid w:val="00593EB7"/>
    <w:rsid w:val="00593F16"/>
    <w:rsid w:val="00594147"/>
    <w:rsid w:val="00594535"/>
    <w:rsid w:val="00595905"/>
    <w:rsid w:val="00595F84"/>
    <w:rsid w:val="0059626F"/>
    <w:rsid w:val="00597CFE"/>
    <w:rsid w:val="005A01E6"/>
    <w:rsid w:val="005A0E7C"/>
    <w:rsid w:val="005A1370"/>
    <w:rsid w:val="005A1735"/>
    <w:rsid w:val="005A204C"/>
    <w:rsid w:val="005A2CCF"/>
    <w:rsid w:val="005A3CCE"/>
    <w:rsid w:val="005A40A8"/>
    <w:rsid w:val="005A4B0A"/>
    <w:rsid w:val="005A5825"/>
    <w:rsid w:val="005A5BD5"/>
    <w:rsid w:val="005A6027"/>
    <w:rsid w:val="005A69EB"/>
    <w:rsid w:val="005A69F7"/>
    <w:rsid w:val="005A6E2D"/>
    <w:rsid w:val="005A705D"/>
    <w:rsid w:val="005A7F67"/>
    <w:rsid w:val="005B1844"/>
    <w:rsid w:val="005B1886"/>
    <w:rsid w:val="005B1EDA"/>
    <w:rsid w:val="005B2E43"/>
    <w:rsid w:val="005B405B"/>
    <w:rsid w:val="005B48E6"/>
    <w:rsid w:val="005B52CA"/>
    <w:rsid w:val="005B57D7"/>
    <w:rsid w:val="005B58A2"/>
    <w:rsid w:val="005B5980"/>
    <w:rsid w:val="005B6393"/>
    <w:rsid w:val="005B67AB"/>
    <w:rsid w:val="005B6DCA"/>
    <w:rsid w:val="005B716C"/>
    <w:rsid w:val="005B7F9F"/>
    <w:rsid w:val="005C0071"/>
    <w:rsid w:val="005C09F0"/>
    <w:rsid w:val="005C0B74"/>
    <w:rsid w:val="005C1EBA"/>
    <w:rsid w:val="005C2346"/>
    <w:rsid w:val="005C28E4"/>
    <w:rsid w:val="005C3126"/>
    <w:rsid w:val="005C36DB"/>
    <w:rsid w:val="005C38AB"/>
    <w:rsid w:val="005C4429"/>
    <w:rsid w:val="005C54DD"/>
    <w:rsid w:val="005C562C"/>
    <w:rsid w:val="005C6500"/>
    <w:rsid w:val="005C7722"/>
    <w:rsid w:val="005D017A"/>
    <w:rsid w:val="005D03D1"/>
    <w:rsid w:val="005D0A0A"/>
    <w:rsid w:val="005D0DF2"/>
    <w:rsid w:val="005D10D9"/>
    <w:rsid w:val="005D1211"/>
    <w:rsid w:val="005D3819"/>
    <w:rsid w:val="005D413A"/>
    <w:rsid w:val="005D46EB"/>
    <w:rsid w:val="005D586B"/>
    <w:rsid w:val="005D5EEC"/>
    <w:rsid w:val="005D621B"/>
    <w:rsid w:val="005D69EA"/>
    <w:rsid w:val="005D6C49"/>
    <w:rsid w:val="005E037D"/>
    <w:rsid w:val="005E0E07"/>
    <w:rsid w:val="005E0E82"/>
    <w:rsid w:val="005E14B0"/>
    <w:rsid w:val="005E1D3F"/>
    <w:rsid w:val="005E3B27"/>
    <w:rsid w:val="005E3C41"/>
    <w:rsid w:val="005E3E77"/>
    <w:rsid w:val="005E48F7"/>
    <w:rsid w:val="005E57CE"/>
    <w:rsid w:val="005E6700"/>
    <w:rsid w:val="005E7AE6"/>
    <w:rsid w:val="005F0444"/>
    <w:rsid w:val="005F0649"/>
    <w:rsid w:val="005F16ED"/>
    <w:rsid w:val="005F16F8"/>
    <w:rsid w:val="005F1AD4"/>
    <w:rsid w:val="005F1BEE"/>
    <w:rsid w:val="005F1F1F"/>
    <w:rsid w:val="005F2F3D"/>
    <w:rsid w:val="005F3138"/>
    <w:rsid w:val="005F33B5"/>
    <w:rsid w:val="005F347E"/>
    <w:rsid w:val="005F3572"/>
    <w:rsid w:val="005F4A0D"/>
    <w:rsid w:val="005F4AB3"/>
    <w:rsid w:val="005F5BE5"/>
    <w:rsid w:val="005F5CB9"/>
    <w:rsid w:val="005F76D6"/>
    <w:rsid w:val="0060012F"/>
    <w:rsid w:val="00600AB2"/>
    <w:rsid w:val="00600C4C"/>
    <w:rsid w:val="00600F20"/>
    <w:rsid w:val="006019ED"/>
    <w:rsid w:val="00603539"/>
    <w:rsid w:val="0060381C"/>
    <w:rsid w:val="0060390E"/>
    <w:rsid w:val="006063AB"/>
    <w:rsid w:val="006070AF"/>
    <w:rsid w:val="00607AE6"/>
    <w:rsid w:val="00607B0D"/>
    <w:rsid w:val="00610579"/>
    <w:rsid w:val="00611955"/>
    <w:rsid w:val="006123EA"/>
    <w:rsid w:val="00612A86"/>
    <w:rsid w:val="006132E6"/>
    <w:rsid w:val="00613E62"/>
    <w:rsid w:val="006140C9"/>
    <w:rsid w:val="00614222"/>
    <w:rsid w:val="0061484B"/>
    <w:rsid w:val="00614DE7"/>
    <w:rsid w:val="00615676"/>
    <w:rsid w:val="00615F11"/>
    <w:rsid w:val="0061744D"/>
    <w:rsid w:val="006202EB"/>
    <w:rsid w:val="00620E4F"/>
    <w:rsid w:val="00620EDD"/>
    <w:rsid w:val="006211C3"/>
    <w:rsid w:val="0062137D"/>
    <w:rsid w:val="006223D0"/>
    <w:rsid w:val="00622A81"/>
    <w:rsid w:val="00622EFE"/>
    <w:rsid w:val="00622F89"/>
    <w:rsid w:val="00623207"/>
    <w:rsid w:val="00623E2C"/>
    <w:rsid w:val="0062719A"/>
    <w:rsid w:val="00627667"/>
    <w:rsid w:val="006313B0"/>
    <w:rsid w:val="00631ED1"/>
    <w:rsid w:val="00631F5A"/>
    <w:rsid w:val="006326BB"/>
    <w:rsid w:val="00632730"/>
    <w:rsid w:val="00635F59"/>
    <w:rsid w:val="00636E54"/>
    <w:rsid w:val="00636F5F"/>
    <w:rsid w:val="00637D58"/>
    <w:rsid w:val="0064142B"/>
    <w:rsid w:val="00641B66"/>
    <w:rsid w:val="00641E38"/>
    <w:rsid w:val="00642401"/>
    <w:rsid w:val="006427F0"/>
    <w:rsid w:val="00643303"/>
    <w:rsid w:val="00643EB1"/>
    <w:rsid w:val="006441DC"/>
    <w:rsid w:val="006500CC"/>
    <w:rsid w:val="006504B0"/>
    <w:rsid w:val="0065126E"/>
    <w:rsid w:val="00651522"/>
    <w:rsid w:val="00652282"/>
    <w:rsid w:val="00652525"/>
    <w:rsid w:val="00653F80"/>
    <w:rsid w:val="00654533"/>
    <w:rsid w:val="006556C2"/>
    <w:rsid w:val="006560BC"/>
    <w:rsid w:val="00657FDB"/>
    <w:rsid w:val="006606CE"/>
    <w:rsid w:val="006612FD"/>
    <w:rsid w:val="00661AC7"/>
    <w:rsid w:val="00662081"/>
    <w:rsid w:val="00662175"/>
    <w:rsid w:val="006624EB"/>
    <w:rsid w:val="00662755"/>
    <w:rsid w:val="00662A15"/>
    <w:rsid w:val="00663273"/>
    <w:rsid w:val="006634E7"/>
    <w:rsid w:val="0066371A"/>
    <w:rsid w:val="00663901"/>
    <w:rsid w:val="00663AF8"/>
    <w:rsid w:val="0066436E"/>
    <w:rsid w:val="00665361"/>
    <w:rsid w:val="00665892"/>
    <w:rsid w:val="00665A89"/>
    <w:rsid w:val="0066716D"/>
    <w:rsid w:val="0066739C"/>
    <w:rsid w:val="006673EF"/>
    <w:rsid w:val="006678BC"/>
    <w:rsid w:val="0067019E"/>
    <w:rsid w:val="00670D39"/>
    <w:rsid w:val="00671032"/>
    <w:rsid w:val="00671E8F"/>
    <w:rsid w:val="006727FE"/>
    <w:rsid w:val="006733D8"/>
    <w:rsid w:val="0067479F"/>
    <w:rsid w:val="00674DA7"/>
    <w:rsid w:val="00675314"/>
    <w:rsid w:val="00675E55"/>
    <w:rsid w:val="00675FC8"/>
    <w:rsid w:val="00676AAC"/>
    <w:rsid w:val="00677657"/>
    <w:rsid w:val="00677C55"/>
    <w:rsid w:val="00680518"/>
    <w:rsid w:val="00681901"/>
    <w:rsid w:val="00681DF8"/>
    <w:rsid w:val="0068258E"/>
    <w:rsid w:val="006834FD"/>
    <w:rsid w:val="0068356F"/>
    <w:rsid w:val="00684454"/>
    <w:rsid w:val="00684C16"/>
    <w:rsid w:val="00685485"/>
    <w:rsid w:val="006859F6"/>
    <w:rsid w:val="00686B14"/>
    <w:rsid w:val="006878DC"/>
    <w:rsid w:val="0068791A"/>
    <w:rsid w:val="0068793C"/>
    <w:rsid w:val="00687AFA"/>
    <w:rsid w:val="006908DA"/>
    <w:rsid w:val="00690CDC"/>
    <w:rsid w:val="00691639"/>
    <w:rsid w:val="00691AEB"/>
    <w:rsid w:val="006920EB"/>
    <w:rsid w:val="00692522"/>
    <w:rsid w:val="00693460"/>
    <w:rsid w:val="00694683"/>
    <w:rsid w:val="00694A6A"/>
    <w:rsid w:val="00695FF9"/>
    <w:rsid w:val="00696F01"/>
    <w:rsid w:val="006975E3"/>
    <w:rsid w:val="00697731"/>
    <w:rsid w:val="006A0318"/>
    <w:rsid w:val="006A05FF"/>
    <w:rsid w:val="006A123B"/>
    <w:rsid w:val="006A2013"/>
    <w:rsid w:val="006A476B"/>
    <w:rsid w:val="006A4BF6"/>
    <w:rsid w:val="006A50A7"/>
    <w:rsid w:val="006A59D6"/>
    <w:rsid w:val="006A6E44"/>
    <w:rsid w:val="006A78CD"/>
    <w:rsid w:val="006B0426"/>
    <w:rsid w:val="006B1180"/>
    <w:rsid w:val="006B17FA"/>
    <w:rsid w:val="006B1CC4"/>
    <w:rsid w:val="006B2986"/>
    <w:rsid w:val="006B2EC6"/>
    <w:rsid w:val="006B3B42"/>
    <w:rsid w:val="006B489A"/>
    <w:rsid w:val="006B5726"/>
    <w:rsid w:val="006B5732"/>
    <w:rsid w:val="006B6959"/>
    <w:rsid w:val="006B6983"/>
    <w:rsid w:val="006B72DA"/>
    <w:rsid w:val="006B7760"/>
    <w:rsid w:val="006C0FE9"/>
    <w:rsid w:val="006C1A50"/>
    <w:rsid w:val="006C3584"/>
    <w:rsid w:val="006C35C7"/>
    <w:rsid w:val="006C3BA4"/>
    <w:rsid w:val="006C55E6"/>
    <w:rsid w:val="006C5DC0"/>
    <w:rsid w:val="006C6A5B"/>
    <w:rsid w:val="006C7B12"/>
    <w:rsid w:val="006C7E01"/>
    <w:rsid w:val="006D1186"/>
    <w:rsid w:val="006D1394"/>
    <w:rsid w:val="006D1AAB"/>
    <w:rsid w:val="006D2945"/>
    <w:rsid w:val="006D3323"/>
    <w:rsid w:val="006D3D34"/>
    <w:rsid w:val="006D447B"/>
    <w:rsid w:val="006D4F1B"/>
    <w:rsid w:val="006D535B"/>
    <w:rsid w:val="006D5AAF"/>
    <w:rsid w:val="006D5C71"/>
    <w:rsid w:val="006D64B9"/>
    <w:rsid w:val="006D66F8"/>
    <w:rsid w:val="006D6E61"/>
    <w:rsid w:val="006D7FBA"/>
    <w:rsid w:val="006E04CF"/>
    <w:rsid w:val="006E0E4B"/>
    <w:rsid w:val="006E11A2"/>
    <w:rsid w:val="006E172D"/>
    <w:rsid w:val="006E17F2"/>
    <w:rsid w:val="006E1ABF"/>
    <w:rsid w:val="006E1F48"/>
    <w:rsid w:val="006E203E"/>
    <w:rsid w:val="006E2135"/>
    <w:rsid w:val="006E22F9"/>
    <w:rsid w:val="006E256B"/>
    <w:rsid w:val="006E2C6D"/>
    <w:rsid w:val="006E3151"/>
    <w:rsid w:val="006E5494"/>
    <w:rsid w:val="006E54CD"/>
    <w:rsid w:val="006E674A"/>
    <w:rsid w:val="006E6F6A"/>
    <w:rsid w:val="006E7704"/>
    <w:rsid w:val="006F066C"/>
    <w:rsid w:val="006F2DED"/>
    <w:rsid w:val="006F356E"/>
    <w:rsid w:val="006F5CE1"/>
    <w:rsid w:val="006F663D"/>
    <w:rsid w:val="006F66AC"/>
    <w:rsid w:val="006F6970"/>
    <w:rsid w:val="006F6BAF"/>
    <w:rsid w:val="006F7AC9"/>
    <w:rsid w:val="00700343"/>
    <w:rsid w:val="007009A7"/>
    <w:rsid w:val="00700E9D"/>
    <w:rsid w:val="00701059"/>
    <w:rsid w:val="00701653"/>
    <w:rsid w:val="007037CD"/>
    <w:rsid w:val="00703E8D"/>
    <w:rsid w:val="00703F82"/>
    <w:rsid w:val="0070422C"/>
    <w:rsid w:val="00704424"/>
    <w:rsid w:val="00704734"/>
    <w:rsid w:val="00704EC2"/>
    <w:rsid w:val="0070527C"/>
    <w:rsid w:val="0070536D"/>
    <w:rsid w:val="007058F5"/>
    <w:rsid w:val="00705EA8"/>
    <w:rsid w:val="0070720F"/>
    <w:rsid w:val="00707423"/>
    <w:rsid w:val="00707A96"/>
    <w:rsid w:val="00707F6A"/>
    <w:rsid w:val="007103B9"/>
    <w:rsid w:val="00710DDA"/>
    <w:rsid w:val="007113AC"/>
    <w:rsid w:val="007132C4"/>
    <w:rsid w:val="00713E05"/>
    <w:rsid w:val="00714A0F"/>
    <w:rsid w:val="00714E07"/>
    <w:rsid w:val="00715CCA"/>
    <w:rsid w:val="0071683F"/>
    <w:rsid w:val="00716EBB"/>
    <w:rsid w:val="00716EFB"/>
    <w:rsid w:val="00716FF9"/>
    <w:rsid w:val="00717C7B"/>
    <w:rsid w:val="00717E50"/>
    <w:rsid w:val="007209B4"/>
    <w:rsid w:val="007212C0"/>
    <w:rsid w:val="007215C1"/>
    <w:rsid w:val="007219E2"/>
    <w:rsid w:val="00722988"/>
    <w:rsid w:val="00724600"/>
    <w:rsid w:val="0072638D"/>
    <w:rsid w:val="00726547"/>
    <w:rsid w:val="007279A4"/>
    <w:rsid w:val="0073006F"/>
    <w:rsid w:val="007308B3"/>
    <w:rsid w:val="00731512"/>
    <w:rsid w:val="0073171A"/>
    <w:rsid w:val="00732CCF"/>
    <w:rsid w:val="00733849"/>
    <w:rsid w:val="00733C3F"/>
    <w:rsid w:val="0073544F"/>
    <w:rsid w:val="0073564F"/>
    <w:rsid w:val="00736861"/>
    <w:rsid w:val="00736E6A"/>
    <w:rsid w:val="007371A9"/>
    <w:rsid w:val="007403DD"/>
    <w:rsid w:val="00740D6B"/>
    <w:rsid w:val="00741629"/>
    <w:rsid w:val="0074169C"/>
    <w:rsid w:val="00741909"/>
    <w:rsid w:val="00741C4C"/>
    <w:rsid w:val="007423D4"/>
    <w:rsid w:val="00742F80"/>
    <w:rsid w:val="00742FB8"/>
    <w:rsid w:val="00743163"/>
    <w:rsid w:val="00743C6E"/>
    <w:rsid w:val="00744AFE"/>
    <w:rsid w:val="00744ED3"/>
    <w:rsid w:val="00745031"/>
    <w:rsid w:val="00746978"/>
    <w:rsid w:val="00746EB0"/>
    <w:rsid w:val="00747221"/>
    <w:rsid w:val="007479F5"/>
    <w:rsid w:val="00750896"/>
    <w:rsid w:val="00750F2A"/>
    <w:rsid w:val="00751697"/>
    <w:rsid w:val="00751CCE"/>
    <w:rsid w:val="00753878"/>
    <w:rsid w:val="00755453"/>
    <w:rsid w:val="007555AD"/>
    <w:rsid w:val="00755697"/>
    <w:rsid w:val="00755F27"/>
    <w:rsid w:val="00756D44"/>
    <w:rsid w:val="00756E4C"/>
    <w:rsid w:val="0075735F"/>
    <w:rsid w:val="00757744"/>
    <w:rsid w:val="00757BBF"/>
    <w:rsid w:val="0076075E"/>
    <w:rsid w:val="00761157"/>
    <w:rsid w:val="00761F40"/>
    <w:rsid w:val="00762720"/>
    <w:rsid w:val="007627E8"/>
    <w:rsid w:val="0076391F"/>
    <w:rsid w:val="00763C9C"/>
    <w:rsid w:val="007646E2"/>
    <w:rsid w:val="00764A00"/>
    <w:rsid w:val="007654ED"/>
    <w:rsid w:val="007668C6"/>
    <w:rsid w:val="007672CD"/>
    <w:rsid w:val="00770363"/>
    <w:rsid w:val="00770EFC"/>
    <w:rsid w:val="00773DB0"/>
    <w:rsid w:val="00774658"/>
    <w:rsid w:val="00774C3D"/>
    <w:rsid w:val="00774E75"/>
    <w:rsid w:val="0077559D"/>
    <w:rsid w:val="00775908"/>
    <w:rsid w:val="007803C3"/>
    <w:rsid w:val="00780A0D"/>
    <w:rsid w:val="00781131"/>
    <w:rsid w:val="0078158A"/>
    <w:rsid w:val="00783058"/>
    <w:rsid w:val="007834EA"/>
    <w:rsid w:val="00783F1A"/>
    <w:rsid w:val="00784DCD"/>
    <w:rsid w:val="00785D14"/>
    <w:rsid w:val="007870D0"/>
    <w:rsid w:val="00787B08"/>
    <w:rsid w:val="00787DDD"/>
    <w:rsid w:val="00787FCE"/>
    <w:rsid w:val="007902CF"/>
    <w:rsid w:val="0079049C"/>
    <w:rsid w:val="00790D47"/>
    <w:rsid w:val="007918CA"/>
    <w:rsid w:val="007927DD"/>
    <w:rsid w:val="0079324E"/>
    <w:rsid w:val="00793A65"/>
    <w:rsid w:val="00794A16"/>
    <w:rsid w:val="00794FA8"/>
    <w:rsid w:val="00795139"/>
    <w:rsid w:val="00796459"/>
    <w:rsid w:val="00796E2C"/>
    <w:rsid w:val="0079711A"/>
    <w:rsid w:val="00797250"/>
    <w:rsid w:val="007972B5"/>
    <w:rsid w:val="007A0BC9"/>
    <w:rsid w:val="007A149C"/>
    <w:rsid w:val="007A1E4D"/>
    <w:rsid w:val="007A2D60"/>
    <w:rsid w:val="007A2D61"/>
    <w:rsid w:val="007A31FD"/>
    <w:rsid w:val="007A3870"/>
    <w:rsid w:val="007A4BF0"/>
    <w:rsid w:val="007A50D3"/>
    <w:rsid w:val="007B0E6A"/>
    <w:rsid w:val="007B1DB3"/>
    <w:rsid w:val="007B227A"/>
    <w:rsid w:val="007B25E7"/>
    <w:rsid w:val="007B326C"/>
    <w:rsid w:val="007B32C9"/>
    <w:rsid w:val="007B55A4"/>
    <w:rsid w:val="007B5EC1"/>
    <w:rsid w:val="007B63F8"/>
    <w:rsid w:val="007B65DD"/>
    <w:rsid w:val="007B7A23"/>
    <w:rsid w:val="007B7F97"/>
    <w:rsid w:val="007C04AF"/>
    <w:rsid w:val="007C0B87"/>
    <w:rsid w:val="007C0F9A"/>
    <w:rsid w:val="007C1416"/>
    <w:rsid w:val="007C179B"/>
    <w:rsid w:val="007C1E53"/>
    <w:rsid w:val="007C1F9E"/>
    <w:rsid w:val="007C267E"/>
    <w:rsid w:val="007C31CF"/>
    <w:rsid w:val="007C419F"/>
    <w:rsid w:val="007C501E"/>
    <w:rsid w:val="007C5FF9"/>
    <w:rsid w:val="007C613D"/>
    <w:rsid w:val="007C6218"/>
    <w:rsid w:val="007C64DE"/>
    <w:rsid w:val="007C7443"/>
    <w:rsid w:val="007C758E"/>
    <w:rsid w:val="007C7DD7"/>
    <w:rsid w:val="007C7E1D"/>
    <w:rsid w:val="007D0B2C"/>
    <w:rsid w:val="007D0E72"/>
    <w:rsid w:val="007D123D"/>
    <w:rsid w:val="007D1E4E"/>
    <w:rsid w:val="007D1EC9"/>
    <w:rsid w:val="007D2216"/>
    <w:rsid w:val="007D2590"/>
    <w:rsid w:val="007D26CD"/>
    <w:rsid w:val="007D2810"/>
    <w:rsid w:val="007D2C67"/>
    <w:rsid w:val="007D3971"/>
    <w:rsid w:val="007D50EC"/>
    <w:rsid w:val="007D522C"/>
    <w:rsid w:val="007D549B"/>
    <w:rsid w:val="007D56F4"/>
    <w:rsid w:val="007D64A6"/>
    <w:rsid w:val="007D65E2"/>
    <w:rsid w:val="007D66C2"/>
    <w:rsid w:val="007D6A05"/>
    <w:rsid w:val="007D72F2"/>
    <w:rsid w:val="007D7F35"/>
    <w:rsid w:val="007E04AA"/>
    <w:rsid w:val="007E2675"/>
    <w:rsid w:val="007E2CCE"/>
    <w:rsid w:val="007E2EB3"/>
    <w:rsid w:val="007E4455"/>
    <w:rsid w:val="007E4A3A"/>
    <w:rsid w:val="007E4BAA"/>
    <w:rsid w:val="007E4BC4"/>
    <w:rsid w:val="007E5060"/>
    <w:rsid w:val="007E5E2B"/>
    <w:rsid w:val="007E62B6"/>
    <w:rsid w:val="007E69D8"/>
    <w:rsid w:val="007E7C39"/>
    <w:rsid w:val="007F0F8E"/>
    <w:rsid w:val="007F18E0"/>
    <w:rsid w:val="007F1986"/>
    <w:rsid w:val="007F1D8D"/>
    <w:rsid w:val="007F23E4"/>
    <w:rsid w:val="007F24EA"/>
    <w:rsid w:val="007F2541"/>
    <w:rsid w:val="007F30CF"/>
    <w:rsid w:val="007F4DE2"/>
    <w:rsid w:val="007F6B31"/>
    <w:rsid w:val="007F6C7E"/>
    <w:rsid w:val="007F7B2F"/>
    <w:rsid w:val="007F7C4C"/>
    <w:rsid w:val="0080091C"/>
    <w:rsid w:val="00800A32"/>
    <w:rsid w:val="0080187B"/>
    <w:rsid w:val="00801932"/>
    <w:rsid w:val="00802A42"/>
    <w:rsid w:val="008032BD"/>
    <w:rsid w:val="00803325"/>
    <w:rsid w:val="008037A0"/>
    <w:rsid w:val="00803FC3"/>
    <w:rsid w:val="00804449"/>
    <w:rsid w:val="00804535"/>
    <w:rsid w:val="00805E9E"/>
    <w:rsid w:val="00810338"/>
    <w:rsid w:val="0081041B"/>
    <w:rsid w:val="008104BD"/>
    <w:rsid w:val="008125E5"/>
    <w:rsid w:val="008125E7"/>
    <w:rsid w:val="00812791"/>
    <w:rsid w:val="008130F6"/>
    <w:rsid w:val="00813291"/>
    <w:rsid w:val="00814445"/>
    <w:rsid w:val="00814864"/>
    <w:rsid w:val="00814DF5"/>
    <w:rsid w:val="008159B1"/>
    <w:rsid w:val="00816522"/>
    <w:rsid w:val="00816763"/>
    <w:rsid w:val="00817922"/>
    <w:rsid w:val="00817BD3"/>
    <w:rsid w:val="00817F07"/>
    <w:rsid w:val="00820399"/>
    <w:rsid w:val="00820E59"/>
    <w:rsid w:val="00821017"/>
    <w:rsid w:val="00821ACD"/>
    <w:rsid w:val="00821BA8"/>
    <w:rsid w:val="00821BEC"/>
    <w:rsid w:val="00822065"/>
    <w:rsid w:val="008220B0"/>
    <w:rsid w:val="00822571"/>
    <w:rsid w:val="0082265B"/>
    <w:rsid w:val="00823F73"/>
    <w:rsid w:val="008240A2"/>
    <w:rsid w:val="008241ED"/>
    <w:rsid w:val="008244EB"/>
    <w:rsid w:val="008248E9"/>
    <w:rsid w:val="008263DE"/>
    <w:rsid w:val="00826BF3"/>
    <w:rsid w:val="00826FCA"/>
    <w:rsid w:val="0082788B"/>
    <w:rsid w:val="008307A9"/>
    <w:rsid w:val="00830FA0"/>
    <w:rsid w:val="0083177C"/>
    <w:rsid w:val="00831BC3"/>
    <w:rsid w:val="0083266C"/>
    <w:rsid w:val="0083272E"/>
    <w:rsid w:val="00834660"/>
    <w:rsid w:val="00835327"/>
    <w:rsid w:val="008364B3"/>
    <w:rsid w:val="00837148"/>
    <w:rsid w:val="00837291"/>
    <w:rsid w:val="008408DD"/>
    <w:rsid w:val="0084191E"/>
    <w:rsid w:val="00841BDB"/>
    <w:rsid w:val="00841D61"/>
    <w:rsid w:val="008426A7"/>
    <w:rsid w:val="00842C8E"/>
    <w:rsid w:val="00843159"/>
    <w:rsid w:val="008466D1"/>
    <w:rsid w:val="00847445"/>
    <w:rsid w:val="00847E7C"/>
    <w:rsid w:val="00850C52"/>
    <w:rsid w:val="00853592"/>
    <w:rsid w:val="00853897"/>
    <w:rsid w:val="008539F0"/>
    <w:rsid w:val="00853F0E"/>
    <w:rsid w:val="00855989"/>
    <w:rsid w:val="00855B73"/>
    <w:rsid w:val="00856797"/>
    <w:rsid w:val="00856C3B"/>
    <w:rsid w:val="008573D1"/>
    <w:rsid w:val="00857D04"/>
    <w:rsid w:val="00860403"/>
    <w:rsid w:val="008610F3"/>
    <w:rsid w:val="00861D35"/>
    <w:rsid w:val="00862213"/>
    <w:rsid w:val="0086299F"/>
    <w:rsid w:val="00862E78"/>
    <w:rsid w:val="00863444"/>
    <w:rsid w:val="008663C8"/>
    <w:rsid w:val="00870087"/>
    <w:rsid w:val="00870A49"/>
    <w:rsid w:val="00870BE5"/>
    <w:rsid w:val="00870E90"/>
    <w:rsid w:val="0087140D"/>
    <w:rsid w:val="008719AB"/>
    <w:rsid w:val="00872250"/>
    <w:rsid w:val="008727B8"/>
    <w:rsid w:val="00872D37"/>
    <w:rsid w:val="00872F84"/>
    <w:rsid w:val="008734F9"/>
    <w:rsid w:val="008737DB"/>
    <w:rsid w:val="0087392D"/>
    <w:rsid w:val="00873F71"/>
    <w:rsid w:val="00874BD3"/>
    <w:rsid w:val="00875050"/>
    <w:rsid w:val="00875751"/>
    <w:rsid w:val="00875981"/>
    <w:rsid w:val="00875F37"/>
    <w:rsid w:val="008764D8"/>
    <w:rsid w:val="00876BBD"/>
    <w:rsid w:val="008777E1"/>
    <w:rsid w:val="00877BA1"/>
    <w:rsid w:val="008803CE"/>
    <w:rsid w:val="00880E1A"/>
    <w:rsid w:val="008813DD"/>
    <w:rsid w:val="008814B8"/>
    <w:rsid w:val="008824BE"/>
    <w:rsid w:val="008832CC"/>
    <w:rsid w:val="00883A3E"/>
    <w:rsid w:val="00883B10"/>
    <w:rsid w:val="00883C20"/>
    <w:rsid w:val="00884455"/>
    <w:rsid w:val="00884977"/>
    <w:rsid w:val="0088562B"/>
    <w:rsid w:val="00886217"/>
    <w:rsid w:val="008863CE"/>
    <w:rsid w:val="00886A8A"/>
    <w:rsid w:val="00887B8F"/>
    <w:rsid w:val="008903AF"/>
    <w:rsid w:val="00890E93"/>
    <w:rsid w:val="008918EB"/>
    <w:rsid w:val="008925F8"/>
    <w:rsid w:val="008934F9"/>
    <w:rsid w:val="00893DA8"/>
    <w:rsid w:val="00894ACB"/>
    <w:rsid w:val="00894B92"/>
    <w:rsid w:val="00894E09"/>
    <w:rsid w:val="008950FE"/>
    <w:rsid w:val="008952A5"/>
    <w:rsid w:val="00895F58"/>
    <w:rsid w:val="008972AD"/>
    <w:rsid w:val="0089745C"/>
    <w:rsid w:val="008A0CE0"/>
    <w:rsid w:val="008A0E8B"/>
    <w:rsid w:val="008A100C"/>
    <w:rsid w:val="008A24CA"/>
    <w:rsid w:val="008A2E47"/>
    <w:rsid w:val="008A4892"/>
    <w:rsid w:val="008A579F"/>
    <w:rsid w:val="008A5B26"/>
    <w:rsid w:val="008A7F43"/>
    <w:rsid w:val="008A7FDC"/>
    <w:rsid w:val="008B06B2"/>
    <w:rsid w:val="008B1064"/>
    <w:rsid w:val="008B22B0"/>
    <w:rsid w:val="008B2B97"/>
    <w:rsid w:val="008B2C67"/>
    <w:rsid w:val="008B2E7F"/>
    <w:rsid w:val="008B3823"/>
    <w:rsid w:val="008B42F8"/>
    <w:rsid w:val="008B5B53"/>
    <w:rsid w:val="008B66BA"/>
    <w:rsid w:val="008B761D"/>
    <w:rsid w:val="008B788B"/>
    <w:rsid w:val="008C0387"/>
    <w:rsid w:val="008C09BC"/>
    <w:rsid w:val="008C0F19"/>
    <w:rsid w:val="008C1120"/>
    <w:rsid w:val="008C1FDD"/>
    <w:rsid w:val="008C234C"/>
    <w:rsid w:val="008C23BC"/>
    <w:rsid w:val="008C2CAC"/>
    <w:rsid w:val="008C36B9"/>
    <w:rsid w:val="008C37A1"/>
    <w:rsid w:val="008C43A6"/>
    <w:rsid w:val="008C482E"/>
    <w:rsid w:val="008C48FA"/>
    <w:rsid w:val="008C5552"/>
    <w:rsid w:val="008C5F7A"/>
    <w:rsid w:val="008C62F2"/>
    <w:rsid w:val="008C6D68"/>
    <w:rsid w:val="008C7840"/>
    <w:rsid w:val="008D07AD"/>
    <w:rsid w:val="008D1184"/>
    <w:rsid w:val="008D16B7"/>
    <w:rsid w:val="008D1E16"/>
    <w:rsid w:val="008D2312"/>
    <w:rsid w:val="008D2C82"/>
    <w:rsid w:val="008D37AD"/>
    <w:rsid w:val="008D43D7"/>
    <w:rsid w:val="008D5509"/>
    <w:rsid w:val="008D62B9"/>
    <w:rsid w:val="008D67DA"/>
    <w:rsid w:val="008D7D49"/>
    <w:rsid w:val="008E11A6"/>
    <w:rsid w:val="008E300E"/>
    <w:rsid w:val="008E325C"/>
    <w:rsid w:val="008E4294"/>
    <w:rsid w:val="008E4860"/>
    <w:rsid w:val="008E4F8A"/>
    <w:rsid w:val="008E5011"/>
    <w:rsid w:val="008E5602"/>
    <w:rsid w:val="008E6386"/>
    <w:rsid w:val="008E63E4"/>
    <w:rsid w:val="008E6AB6"/>
    <w:rsid w:val="008E6F3A"/>
    <w:rsid w:val="008E79D7"/>
    <w:rsid w:val="008E7B1F"/>
    <w:rsid w:val="008F12F5"/>
    <w:rsid w:val="008F1703"/>
    <w:rsid w:val="008F40FA"/>
    <w:rsid w:val="008F54E0"/>
    <w:rsid w:val="008F5C98"/>
    <w:rsid w:val="008F63D0"/>
    <w:rsid w:val="009009FC"/>
    <w:rsid w:val="00900EC3"/>
    <w:rsid w:val="00901CCC"/>
    <w:rsid w:val="009020E8"/>
    <w:rsid w:val="00902609"/>
    <w:rsid w:val="0090539C"/>
    <w:rsid w:val="009055C4"/>
    <w:rsid w:val="00905A0F"/>
    <w:rsid w:val="00906187"/>
    <w:rsid w:val="00906570"/>
    <w:rsid w:val="00910237"/>
    <w:rsid w:val="00910991"/>
    <w:rsid w:val="009121BD"/>
    <w:rsid w:val="009124DB"/>
    <w:rsid w:val="00912CFE"/>
    <w:rsid w:val="009145C6"/>
    <w:rsid w:val="00914FE4"/>
    <w:rsid w:val="00915115"/>
    <w:rsid w:val="0091579F"/>
    <w:rsid w:val="009168BD"/>
    <w:rsid w:val="009200F9"/>
    <w:rsid w:val="0092068F"/>
    <w:rsid w:val="00920854"/>
    <w:rsid w:val="00920E08"/>
    <w:rsid w:val="00920E5A"/>
    <w:rsid w:val="00920FED"/>
    <w:rsid w:val="00921A45"/>
    <w:rsid w:val="00921D67"/>
    <w:rsid w:val="009220B0"/>
    <w:rsid w:val="009221B7"/>
    <w:rsid w:val="00922922"/>
    <w:rsid w:val="00923F11"/>
    <w:rsid w:val="00924458"/>
    <w:rsid w:val="00926273"/>
    <w:rsid w:val="00926825"/>
    <w:rsid w:val="00926A48"/>
    <w:rsid w:val="00926CB9"/>
    <w:rsid w:val="009271E7"/>
    <w:rsid w:val="00927BDC"/>
    <w:rsid w:val="00930C7F"/>
    <w:rsid w:val="00931900"/>
    <w:rsid w:val="00931AE8"/>
    <w:rsid w:val="00932181"/>
    <w:rsid w:val="009326C9"/>
    <w:rsid w:val="00935D9E"/>
    <w:rsid w:val="00936926"/>
    <w:rsid w:val="00937D8D"/>
    <w:rsid w:val="009400F0"/>
    <w:rsid w:val="009401B2"/>
    <w:rsid w:val="009414F4"/>
    <w:rsid w:val="00942440"/>
    <w:rsid w:val="00942553"/>
    <w:rsid w:val="009427AF"/>
    <w:rsid w:val="009428DE"/>
    <w:rsid w:val="00942B18"/>
    <w:rsid w:val="009431B0"/>
    <w:rsid w:val="009439ED"/>
    <w:rsid w:val="009444BB"/>
    <w:rsid w:val="00944621"/>
    <w:rsid w:val="00944997"/>
    <w:rsid w:val="00944DAB"/>
    <w:rsid w:val="00945242"/>
    <w:rsid w:val="00945D81"/>
    <w:rsid w:val="00945E1C"/>
    <w:rsid w:val="00946BD1"/>
    <w:rsid w:val="00947C9C"/>
    <w:rsid w:val="00950257"/>
    <w:rsid w:val="00950412"/>
    <w:rsid w:val="00950933"/>
    <w:rsid w:val="00950C5D"/>
    <w:rsid w:val="00950CB3"/>
    <w:rsid w:val="00950F84"/>
    <w:rsid w:val="00950FE1"/>
    <w:rsid w:val="00951035"/>
    <w:rsid w:val="009510AE"/>
    <w:rsid w:val="00951240"/>
    <w:rsid w:val="00951414"/>
    <w:rsid w:val="00951611"/>
    <w:rsid w:val="00951C43"/>
    <w:rsid w:val="00952525"/>
    <w:rsid w:val="00953074"/>
    <w:rsid w:val="00953542"/>
    <w:rsid w:val="00953E6E"/>
    <w:rsid w:val="00955C0D"/>
    <w:rsid w:val="00955C4A"/>
    <w:rsid w:val="00956488"/>
    <w:rsid w:val="00956A68"/>
    <w:rsid w:val="00956E46"/>
    <w:rsid w:val="00956FA1"/>
    <w:rsid w:val="0095720C"/>
    <w:rsid w:val="009572EC"/>
    <w:rsid w:val="0096042B"/>
    <w:rsid w:val="00961407"/>
    <w:rsid w:val="00961591"/>
    <w:rsid w:val="0096248A"/>
    <w:rsid w:val="00962DA8"/>
    <w:rsid w:val="00962E8D"/>
    <w:rsid w:val="009631EE"/>
    <w:rsid w:val="00963A94"/>
    <w:rsid w:val="00964C6A"/>
    <w:rsid w:val="0096513D"/>
    <w:rsid w:val="0096591F"/>
    <w:rsid w:val="00967039"/>
    <w:rsid w:val="009678A6"/>
    <w:rsid w:val="0097075B"/>
    <w:rsid w:val="0097079E"/>
    <w:rsid w:val="00970E01"/>
    <w:rsid w:val="00972A06"/>
    <w:rsid w:val="00972DF7"/>
    <w:rsid w:val="00973429"/>
    <w:rsid w:val="0097373A"/>
    <w:rsid w:val="00973D94"/>
    <w:rsid w:val="0097508C"/>
    <w:rsid w:val="009750B0"/>
    <w:rsid w:val="0097567E"/>
    <w:rsid w:val="009757B7"/>
    <w:rsid w:val="00975D9E"/>
    <w:rsid w:val="009760DA"/>
    <w:rsid w:val="0097629F"/>
    <w:rsid w:val="00977639"/>
    <w:rsid w:val="009778F6"/>
    <w:rsid w:val="00977C38"/>
    <w:rsid w:val="00977EDB"/>
    <w:rsid w:val="00977F31"/>
    <w:rsid w:val="009818A8"/>
    <w:rsid w:val="00981D2B"/>
    <w:rsid w:val="009821A5"/>
    <w:rsid w:val="00982562"/>
    <w:rsid w:val="00982C70"/>
    <w:rsid w:val="00983ECA"/>
    <w:rsid w:val="00985254"/>
    <w:rsid w:val="00985812"/>
    <w:rsid w:val="009865DC"/>
    <w:rsid w:val="00986B55"/>
    <w:rsid w:val="00986D84"/>
    <w:rsid w:val="009874EF"/>
    <w:rsid w:val="00987B7D"/>
    <w:rsid w:val="00990BC8"/>
    <w:rsid w:val="00991CD3"/>
    <w:rsid w:val="0099223B"/>
    <w:rsid w:val="00992BCA"/>
    <w:rsid w:val="009933FF"/>
    <w:rsid w:val="009948AE"/>
    <w:rsid w:val="0099538B"/>
    <w:rsid w:val="00995A3D"/>
    <w:rsid w:val="00995EC5"/>
    <w:rsid w:val="009963F1"/>
    <w:rsid w:val="009969AC"/>
    <w:rsid w:val="00996B4D"/>
    <w:rsid w:val="009A0CBB"/>
    <w:rsid w:val="009A1762"/>
    <w:rsid w:val="009A1A4A"/>
    <w:rsid w:val="009A2441"/>
    <w:rsid w:val="009A46CA"/>
    <w:rsid w:val="009A49F2"/>
    <w:rsid w:val="009A4B28"/>
    <w:rsid w:val="009A51AB"/>
    <w:rsid w:val="009A571E"/>
    <w:rsid w:val="009A66E9"/>
    <w:rsid w:val="009A7408"/>
    <w:rsid w:val="009A778B"/>
    <w:rsid w:val="009A7EDA"/>
    <w:rsid w:val="009B0448"/>
    <w:rsid w:val="009B1BC9"/>
    <w:rsid w:val="009B1FE4"/>
    <w:rsid w:val="009B2D01"/>
    <w:rsid w:val="009B3B87"/>
    <w:rsid w:val="009B4364"/>
    <w:rsid w:val="009B4E17"/>
    <w:rsid w:val="009B57A8"/>
    <w:rsid w:val="009B5B59"/>
    <w:rsid w:val="009B7D2E"/>
    <w:rsid w:val="009C02DE"/>
    <w:rsid w:val="009C13FD"/>
    <w:rsid w:val="009C1813"/>
    <w:rsid w:val="009C1FDB"/>
    <w:rsid w:val="009C1FE6"/>
    <w:rsid w:val="009C2B2C"/>
    <w:rsid w:val="009C3146"/>
    <w:rsid w:val="009C3DAC"/>
    <w:rsid w:val="009C4564"/>
    <w:rsid w:val="009C5246"/>
    <w:rsid w:val="009C5830"/>
    <w:rsid w:val="009C5D0D"/>
    <w:rsid w:val="009C5F0E"/>
    <w:rsid w:val="009C6D61"/>
    <w:rsid w:val="009D196A"/>
    <w:rsid w:val="009D1FEB"/>
    <w:rsid w:val="009D1FEE"/>
    <w:rsid w:val="009D24CC"/>
    <w:rsid w:val="009D2B41"/>
    <w:rsid w:val="009D2D2B"/>
    <w:rsid w:val="009D36DC"/>
    <w:rsid w:val="009D39D6"/>
    <w:rsid w:val="009D4FB0"/>
    <w:rsid w:val="009D516F"/>
    <w:rsid w:val="009D5D6A"/>
    <w:rsid w:val="009D61EF"/>
    <w:rsid w:val="009D696B"/>
    <w:rsid w:val="009D6B2D"/>
    <w:rsid w:val="009D7FD3"/>
    <w:rsid w:val="009E01E9"/>
    <w:rsid w:val="009E0E75"/>
    <w:rsid w:val="009E1F28"/>
    <w:rsid w:val="009E28F1"/>
    <w:rsid w:val="009E376E"/>
    <w:rsid w:val="009E3CA0"/>
    <w:rsid w:val="009E3CCB"/>
    <w:rsid w:val="009E4E7C"/>
    <w:rsid w:val="009E4EC8"/>
    <w:rsid w:val="009E54FB"/>
    <w:rsid w:val="009E56AF"/>
    <w:rsid w:val="009E5CD7"/>
    <w:rsid w:val="009E74B6"/>
    <w:rsid w:val="009F0C7E"/>
    <w:rsid w:val="009F0E1E"/>
    <w:rsid w:val="009F2867"/>
    <w:rsid w:val="009F2C2E"/>
    <w:rsid w:val="009F31F5"/>
    <w:rsid w:val="009F333D"/>
    <w:rsid w:val="009F46FF"/>
    <w:rsid w:val="009F52AC"/>
    <w:rsid w:val="009F6C41"/>
    <w:rsid w:val="009F747A"/>
    <w:rsid w:val="00A01B00"/>
    <w:rsid w:val="00A03E6A"/>
    <w:rsid w:val="00A04D57"/>
    <w:rsid w:val="00A05A9E"/>
    <w:rsid w:val="00A05B7E"/>
    <w:rsid w:val="00A07AFA"/>
    <w:rsid w:val="00A07C3C"/>
    <w:rsid w:val="00A103DF"/>
    <w:rsid w:val="00A106F0"/>
    <w:rsid w:val="00A1157D"/>
    <w:rsid w:val="00A11ADB"/>
    <w:rsid w:val="00A13365"/>
    <w:rsid w:val="00A13F99"/>
    <w:rsid w:val="00A141B8"/>
    <w:rsid w:val="00A149DF"/>
    <w:rsid w:val="00A15896"/>
    <w:rsid w:val="00A15D54"/>
    <w:rsid w:val="00A15E8B"/>
    <w:rsid w:val="00A161AB"/>
    <w:rsid w:val="00A16CCF"/>
    <w:rsid w:val="00A1723E"/>
    <w:rsid w:val="00A176C4"/>
    <w:rsid w:val="00A17963"/>
    <w:rsid w:val="00A17A95"/>
    <w:rsid w:val="00A20FD2"/>
    <w:rsid w:val="00A21051"/>
    <w:rsid w:val="00A231FE"/>
    <w:rsid w:val="00A23240"/>
    <w:rsid w:val="00A25444"/>
    <w:rsid w:val="00A26633"/>
    <w:rsid w:val="00A26E8F"/>
    <w:rsid w:val="00A27734"/>
    <w:rsid w:val="00A306B3"/>
    <w:rsid w:val="00A319D8"/>
    <w:rsid w:val="00A32742"/>
    <w:rsid w:val="00A32743"/>
    <w:rsid w:val="00A3299A"/>
    <w:rsid w:val="00A33949"/>
    <w:rsid w:val="00A349BE"/>
    <w:rsid w:val="00A375B5"/>
    <w:rsid w:val="00A3784D"/>
    <w:rsid w:val="00A3793B"/>
    <w:rsid w:val="00A37CFA"/>
    <w:rsid w:val="00A409BA"/>
    <w:rsid w:val="00A40E76"/>
    <w:rsid w:val="00A40FE8"/>
    <w:rsid w:val="00A41673"/>
    <w:rsid w:val="00A41C95"/>
    <w:rsid w:val="00A42017"/>
    <w:rsid w:val="00A420DD"/>
    <w:rsid w:val="00A42E31"/>
    <w:rsid w:val="00A44315"/>
    <w:rsid w:val="00A45BFB"/>
    <w:rsid w:val="00A45D45"/>
    <w:rsid w:val="00A4658A"/>
    <w:rsid w:val="00A4715D"/>
    <w:rsid w:val="00A4717C"/>
    <w:rsid w:val="00A50095"/>
    <w:rsid w:val="00A51022"/>
    <w:rsid w:val="00A51188"/>
    <w:rsid w:val="00A51280"/>
    <w:rsid w:val="00A51999"/>
    <w:rsid w:val="00A52D28"/>
    <w:rsid w:val="00A53589"/>
    <w:rsid w:val="00A537CD"/>
    <w:rsid w:val="00A53E94"/>
    <w:rsid w:val="00A54460"/>
    <w:rsid w:val="00A54EA6"/>
    <w:rsid w:val="00A55CA8"/>
    <w:rsid w:val="00A56A52"/>
    <w:rsid w:val="00A570BB"/>
    <w:rsid w:val="00A57D4B"/>
    <w:rsid w:val="00A60C1C"/>
    <w:rsid w:val="00A61129"/>
    <w:rsid w:val="00A61421"/>
    <w:rsid w:val="00A61C47"/>
    <w:rsid w:val="00A62EA2"/>
    <w:rsid w:val="00A6313E"/>
    <w:rsid w:val="00A63E97"/>
    <w:rsid w:val="00A65B2D"/>
    <w:rsid w:val="00A6677E"/>
    <w:rsid w:val="00A66AA9"/>
    <w:rsid w:val="00A67F88"/>
    <w:rsid w:val="00A700C3"/>
    <w:rsid w:val="00A7068D"/>
    <w:rsid w:val="00A70D97"/>
    <w:rsid w:val="00A70E5C"/>
    <w:rsid w:val="00A7101B"/>
    <w:rsid w:val="00A71B1C"/>
    <w:rsid w:val="00A71C82"/>
    <w:rsid w:val="00A71C8F"/>
    <w:rsid w:val="00A71D61"/>
    <w:rsid w:val="00A72A6D"/>
    <w:rsid w:val="00A73840"/>
    <w:rsid w:val="00A73D51"/>
    <w:rsid w:val="00A74C96"/>
    <w:rsid w:val="00A74EBF"/>
    <w:rsid w:val="00A75682"/>
    <w:rsid w:val="00A75CDE"/>
    <w:rsid w:val="00A75F5D"/>
    <w:rsid w:val="00A7697B"/>
    <w:rsid w:val="00A76B08"/>
    <w:rsid w:val="00A76B31"/>
    <w:rsid w:val="00A77796"/>
    <w:rsid w:val="00A77D11"/>
    <w:rsid w:val="00A806BC"/>
    <w:rsid w:val="00A806D3"/>
    <w:rsid w:val="00A80BAF"/>
    <w:rsid w:val="00A81AB3"/>
    <w:rsid w:val="00A8214F"/>
    <w:rsid w:val="00A82BB4"/>
    <w:rsid w:val="00A83429"/>
    <w:rsid w:val="00A8399E"/>
    <w:rsid w:val="00A83AAB"/>
    <w:rsid w:val="00A83E10"/>
    <w:rsid w:val="00A850FD"/>
    <w:rsid w:val="00A85589"/>
    <w:rsid w:val="00A85A39"/>
    <w:rsid w:val="00A873C9"/>
    <w:rsid w:val="00A908C1"/>
    <w:rsid w:val="00A90EDC"/>
    <w:rsid w:val="00A911E1"/>
    <w:rsid w:val="00A9287E"/>
    <w:rsid w:val="00A92B91"/>
    <w:rsid w:val="00A930A7"/>
    <w:rsid w:val="00A93DA3"/>
    <w:rsid w:val="00A9409D"/>
    <w:rsid w:val="00A94623"/>
    <w:rsid w:val="00A94C5E"/>
    <w:rsid w:val="00A94DC8"/>
    <w:rsid w:val="00A94DCB"/>
    <w:rsid w:val="00A94F5E"/>
    <w:rsid w:val="00A95350"/>
    <w:rsid w:val="00A95C84"/>
    <w:rsid w:val="00A969F1"/>
    <w:rsid w:val="00A96AC3"/>
    <w:rsid w:val="00A97EE3"/>
    <w:rsid w:val="00AA0792"/>
    <w:rsid w:val="00AA0912"/>
    <w:rsid w:val="00AA0B83"/>
    <w:rsid w:val="00AA2096"/>
    <w:rsid w:val="00AA230E"/>
    <w:rsid w:val="00AA291E"/>
    <w:rsid w:val="00AA3AD7"/>
    <w:rsid w:val="00AA40F7"/>
    <w:rsid w:val="00AA41F0"/>
    <w:rsid w:val="00AA4422"/>
    <w:rsid w:val="00AA4C0E"/>
    <w:rsid w:val="00AA6CA9"/>
    <w:rsid w:val="00AA7729"/>
    <w:rsid w:val="00AA79CC"/>
    <w:rsid w:val="00AA7F67"/>
    <w:rsid w:val="00AB036D"/>
    <w:rsid w:val="00AB10AD"/>
    <w:rsid w:val="00AB145F"/>
    <w:rsid w:val="00AB28A0"/>
    <w:rsid w:val="00AB2C1C"/>
    <w:rsid w:val="00AB3217"/>
    <w:rsid w:val="00AB450E"/>
    <w:rsid w:val="00AB53F5"/>
    <w:rsid w:val="00AB614D"/>
    <w:rsid w:val="00AB679D"/>
    <w:rsid w:val="00AB6BF5"/>
    <w:rsid w:val="00AB6D22"/>
    <w:rsid w:val="00AB7636"/>
    <w:rsid w:val="00AC23C7"/>
    <w:rsid w:val="00AC2429"/>
    <w:rsid w:val="00AC260D"/>
    <w:rsid w:val="00AC29DD"/>
    <w:rsid w:val="00AC2AAD"/>
    <w:rsid w:val="00AC311D"/>
    <w:rsid w:val="00AC5464"/>
    <w:rsid w:val="00AC54D6"/>
    <w:rsid w:val="00AC58CF"/>
    <w:rsid w:val="00AC6094"/>
    <w:rsid w:val="00AC6645"/>
    <w:rsid w:val="00AC678F"/>
    <w:rsid w:val="00AC77AE"/>
    <w:rsid w:val="00AD17A7"/>
    <w:rsid w:val="00AD1D85"/>
    <w:rsid w:val="00AD1EA4"/>
    <w:rsid w:val="00AD232B"/>
    <w:rsid w:val="00AD25DC"/>
    <w:rsid w:val="00AD262D"/>
    <w:rsid w:val="00AD2905"/>
    <w:rsid w:val="00AD3255"/>
    <w:rsid w:val="00AD375C"/>
    <w:rsid w:val="00AD3EA6"/>
    <w:rsid w:val="00AD43CC"/>
    <w:rsid w:val="00AD4E79"/>
    <w:rsid w:val="00AD5C61"/>
    <w:rsid w:val="00AD6716"/>
    <w:rsid w:val="00AD72C7"/>
    <w:rsid w:val="00AD7600"/>
    <w:rsid w:val="00AE07AC"/>
    <w:rsid w:val="00AE08F8"/>
    <w:rsid w:val="00AE1A13"/>
    <w:rsid w:val="00AE25B7"/>
    <w:rsid w:val="00AE3057"/>
    <w:rsid w:val="00AE31C7"/>
    <w:rsid w:val="00AE3401"/>
    <w:rsid w:val="00AE402C"/>
    <w:rsid w:val="00AE6375"/>
    <w:rsid w:val="00AE7A02"/>
    <w:rsid w:val="00AF1484"/>
    <w:rsid w:val="00AF185B"/>
    <w:rsid w:val="00AF18E5"/>
    <w:rsid w:val="00AF3A0F"/>
    <w:rsid w:val="00AF3CFF"/>
    <w:rsid w:val="00AF3D6E"/>
    <w:rsid w:val="00AF5EDF"/>
    <w:rsid w:val="00AF68D7"/>
    <w:rsid w:val="00AF6E0D"/>
    <w:rsid w:val="00AF6E96"/>
    <w:rsid w:val="00B0074E"/>
    <w:rsid w:val="00B0085C"/>
    <w:rsid w:val="00B00E18"/>
    <w:rsid w:val="00B00E7E"/>
    <w:rsid w:val="00B012E0"/>
    <w:rsid w:val="00B01D80"/>
    <w:rsid w:val="00B0200B"/>
    <w:rsid w:val="00B023CE"/>
    <w:rsid w:val="00B0337D"/>
    <w:rsid w:val="00B0413C"/>
    <w:rsid w:val="00B04AA9"/>
    <w:rsid w:val="00B04B9A"/>
    <w:rsid w:val="00B05849"/>
    <w:rsid w:val="00B0610C"/>
    <w:rsid w:val="00B065E6"/>
    <w:rsid w:val="00B07490"/>
    <w:rsid w:val="00B1060D"/>
    <w:rsid w:val="00B10734"/>
    <w:rsid w:val="00B10996"/>
    <w:rsid w:val="00B10ECC"/>
    <w:rsid w:val="00B114A3"/>
    <w:rsid w:val="00B11752"/>
    <w:rsid w:val="00B11F4F"/>
    <w:rsid w:val="00B12201"/>
    <w:rsid w:val="00B14AC2"/>
    <w:rsid w:val="00B15BAE"/>
    <w:rsid w:val="00B16244"/>
    <w:rsid w:val="00B16344"/>
    <w:rsid w:val="00B16A8E"/>
    <w:rsid w:val="00B1727E"/>
    <w:rsid w:val="00B17963"/>
    <w:rsid w:val="00B21703"/>
    <w:rsid w:val="00B21A48"/>
    <w:rsid w:val="00B21B8A"/>
    <w:rsid w:val="00B21DF6"/>
    <w:rsid w:val="00B22430"/>
    <w:rsid w:val="00B22D42"/>
    <w:rsid w:val="00B23DA8"/>
    <w:rsid w:val="00B24114"/>
    <w:rsid w:val="00B24222"/>
    <w:rsid w:val="00B24C65"/>
    <w:rsid w:val="00B24DBF"/>
    <w:rsid w:val="00B25059"/>
    <w:rsid w:val="00B25222"/>
    <w:rsid w:val="00B25333"/>
    <w:rsid w:val="00B25DEC"/>
    <w:rsid w:val="00B25FD8"/>
    <w:rsid w:val="00B26005"/>
    <w:rsid w:val="00B26932"/>
    <w:rsid w:val="00B3003D"/>
    <w:rsid w:val="00B31082"/>
    <w:rsid w:val="00B315A6"/>
    <w:rsid w:val="00B33703"/>
    <w:rsid w:val="00B33ADA"/>
    <w:rsid w:val="00B33E46"/>
    <w:rsid w:val="00B3635A"/>
    <w:rsid w:val="00B367B7"/>
    <w:rsid w:val="00B36E3D"/>
    <w:rsid w:val="00B408E6"/>
    <w:rsid w:val="00B40DFD"/>
    <w:rsid w:val="00B415B6"/>
    <w:rsid w:val="00B4268A"/>
    <w:rsid w:val="00B42EE4"/>
    <w:rsid w:val="00B433A9"/>
    <w:rsid w:val="00B43C58"/>
    <w:rsid w:val="00B43E2B"/>
    <w:rsid w:val="00B44802"/>
    <w:rsid w:val="00B44A57"/>
    <w:rsid w:val="00B45441"/>
    <w:rsid w:val="00B4692F"/>
    <w:rsid w:val="00B4694A"/>
    <w:rsid w:val="00B5040C"/>
    <w:rsid w:val="00B50D32"/>
    <w:rsid w:val="00B50DF0"/>
    <w:rsid w:val="00B51050"/>
    <w:rsid w:val="00B517FC"/>
    <w:rsid w:val="00B51FFE"/>
    <w:rsid w:val="00B522C3"/>
    <w:rsid w:val="00B5296E"/>
    <w:rsid w:val="00B546FE"/>
    <w:rsid w:val="00B54D7B"/>
    <w:rsid w:val="00B54E2E"/>
    <w:rsid w:val="00B55265"/>
    <w:rsid w:val="00B56FB6"/>
    <w:rsid w:val="00B576F3"/>
    <w:rsid w:val="00B57994"/>
    <w:rsid w:val="00B57A65"/>
    <w:rsid w:val="00B57EEF"/>
    <w:rsid w:val="00B60D89"/>
    <w:rsid w:val="00B6151C"/>
    <w:rsid w:val="00B6195B"/>
    <w:rsid w:val="00B61C60"/>
    <w:rsid w:val="00B6208C"/>
    <w:rsid w:val="00B62825"/>
    <w:rsid w:val="00B6321C"/>
    <w:rsid w:val="00B65E17"/>
    <w:rsid w:val="00B667CB"/>
    <w:rsid w:val="00B668FA"/>
    <w:rsid w:val="00B66AA8"/>
    <w:rsid w:val="00B67032"/>
    <w:rsid w:val="00B67041"/>
    <w:rsid w:val="00B67314"/>
    <w:rsid w:val="00B70057"/>
    <w:rsid w:val="00B7072E"/>
    <w:rsid w:val="00B70DD0"/>
    <w:rsid w:val="00B7155C"/>
    <w:rsid w:val="00B71AE8"/>
    <w:rsid w:val="00B71E55"/>
    <w:rsid w:val="00B72673"/>
    <w:rsid w:val="00B72DB6"/>
    <w:rsid w:val="00B73CA3"/>
    <w:rsid w:val="00B7529D"/>
    <w:rsid w:val="00B7550A"/>
    <w:rsid w:val="00B755ED"/>
    <w:rsid w:val="00B7581F"/>
    <w:rsid w:val="00B7698C"/>
    <w:rsid w:val="00B778E5"/>
    <w:rsid w:val="00B80AEA"/>
    <w:rsid w:val="00B8227C"/>
    <w:rsid w:val="00B82337"/>
    <w:rsid w:val="00B8290A"/>
    <w:rsid w:val="00B831EB"/>
    <w:rsid w:val="00B849F4"/>
    <w:rsid w:val="00B85731"/>
    <w:rsid w:val="00B85C7D"/>
    <w:rsid w:val="00B862D2"/>
    <w:rsid w:val="00B865B2"/>
    <w:rsid w:val="00B867BD"/>
    <w:rsid w:val="00B878E6"/>
    <w:rsid w:val="00B87D3D"/>
    <w:rsid w:val="00B91224"/>
    <w:rsid w:val="00B912A1"/>
    <w:rsid w:val="00B93614"/>
    <w:rsid w:val="00B95284"/>
    <w:rsid w:val="00B95891"/>
    <w:rsid w:val="00B95ADA"/>
    <w:rsid w:val="00B964DF"/>
    <w:rsid w:val="00B966B5"/>
    <w:rsid w:val="00B9727F"/>
    <w:rsid w:val="00BA06CD"/>
    <w:rsid w:val="00BA1821"/>
    <w:rsid w:val="00BA1BBD"/>
    <w:rsid w:val="00BA1BE2"/>
    <w:rsid w:val="00BA226E"/>
    <w:rsid w:val="00BA31BF"/>
    <w:rsid w:val="00BA3772"/>
    <w:rsid w:val="00BA4785"/>
    <w:rsid w:val="00BA5229"/>
    <w:rsid w:val="00BA5E08"/>
    <w:rsid w:val="00BA752C"/>
    <w:rsid w:val="00BA76E8"/>
    <w:rsid w:val="00BA7F83"/>
    <w:rsid w:val="00BB041A"/>
    <w:rsid w:val="00BB095D"/>
    <w:rsid w:val="00BB0E2D"/>
    <w:rsid w:val="00BB1C12"/>
    <w:rsid w:val="00BB384B"/>
    <w:rsid w:val="00BB4CF1"/>
    <w:rsid w:val="00BB4D19"/>
    <w:rsid w:val="00BB6015"/>
    <w:rsid w:val="00BB6BF7"/>
    <w:rsid w:val="00BB6CE1"/>
    <w:rsid w:val="00BB7200"/>
    <w:rsid w:val="00BB7C99"/>
    <w:rsid w:val="00BC02A7"/>
    <w:rsid w:val="00BC02B2"/>
    <w:rsid w:val="00BC1084"/>
    <w:rsid w:val="00BC1503"/>
    <w:rsid w:val="00BC1E8F"/>
    <w:rsid w:val="00BC3B2F"/>
    <w:rsid w:val="00BC3C40"/>
    <w:rsid w:val="00BC3FCC"/>
    <w:rsid w:val="00BC4C7D"/>
    <w:rsid w:val="00BC5051"/>
    <w:rsid w:val="00BC5993"/>
    <w:rsid w:val="00BC5A40"/>
    <w:rsid w:val="00BD09D5"/>
    <w:rsid w:val="00BD09E1"/>
    <w:rsid w:val="00BD2155"/>
    <w:rsid w:val="00BD224B"/>
    <w:rsid w:val="00BD3540"/>
    <w:rsid w:val="00BD47D7"/>
    <w:rsid w:val="00BD49D0"/>
    <w:rsid w:val="00BD4F11"/>
    <w:rsid w:val="00BD5261"/>
    <w:rsid w:val="00BD595A"/>
    <w:rsid w:val="00BD6864"/>
    <w:rsid w:val="00BD75A8"/>
    <w:rsid w:val="00BD7972"/>
    <w:rsid w:val="00BE0380"/>
    <w:rsid w:val="00BE0F07"/>
    <w:rsid w:val="00BE1054"/>
    <w:rsid w:val="00BE1742"/>
    <w:rsid w:val="00BE1FCC"/>
    <w:rsid w:val="00BE211E"/>
    <w:rsid w:val="00BE21E2"/>
    <w:rsid w:val="00BE30E9"/>
    <w:rsid w:val="00BE393F"/>
    <w:rsid w:val="00BE39E5"/>
    <w:rsid w:val="00BE444E"/>
    <w:rsid w:val="00BE4839"/>
    <w:rsid w:val="00BE4DB2"/>
    <w:rsid w:val="00BE5047"/>
    <w:rsid w:val="00BE5171"/>
    <w:rsid w:val="00BE64E0"/>
    <w:rsid w:val="00BE73AC"/>
    <w:rsid w:val="00BF0E0A"/>
    <w:rsid w:val="00BF2157"/>
    <w:rsid w:val="00BF2492"/>
    <w:rsid w:val="00BF2F7A"/>
    <w:rsid w:val="00BF3C21"/>
    <w:rsid w:val="00BF4323"/>
    <w:rsid w:val="00BF4485"/>
    <w:rsid w:val="00BF4AE9"/>
    <w:rsid w:val="00BF4FC3"/>
    <w:rsid w:val="00BF529C"/>
    <w:rsid w:val="00BF5E9B"/>
    <w:rsid w:val="00BF633B"/>
    <w:rsid w:val="00C002FF"/>
    <w:rsid w:val="00C00A0C"/>
    <w:rsid w:val="00C011F9"/>
    <w:rsid w:val="00C0127E"/>
    <w:rsid w:val="00C013C9"/>
    <w:rsid w:val="00C01A8B"/>
    <w:rsid w:val="00C023A8"/>
    <w:rsid w:val="00C02D1B"/>
    <w:rsid w:val="00C02ED5"/>
    <w:rsid w:val="00C04492"/>
    <w:rsid w:val="00C05994"/>
    <w:rsid w:val="00C05B9B"/>
    <w:rsid w:val="00C07864"/>
    <w:rsid w:val="00C10A5B"/>
    <w:rsid w:val="00C10FF2"/>
    <w:rsid w:val="00C1254C"/>
    <w:rsid w:val="00C12B64"/>
    <w:rsid w:val="00C139D8"/>
    <w:rsid w:val="00C139FC"/>
    <w:rsid w:val="00C16719"/>
    <w:rsid w:val="00C17430"/>
    <w:rsid w:val="00C17747"/>
    <w:rsid w:val="00C17F64"/>
    <w:rsid w:val="00C20051"/>
    <w:rsid w:val="00C203D8"/>
    <w:rsid w:val="00C20471"/>
    <w:rsid w:val="00C205EB"/>
    <w:rsid w:val="00C2082A"/>
    <w:rsid w:val="00C236A8"/>
    <w:rsid w:val="00C23D9D"/>
    <w:rsid w:val="00C2413A"/>
    <w:rsid w:val="00C24D9E"/>
    <w:rsid w:val="00C2512A"/>
    <w:rsid w:val="00C25C06"/>
    <w:rsid w:val="00C26B7F"/>
    <w:rsid w:val="00C26BDF"/>
    <w:rsid w:val="00C30BBA"/>
    <w:rsid w:val="00C32522"/>
    <w:rsid w:val="00C3290B"/>
    <w:rsid w:val="00C34407"/>
    <w:rsid w:val="00C35AAB"/>
    <w:rsid w:val="00C35B6A"/>
    <w:rsid w:val="00C35C03"/>
    <w:rsid w:val="00C3613B"/>
    <w:rsid w:val="00C36A58"/>
    <w:rsid w:val="00C36BE7"/>
    <w:rsid w:val="00C37070"/>
    <w:rsid w:val="00C370AB"/>
    <w:rsid w:val="00C374DD"/>
    <w:rsid w:val="00C37A2D"/>
    <w:rsid w:val="00C4045C"/>
    <w:rsid w:val="00C41566"/>
    <w:rsid w:val="00C429E0"/>
    <w:rsid w:val="00C42F7F"/>
    <w:rsid w:val="00C43693"/>
    <w:rsid w:val="00C44760"/>
    <w:rsid w:val="00C459CE"/>
    <w:rsid w:val="00C469B4"/>
    <w:rsid w:val="00C476BB"/>
    <w:rsid w:val="00C47C6B"/>
    <w:rsid w:val="00C50383"/>
    <w:rsid w:val="00C516AB"/>
    <w:rsid w:val="00C52D6D"/>
    <w:rsid w:val="00C53A85"/>
    <w:rsid w:val="00C53AD8"/>
    <w:rsid w:val="00C53B5A"/>
    <w:rsid w:val="00C53E70"/>
    <w:rsid w:val="00C54386"/>
    <w:rsid w:val="00C55471"/>
    <w:rsid w:val="00C5609C"/>
    <w:rsid w:val="00C567B2"/>
    <w:rsid w:val="00C56E85"/>
    <w:rsid w:val="00C572BA"/>
    <w:rsid w:val="00C572E3"/>
    <w:rsid w:val="00C60079"/>
    <w:rsid w:val="00C604B7"/>
    <w:rsid w:val="00C60803"/>
    <w:rsid w:val="00C622E8"/>
    <w:rsid w:val="00C624D2"/>
    <w:rsid w:val="00C6363B"/>
    <w:rsid w:val="00C63F79"/>
    <w:rsid w:val="00C64237"/>
    <w:rsid w:val="00C65D7B"/>
    <w:rsid w:val="00C66254"/>
    <w:rsid w:val="00C66B22"/>
    <w:rsid w:val="00C66C2D"/>
    <w:rsid w:val="00C66C82"/>
    <w:rsid w:val="00C66DB7"/>
    <w:rsid w:val="00C670C6"/>
    <w:rsid w:val="00C671A8"/>
    <w:rsid w:val="00C67795"/>
    <w:rsid w:val="00C706F9"/>
    <w:rsid w:val="00C707D8"/>
    <w:rsid w:val="00C70C64"/>
    <w:rsid w:val="00C71C70"/>
    <w:rsid w:val="00C71CBA"/>
    <w:rsid w:val="00C72595"/>
    <w:rsid w:val="00C729F3"/>
    <w:rsid w:val="00C73725"/>
    <w:rsid w:val="00C74DF3"/>
    <w:rsid w:val="00C752EC"/>
    <w:rsid w:val="00C75977"/>
    <w:rsid w:val="00C816EF"/>
    <w:rsid w:val="00C83D94"/>
    <w:rsid w:val="00C83E0F"/>
    <w:rsid w:val="00C83FD2"/>
    <w:rsid w:val="00C84732"/>
    <w:rsid w:val="00C849BE"/>
    <w:rsid w:val="00C84E1D"/>
    <w:rsid w:val="00C85079"/>
    <w:rsid w:val="00C86668"/>
    <w:rsid w:val="00C86670"/>
    <w:rsid w:val="00C87998"/>
    <w:rsid w:val="00C90507"/>
    <w:rsid w:val="00C90644"/>
    <w:rsid w:val="00C9277A"/>
    <w:rsid w:val="00C92780"/>
    <w:rsid w:val="00C928D0"/>
    <w:rsid w:val="00C92A93"/>
    <w:rsid w:val="00C93419"/>
    <w:rsid w:val="00C93D34"/>
    <w:rsid w:val="00C94157"/>
    <w:rsid w:val="00C95C4F"/>
    <w:rsid w:val="00C95CF4"/>
    <w:rsid w:val="00C95E33"/>
    <w:rsid w:val="00C95ED9"/>
    <w:rsid w:val="00C9609C"/>
    <w:rsid w:val="00C96461"/>
    <w:rsid w:val="00C97999"/>
    <w:rsid w:val="00C97EE2"/>
    <w:rsid w:val="00CA0828"/>
    <w:rsid w:val="00CA24A6"/>
    <w:rsid w:val="00CA3F9C"/>
    <w:rsid w:val="00CA533D"/>
    <w:rsid w:val="00CA6C6D"/>
    <w:rsid w:val="00CA7536"/>
    <w:rsid w:val="00CA7D4A"/>
    <w:rsid w:val="00CB07B3"/>
    <w:rsid w:val="00CB096D"/>
    <w:rsid w:val="00CB22B7"/>
    <w:rsid w:val="00CB2840"/>
    <w:rsid w:val="00CB2C58"/>
    <w:rsid w:val="00CB310C"/>
    <w:rsid w:val="00CB31FA"/>
    <w:rsid w:val="00CB3DBC"/>
    <w:rsid w:val="00CB4456"/>
    <w:rsid w:val="00CB486C"/>
    <w:rsid w:val="00CB497A"/>
    <w:rsid w:val="00CB555E"/>
    <w:rsid w:val="00CB5A05"/>
    <w:rsid w:val="00CB5D34"/>
    <w:rsid w:val="00CB5F05"/>
    <w:rsid w:val="00CB63CA"/>
    <w:rsid w:val="00CB7BB8"/>
    <w:rsid w:val="00CC0483"/>
    <w:rsid w:val="00CC04D3"/>
    <w:rsid w:val="00CC0B0A"/>
    <w:rsid w:val="00CC16EB"/>
    <w:rsid w:val="00CC1781"/>
    <w:rsid w:val="00CC1C43"/>
    <w:rsid w:val="00CC211D"/>
    <w:rsid w:val="00CC2C64"/>
    <w:rsid w:val="00CC2D1A"/>
    <w:rsid w:val="00CC5588"/>
    <w:rsid w:val="00CC665F"/>
    <w:rsid w:val="00CC6C2C"/>
    <w:rsid w:val="00CC6FF3"/>
    <w:rsid w:val="00CC730F"/>
    <w:rsid w:val="00CC760C"/>
    <w:rsid w:val="00CC79B6"/>
    <w:rsid w:val="00CD1123"/>
    <w:rsid w:val="00CD175E"/>
    <w:rsid w:val="00CD217C"/>
    <w:rsid w:val="00CD2371"/>
    <w:rsid w:val="00CD289E"/>
    <w:rsid w:val="00CD2AEA"/>
    <w:rsid w:val="00CD306D"/>
    <w:rsid w:val="00CD4168"/>
    <w:rsid w:val="00CD451E"/>
    <w:rsid w:val="00CD473D"/>
    <w:rsid w:val="00CD7960"/>
    <w:rsid w:val="00CD7B92"/>
    <w:rsid w:val="00CD7E4E"/>
    <w:rsid w:val="00CE01D6"/>
    <w:rsid w:val="00CE0551"/>
    <w:rsid w:val="00CE0B2B"/>
    <w:rsid w:val="00CE0F6F"/>
    <w:rsid w:val="00CE1319"/>
    <w:rsid w:val="00CE157F"/>
    <w:rsid w:val="00CE1B20"/>
    <w:rsid w:val="00CE2EDB"/>
    <w:rsid w:val="00CE3529"/>
    <w:rsid w:val="00CE379C"/>
    <w:rsid w:val="00CE38D8"/>
    <w:rsid w:val="00CE52DC"/>
    <w:rsid w:val="00CE5DA6"/>
    <w:rsid w:val="00CE5EB0"/>
    <w:rsid w:val="00CE6008"/>
    <w:rsid w:val="00CE6119"/>
    <w:rsid w:val="00CE62D6"/>
    <w:rsid w:val="00CE7100"/>
    <w:rsid w:val="00CF03D5"/>
    <w:rsid w:val="00CF0EAF"/>
    <w:rsid w:val="00CF1A4E"/>
    <w:rsid w:val="00CF1B36"/>
    <w:rsid w:val="00CF1E32"/>
    <w:rsid w:val="00CF29AA"/>
    <w:rsid w:val="00CF3CBF"/>
    <w:rsid w:val="00CF42CD"/>
    <w:rsid w:val="00CF4491"/>
    <w:rsid w:val="00CF48DC"/>
    <w:rsid w:val="00CF4A22"/>
    <w:rsid w:val="00CF538F"/>
    <w:rsid w:val="00CF6AD1"/>
    <w:rsid w:val="00CF77A3"/>
    <w:rsid w:val="00D00510"/>
    <w:rsid w:val="00D00959"/>
    <w:rsid w:val="00D012D4"/>
    <w:rsid w:val="00D01F85"/>
    <w:rsid w:val="00D0293A"/>
    <w:rsid w:val="00D03841"/>
    <w:rsid w:val="00D03AAD"/>
    <w:rsid w:val="00D03BE2"/>
    <w:rsid w:val="00D04DCC"/>
    <w:rsid w:val="00D04F80"/>
    <w:rsid w:val="00D0564A"/>
    <w:rsid w:val="00D05DA5"/>
    <w:rsid w:val="00D0682F"/>
    <w:rsid w:val="00D0738F"/>
    <w:rsid w:val="00D07E8B"/>
    <w:rsid w:val="00D103D5"/>
    <w:rsid w:val="00D10D7D"/>
    <w:rsid w:val="00D12C93"/>
    <w:rsid w:val="00D13731"/>
    <w:rsid w:val="00D13AEF"/>
    <w:rsid w:val="00D13DC0"/>
    <w:rsid w:val="00D144D5"/>
    <w:rsid w:val="00D14862"/>
    <w:rsid w:val="00D163FE"/>
    <w:rsid w:val="00D16B61"/>
    <w:rsid w:val="00D16EFC"/>
    <w:rsid w:val="00D17296"/>
    <w:rsid w:val="00D2226B"/>
    <w:rsid w:val="00D22420"/>
    <w:rsid w:val="00D24287"/>
    <w:rsid w:val="00D24580"/>
    <w:rsid w:val="00D25486"/>
    <w:rsid w:val="00D25E7A"/>
    <w:rsid w:val="00D26A9A"/>
    <w:rsid w:val="00D27224"/>
    <w:rsid w:val="00D27738"/>
    <w:rsid w:val="00D27827"/>
    <w:rsid w:val="00D2788C"/>
    <w:rsid w:val="00D30320"/>
    <w:rsid w:val="00D30393"/>
    <w:rsid w:val="00D31EA2"/>
    <w:rsid w:val="00D32248"/>
    <w:rsid w:val="00D33FC4"/>
    <w:rsid w:val="00D34715"/>
    <w:rsid w:val="00D34F56"/>
    <w:rsid w:val="00D360CC"/>
    <w:rsid w:val="00D36138"/>
    <w:rsid w:val="00D3621D"/>
    <w:rsid w:val="00D37541"/>
    <w:rsid w:val="00D40161"/>
    <w:rsid w:val="00D402BE"/>
    <w:rsid w:val="00D4088D"/>
    <w:rsid w:val="00D4275F"/>
    <w:rsid w:val="00D42B23"/>
    <w:rsid w:val="00D42F76"/>
    <w:rsid w:val="00D43112"/>
    <w:rsid w:val="00D447C5"/>
    <w:rsid w:val="00D44848"/>
    <w:rsid w:val="00D44A6B"/>
    <w:rsid w:val="00D44BE2"/>
    <w:rsid w:val="00D45075"/>
    <w:rsid w:val="00D45222"/>
    <w:rsid w:val="00D47364"/>
    <w:rsid w:val="00D478A2"/>
    <w:rsid w:val="00D50734"/>
    <w:rsid w:val="00D50E9E"/>
    <w:rsid w:val="00D5187E"/>
    <w:rsid w:val="00D52138"/>
    <w:rsid w:val="00D54FE7"/>
    <w:rsid w:val="00D550E8"/>
    <w:rsid w:val="00D557ED"/>
    <w:rsid w:val="00D55D5A"/>
    <w:rsid w:val="00D56331"/>
    <w:rsid w:val="00D57723"/>
    <w:rsid w:val="00D600DD"/>
    <w:rsid w:val="00D6021E"/>
    <w:rsid w:val="00D60260"/>
    <w:rsid w:val="00D60867"/>
    <w:rsid w:val="00D614FE"/>
    <w:rsid w:val="00D61C08"/>
    <w:rsid w:val="00D62D12"/>
    <w:rsid w:val="00D63BDF"/>
    <w:rsid w:val="00D63E8D"/>
    <w:rsid w:val="00D65AC3"/>
    <w:rsid w:val="00D6613F"/>
    <w:rsid w:val="00D66C97"/>
    <w:rsid w:val="00D67044"/>
    <w:rsid w:val="00D70B8E"/>
    <w:rsid w:val="00D71A3D"/>
    <w:rsid w:val="00D71E13"/>
    <w:rsid w:val="00D72144"/>
    <w:rsid w:val="00D72B65"/>
    <w:rsid w:val="00D73A56"/>
    <w:rsid w:val="00D7437D"/>
    <w:rsid w:val="00D74EA0"/>
    <w:rsid w:val="00D77115"/>
    <w:rsid w:val="00D77294"/>
    <w:rsid w:val="00D772A1"/>
    <w:rsid w:val="00D77509"/>
    <w:rsid w:val="00D77F96"/>
    <w:rsid w:val="00D81F5E"/>
    <w:rsid w:val="00D82A94"/>
    <w:rsid w:val="00D82B62"/>
    <w:rsid w:val="00D84159"/>
    <w:rsid w:val="00D84D23"/>
    <w:rsid w:val="00D8509B"/>
    <w:rsid w:val="00D857EF"/>
    <w:rsid w:val="00D860CE"/>
    <w:rsid w:val="00D86E55"/>
    <w:rsid w:val="00D8760A"/>
    <w:rsid w:val="00D87B88"/>
    <w:rsid w:val="00D9131A"/>
    <w:rsid w:val="00D91757"/>
    <w:rsid w:val="00D926E2"/>
    <w:rsid w:val="00D93F49"/>
    <w:rsid w:val="00D95F02"/>
    <w:rsid w:val="00D96832"/>
    <w:rsid w:val="00D976D9"/>
    <w:rsid w:val="00D97C65"/>
    <w:rsid w:val="00DA091F"/>
    <w:rsid w:val="00DA0967"/>
    <w:rsid w:val="00DA0AE5"/>
    <w:rsid w:val="00DA296A"/>
    <w:rsid w:val="00DA4050"/>
    <w:rsid w:val="00DA5100"/>
    <w:rsid w:val="00DA5FB1"/>
    <w:rsid w:val="00DA6110"/>
    <w:rsid w:val="00DA6DB3"/>
    <w:rsid w:val="00DA71AA"/>
    <w:rsid w:val="00DB028B"/>
    <w:rsid w:val="00DB1A22"/>
    <w:rsid w:val="00DB20A7"/>
    <w:rsid w:val="00DB211E"/>
    <w:rsid w:val="00DB2CDD"/>
    <w:rsid w:val="00DB33F8"/>
    <w:rsid w:val="00DB379D"/>
    <w:rsid w:val="00DB3D39"/>
    <w:rsid w:val="00DB3D52"/>
    <w:rsid w:val="00DB42EC"/>
    <w:rsid w:val="00DB56E3"/>
    <w:rsid w:val="00DB6064"/>
    <w:rsid w:val="00DB62A6"/>
    <w:rsid w:val="00DB6681"/>
    <w:rsid w:val="00DB6EBE"/>
    <w:rsid w:val="00DC115E"/>
    <w:rsid w:val="00DC19BC"/>
    <w:rsid w:val="00DC1A8B"/>
    <w:rsid w:val="00DC22C9"/>
    <w:rsid w:val="00DC2E98"/>
    <w:rsid w:val="00DC653A"/>
    <w:rsid w:val="00DC6954"/>
    <w:rsid w:val="00DC6BFF"/>
    <w:rsid w:val="00DC79F9"/>
    <w:rsid w:val="00DC7F65"/>
    <w:rsid w:val="00DD0785"/>
    <w:rsid w:val="00DD0C05"/>
    <w:rsid w:val="00DD115E"/>
    <w:rsid w:val="00DD1F40"/>
    <w:rsid w:val="00DD25F9"/>
    <w:rsid w:val="00DD2D78"/>
    <w:rsid w:val="00DD2D7B"/>
    <w:rsid w:val="00DD3149"/>
    <w:rsid w:val="00DD3B41"/>
    <w:rsid w:val="00DD410F"/>
    <w:rsid w:val="00DD5398"/>
    <w:rsid w:val="00DD59EB"/>
    <w:rsid w:val="00DD5B7C"/>
    <w:rsid w:val="00DD6826"/>
    <w:rsid w:val="00DE12D6"/>
    <w:rsid w:val="00DE1AD8"/>
    <w:rsid w:val="00DE1E16"/>
    <w:rsid w:val="00DE2012"/>
    <w:rsid w:val="00DE2F1C"/>
    <w:rsid w:val="00DE4177"/>
    <w:rsid w:val="00DE4495"/>
    <w:rsid w:val="00DE5291"/>
    <w:rsid w:val="00DE5391"/>
    <w:rsid w:val="00DE568C"/>
    <w:rsid w:val="00DE6329"/>
    <w:rsid w:val="00DF07ED"/>
    <w:rsid w:val="00DF18B0"/>
    <w:rsid w:val="00DF1926"/>
    <w:rsid w:val="00DF1F7A"/>
    <w:rsid w:val="00DF2DB4"/>
    <w:rsid w:val="00DF2ED6"/>
    <w:rsid w:val="00DF3B8C"/>
    <w:rsid w:val="00DF403A"/>
    <w:rsid w:val="00DF493B"/>
    <w:rsid w:val="00DF4B9B"/>
    <w:rsid w:val="00DF5BC9"/>
    <w:rsid w:val="00DF5D50"/>
    <w:rsid w:val="00DF6047"/>
    <w:rsid w:val="00DF649B"/>
    <w:rsid w:val="00DF735A"/>
    <w:rsid w:val="00E00044"/>
    <w:rsid w:val="00E0021D"/>
    <w:rsid w:val="00E00282"/>
    <w:rsid w:val="00E00E77"/>
    <w:rsid w:val="00E0105E"/>
    <w:rsid w:val="00E01E71"/>
    <w:rsid w:val="00E02629"/>
    <w:rsid w:val="00E03BC1"/>
    <w:rsid w:val="00E04B69"/>
    <w:rsid w:val="00E04E7F"/>
    <w:rsid w:val="00E05271"/>
    <w:rsid w:val="00E05723"/>
    <w:rsid w:val="00E0572F"/>
    <w:rsid w:val="00E06362"/>
    <w:rsid w:val="00E0657E"/>
    <w:rsid w:val="00E10990"/>
    <w:rsid w:val="00E10A5D"/>
    <w:rsid w:val="00E1108D"/>
    <w:rsid w:val="00E113F0"/>
    <w:rsid w:val="00E11F45"/>
    <w:rsid w:val="00E1201F"/>
    <w:rsid w:val="00E126DB"/>
    <w:rsid w:val="00E13826"/>
    <w:rsid w:val="00E1418A"/>
    <w:rsid w:val="00E16978"/>
    <w:rsid w:val="00E16C4A"/>
    <w:rsid w:val="00E17330"/>
    <w:rsid w:val="00E20ADA"/>
    <w:rsid w:val="00E212E7"/>
    <w:rsid w:val="00E2155A"/>
    <w:rsid w:val="00E216D9"/>
    <w:rsid w:val="00E219E1"/>
    <w:rsid w:val="00E21A8A"/>
    <w:rsid w:val="00E21B21"/>
    <w:rsid w:val="00E22C40"/>
    <w:rsid w:val="00E22F2E"/>
    <w:rsid w:val="00E230A2"/>
    <w:rsid w:val="00E235A7"/>
    <w:rsid w:val="00E23D60"/>
    <w:rsid w:val="00E23E10"/>
    <w:rsid w:val="00E24AEF"/>
    <w:rsid w:val="00E25078"/>
    <w:rsid w:val="00E2528A"/>
    <w:rsid w:val="00E25C79"/>
    <w:rsid w:val="00E25E37"/>
    <w:rsid w:val="00E27419"/>
    <w:rsid w:val="00E27F50"/>
    <w:rsid w:val="00E3016D"/>
    <w:rsid w:val="00E30341"/>
    <w:rsid w:val="00E30C66"/>
    <w:rsid w:val="00E32041"/>
    <w:rsid w:val="00E325D6"/>
    <w:rsid w:val="00E336D8"/>
    <w:rsid w:val="00E34A7C"/>
    <w:rsid w:val="00E34EEE"/>
    <w:rsid w:val="00E35214"/>
    <w:rsid w:val="00E35482"/>
    <w:rsid w:val="00E35BD9"/>
    <w:rsid w:val="00E36676"/>
    <w:rsid w:val="00E36F6D"/>
    <w:rsid w:val="00E36FF3"/>
    <w:rsid w:val="00E37BAA"/>
    <w:rsid w:val="00E37D87"/>
    <w:rsid w:val="00E408E4"/>
    <w:rsid w:val="00E40BA1"/>
    <w:rsid w:val="00E41378"/>
    <w:rsid w:val="00E41803"/>
    <w:rsid w:val="00E41E07"/>
    <w:rsid w:val="00E4306A"/>
    <w:rsid w:val="00E438B2"/>
    <w:rsid w:val="00E43AFB"/>
    <w:rsid w:val="00E4476F"/>
    <w:rsid w:val="00E45416"/>
    <w:rsid w:val="00E454AC"/>
    <w:rsid w:val="00E45A9D"/>
    <w:rsid w:val="00E46898"/>
    <w:rsid w:val="00E46A39"/>
    <w:rsid w:val="00E5076A"/>
    <w:rsid w:val="00E50C87"/>
    <w:rsid w:val="00E52A1C"/>
    <w:rsid w:val="00E53582"/>
    <w:rsid w:val="00E538F4"/>
    <w:rsid w:val="00E548E1"/>
    <w:rsid w:val="00E56617"/>
    <w:rsid w:val="00E569A2"/>
    <w:rsid w:val="00E569FB"/>
    <w:rsid w:val="00E56E0C"/>
    <w:rsid w:val="00E5712C"/>
    <w:rsid w:val="00E57AB0"/>
    <w:rsid w:val="00E613FC"/>
    <w:rsid w:val="00E622AD"/>
    <w:rsid w:val="00E6295D"/>
    <w:rsid w:val="00E63408"/>
    <w:rsid w:val="00E63424"/>
    <w:rsid w:val="00E6422B"/>
    <w:rsid w:val="00E644B4"/>
    <w:rsid w:val="00E646FD"/>
    <w:rsid w:val="00E648BC"/>
    <w:rsid w:val="00E65BDE"/>
    <w:rsid w:val="00E65C9F"/>
    <w:rsid w:val="00E7161B"/>
    <w:rsid w:val="00E7172F"/>
    <w:rsid w:val="00E72AD6"/>
    <w:rsid w:val="00E739D5"/>
    <w:rsid w:val="00E746EA"/>
    <w:rsid w:val="00E74CF3"/>
    <w:rsid w:val="00E75EEB"/>
    <w:rsid w:val="00E767E0"/>
    <w:rsid w:val="00E7697F"/>
    <w:rsid w:val="00E76CDA"/>
    <w:rsid w:val="00E76EC2"/>
    <w:rsid w:val="00E76F75"/>
    <w:rsid w:val="00E77375"/>
    <w:rsid w:val="00E83727"/>
    <w:rsid w:val="00E84C43"/>
    <w:rsid w:val="00E85768"/>
    <w:rsid w:val="00E866CB"/>
    <w:rsid w:val="00E86C91"/>
    <w:rsid w:val="00E8707B"/>
    <w:rsid w:val="00E9006E"/>
    <w:rsid w:val="00E903D8"/>
    <w:rsid w:val="00E90DBF"/>
    <w:rsid w:val="00E90DCF"/>
    <w:rsid w:val="00E91CE4"/>
    <w:rsid w:val="00E921C9"/>
    <w:rsid w:val="00E92608"/>
    <w:rsid w:val="00E92D23"/>
    <w:rsid w:val="00E9307E"/>
    <w:rsid w:val="00E9484D"/>
    <w:rsid w:val="00E94F31"/>
    <w:rsid w:val="00E95048"/>
    <w:rsid w:val="00E95887"/>
    <w:rsid w:val="00E9681E"/>
    <w:rsid w:val="00E9687F"/>
    <w:rsid w:val="00E97349"/>
    <w:rsid w:val="00E97695"/>
    <w:rsid w:val="00EA03B0"/>
    <w:rsid w:val="00EA0BC3"/>
    <w:rsid w:val="00EA1006"/>
    <w:rsid w:val="00EA1576"/>
    <w:rsid w:val="00EA23A7"/>
    <w:rsid w:val="00EA3667"/>
    <w:rsid w:val="00EA3BA7"/>
    <w:rsid w:val="00EA41CA"/>
    <w:rsid w:val="00EA448C"/>
    <w:rsid w:val="00EA4B7A"/>
    <w:rsid w:val="00EA5720"/>
    <w:rsid w:val="00EA6C16"/>
    <w:rsid w:val="00EA7342"/>
    <w:rsid w:val="00EA738D"/>
    <w:rsid w:val="00EA7776"/>
    <w:rsid w:val="00EA7B00"/>
    <w:rsid w:val="00EB0B6F"/>
    <w:rsid w:val="00EB195E"/>
    <w:rsid w:val="00EB379C"/>
    <w:rsid w:val="00EB3CFD"/>
    <w:rsid w:val="00EB4700"/>
    <w:rsid w:val="00EB5995"/>
    <w:rsid w:val="00EB5F24"/>
    <w:rsid w:val="00EB6857"/>
    <w:rsid w:val="00EB68B2"/>
    <w:rsid w:val="00EB6B0E"/>
    <w:rsid w:val="00EB6BFF"/>
    <w:rsid w:val="00EC06C7"/>
    <w:rsid w:val="00EC16E2"/>
    <w:rsid w:val="00EC2143"/>
    <w:rsid w:val="00EC23C7"/>
    <w:rsid w:val="00EC3077"/>
    <w:rsid w:val="00EC3524"/>
    <w:rsid w:val="00EC43C5"/>
    <w:rsid w:val="00EC5646"/>
    <w:rsid w:val="00EC6A80"/>
    <w:rsid w:val="00EC6AC4"/>
    <w:rsid w:val="00EC7CB6"/>
    <w:rsid w:val="00EC7D02"/>
    <w:rsid w:val="00ED081F"/>
    <w:rsid w:val="00ED1365"/>
    <w:rsid w:val="00ED2B7A"/>
    <w:rsid w:val="00ED5555"/>
    <w:rsid w:val="00ED5BF0"/>
    <w:rsid w:val="00ED5C30"/>
    <w:rsid w:val="00ED77ED"/>
    <w:rsid w:val="00EE30E0"/>
    <w:rsid w:val="00EE3145"/>
    <w:rsid w:val="00EE4DDB"/>
    <w:rsid w:val="00EE53A6"/>
    <w:rsid w:val="00EE55A9"/>
    <w:rsid w:val="00EE5E71"/>
    <w:rsid w:val="00EE5EAE"/>
    <w:rsid w:val="00EF0C6E"/>
    <w:rsid w:val="00EF0E7C"/>
    <w:rsid w:val="00EF23AB"/>
    <w:rsid w:val="00EF26CD"/>
    <w:rsid w:val="00EF2EC3"/>
    <w:rsid w:val="00EF3410"/>
    <w:rsid w:val="00EF3C77"/>
    <w:rsid w:val="00EF579D"/>
    <w:rsid w:val="00EF5BFC"/>
    <w:rsid w:val="00EF5D0E"/>
    <w:rsid w:val="00EF6292"/>
    <w:rsid w:val="00EF62A6"/>
    <w:rsid w:val="00EF7117"/>
    <w:rsid w:val="00F003C9"/>
    <w:rsid w:val="00F0224E"/>
    <w:rsid w:val="00F0232A"/>
    <w:rsid w:val="00F02E03"/>
    <w:rsid w:val="00F030DA"/>
    <w:rsid w:val="00F03970"/>
    <w:rsid w:val="00F03CD9"/>
    <w:rsid w:val="00F04065"/>
    <w:rsid w:val="00F0450D"/>
    <w:rsid w:val="00F04607"/>
    <w:rsid w:val="00F04B83"/>
    <w:rsid w:val="00F04EC7"/>
    <w:rsid w:val="00F05272"/>
    <w:rsid w:val="00F056F5"/>
    <w:rsid w:val="00F06507"/>
    <w:rsid w:val="00F06F6A"/>
    <w:rsid w:val="00F07267"/>
    <w:rsid w:val="00F07CFA"/>
    <w:rsid w:val="00F07F2B"/>
    <w:rsid w:val="00F10607"/>
    <w:rsid w:val="00F108DE"/>
    <w:rsid w:val="00F10FC6"/>
    <w:rsid w:val="00F1129D"/>
    <w:rsid w:val="00F117A9"/>
    <w:rsid w:val="00F118D2"/>
    <w:rsid w:val="00F12CE4"/>
    <w:rsid w:val="00F13E21"/>
    <w:rsid w:val="00F13E99"/>
    <w:rsid w:val="00F14308"/>
    <w:rsid w:val="00F16217"/>
    <w:rsid w:val="00F16F2F"/>
    <w:rsid w:val="00F20BA9"/>
    <w:rsid w:val="00F21398"/>
    <w:rsid w:val="00F21527"/>
    <w:rsid w:val="00F223BA"/>
    <w:rsid w:val="00F22575"/>
    <w:rsid w:val="00F22F02"/>
    <w:rsid w:val="00F23C9E"/>
    <w:rsid w:val="00F2494E"/>
    <w:rsid w:val="00F250DF"/>
    <w:rsid w:val="00F257DA"/>
    <w:rsid w:val="00F25C18"/>
    <w:rsid w:val="00F26546"/>
    <w:rsid w:val="00F272C5"/>
    <w:rsid w:val="00F27C3A"/>
    <w:rsid w:val="00F31CB1"/>
    <w:rsid w:val="00F31D7C"/>
    <w:rsid w:val="00F328CC"/>
    <w:rsid w:val="00F33A73"/>
    <w:rsid w:val="00F33CF8"/>
    <w:rsid w:val="00F35FBB"/>
    <w:rsid w:val="00F3643C"/>
    <w:rsid w:val="00F375D9"/>
    <w:rsid w:val="00F379E4"/>
    <w:rsid w:val="00F40027"/>
    <w:rsid w:val="00F40164"/>
    <w:rsid w:val="00F40567"/>
    <w:rsid w:val="00F40B59"/>
    <w:rsid w:val="00F4185E"/>
    <w:rsid w:val="00F41981"/>
    <w:rsid w:val="00F43DB0"/>
    <w:rsid w:val="00F43FDF"/>
    <w:rsid w:val="00F44702"/>
    <w:rsid w:val="00F4514D"/>
    <w:rsid w:val="00F47215"/>
    <w:rsid w:val="00F47DC2"/>
    <w:rsid w:val="00F50257"/>
    <w:rsid w:val="00F5042F"/>
    <w:rsid w:val="00F504F2"/>
    <w:rsid w:val="00F509A4"/>
    <w:rsid w:val="00F50B4B"/>
    <w:rsid w:val="00F51A9F"/>
    <w:rsid w:val="00F51EA9"/>
    <w:rsid w:val="00F5299C"/>
    <w:rsid w:val="00F537C6"/>
    <w:rsid w:val="00F5385C"/>
    <w:rsid w:val="00F53ED6"/>
    <w:rsid w:val="00F53FB7"/>
    <w:rsid w:val="00F549D6"/>
    <w:rsid w:val="00F556CB"/>
    <w:rsid w:val="00F56BF0"/>
    <w:rsid w:val="00F56DA4"/>
    <w:rsid w:val="00F577A3"/>
    <w:rsid w:val="00F57828"/>
    <w:rsid w:val="00F579D9"/>
    <w:rsid w:val="00F60B01"/>
    <w:rsid w:val="00F6109E"/>
    <w:rsid w:val="00F61585"/>
    <w:rsid w:val="00F61626"/>
    <w:rsid w:val="00F618BC"/>
    <w:rsid w:val="00F63B3F"/>
    <w:rsid w:val="00F64ECC"/>
    <w:rsid w:val="00F64F3D"/>
    <w:rsid w:val="00F65668"/>
    <w:rsid w:val="00F66295"/>
    <w:rsid w:val="00F663F3"/>
    <w:rsid w:val="00F667A5"/>
    <w:rsid w:val="00F66FAD"/>
    <w:rsid w:val="00F70AB2"/>
    <w:rsid w:val="00F71AAC"/>
    <w:rsid w:val="00F71C47"/>
    <w:rsid w:val="00F7372F"/>
    <w:rsid w:val="00F73A08"/>
    <w:rsid w:val="00F73C2B"/>
    <w:rsid w:val="00F74732"/>
    <w:rsid w:val="00F7567F"/>
    <w:rsid w:val="00F757F4"/>
    <w:rsid w:val="00F76725"/>
    <w:rsid w:val="00F800C3"/>
    <w:rsid w:val="00F80251"/>
    <w:rsid w:val="00F8067F"/>
    <w:rsid w:val="00F81AC3"/>
    <w:rsid w:val="00F821CA"/>
    <w:rsid w:val="00F82519"/>
    <w:rsid w:val="00F82580"/>
    <w:rsid w:val="00F84132"/>
    <w:rsid w:val="00F85A4B"/>
    <w:rsid w:val="00F85EE7"/>
    <w:rsid w:val="00F8601F"/>
    <w:rsid w:val="00F864DC"/>
    <w:rsid w:val="00F86A57"/>
    <w:rsid w:val="00F87725"/>
    <w:rsid w:val="00F87794"/>
    <w:rsid w:val="00F87C1E"/>
    <w:rsid w:val="00F87D40"/>
    <w:rsid w:val="00F902CD"/>
    <w:rsid w:val="00F91414"/>
    <w:rsid w:val="00F91793"/>
    <w:rsid w:val="00F91814"/>
    <w:rsid w:val="00F91AFC"/>
    <w:rsid w:val="00F923C1"/>
    <w:rsid w:val="00F93A7C"/>
    <w:rsid w:val="00F93AA4"/>
    <w:rsid w:val="00F94B01"/>
    <w:rsid w:val="00F94C67"/>
    <w:rsid w:val="00F9620F"/>
    <w:rsid w:val="00F97B4C"/>
    <w:rsid w:val="00FA0656"/>
    <w:rsid w:val="00FA1260"/>
    <w:rsid w:val="00FA18CA"/>
    <w:rsid w:val="00FA21F8"/>
    <w:rsid w:val="00FA3801"/>
    <w:rsid w:val="00FA3901"/>
    <w:rsid w:val="00FA3CD5"/>
    <w:rsid w:val="00FA46F5"/>
    <w:rsid w:val="00FA50B2"/>
    <w:rsid w:val="00FA58A7"/>
    <w:rsid w:val="00FA62A0"/>
    <w:rsid w:val="00FA651C"/>
    <w:rsid w:val="00FA691B"/>
    <w:rsid w:val="00FA6E2B"/>
    <w:rsid w:val="00FA75D5"/>
    <w:rsid w:val="00FA7771"/>
    <w:rsid w:val="00FA7B0D"/>
    <w:rsid w:val="00FA7EF8"/>
    <w:rsid w:val="00FB03DF"/>
    <w:rsid w:val="00FB0C41"/>
    <w:rsid w:val="00FB1816"/>
    <w:rsid w:val="00FB1869"/>
    <w:rsid w:val="00FB2360"/>
    <w:rsid w:val="00FB3508"/>
    <w:rsid w:val="00FB3D0F"/>
    <w:rsid w:val="00FB48CF"/>
    <w:rsid w:val="00FB4934"/>
    <w:rsid w:val="00FB5C0D"/>
    <w:rsid w:val="00FB6C17"/>
    <w:rsid w:val="00FB6E2B"/>
    <w:rsid w:val="00FB7220"/>
    <w:rsid w:val="00FC08E9"/>
    <w:rsid w:val="00FC0E81"/>
    <w:rsid w:val="00FC2E7E"/>
    <w:rsid w:val="00FC307E"/>
    <w:rsid w:val="00FC315B"/>
    <w:rsid w:val="00FC3817"/>
    <w:rsid w:val="00FC3AC2"/>
    <w:rsid w:val="00FC440A"/>
    <w:rsid w:val="00FC489F"/>
    <w:rsid w:val="00FC5037"/>
    <w:rsid w:val="00FC5424"/>
    <w:rsid w:val="00FC56A7"/>
    <w:rsid w:val="00FC6529"/>
    <w:rsid w:val="00FC65DF"/>
    <w:rsid w:val="00FC6797"/>
    <w:rsid w:val="00FD0279"/>
    <w:rsid w:val="00FD0A20"/>
    <w:rsid w:val="00FD1B60"/>
    <w:rsid w:val="00FD23EF"/>
    <w:rsid w:val="00FD3D83"/>
    <w:rsid w:val="00FD4477"/>
    <w:rsid w:val="00FD61FE"/>
    <w:rsid w:val="00FD66CF"/>
    <w:rsid w:val="00FD6F67"/>
    <w:rsid w:val="00FD7351"/>
    <w:rsid w:val="00FD7476"/>
    <w:rsid w:val="00FD77F0"/>
    <w:rsid w:val="00FD7C77"/>
    <w:rsid w:val="00FE0BB0"/>
    <w:rsid w:val="00FE128E"/>
    <w:rsid w:val="00FE1752"/>
    <w:rsid w:val="00FE1806"/>
    <w:rsid w:val="00FE22A4"/>
    <w:rsid w:val="00FE27A5"/>
    <w:rsid w:val="00FE3547"/>
    <w:rsid w:val="00FE6245"/>
    <w:rsid w:val="00FE75EB"/>
    <w:rsid w:val="00FE7675"/>
    <w:rsid w:val="00FE7A87"/>
    <w:rsid w:val="00FF0C20"/>
    <w:rsid w:val="00FF121D"/>
    <w:rsid w:val="00FF12E7"/>
    <w:rsid w:val="00FF209B"/>
    <w:rsid w:val="00FF256C"/>
    <w:rsid w:val="00FF4CCD"/>
    <w:rsid w:val="00FF4CF8"/>
    <w:rsid w:val="00FF50B7"/>
    <w:rsid w:val="00FF5140"/>
    <w:rsid w:val="00FF6C7D"/>
    <w:rsid w:val="00FF6D03"/>
    <w:rsid w:val="00FF72BB"/>
    <w:rsid w:val="00FF7D05"/>
    <w:rsid w:val="02C8316E"/>
    <w:rsid w:val="04194C4B"/>
    <w:rsid w:val="04AC3A20"/>
    <w:rsid w:val="086C48E6"/>
    <w:rsid w:val="0AD513BE"/>
    <w:rsid w:val="0B587EA8"/>
    <w:rsid w:val="0B855870"/>
    <w:rsid w:val="0CD46685"/>
    <w:rsid w:val="0E44598A"/>
    <w:rsid w:val="0EA93225"/>
    <w:rsid w:val="0F9125FB"/>
    <w:rsid w:val="12D6295A"/>
    <w:rsid w:val="15544F27"/>
    <w:rsid w:val="17135E28"/>
    <w:rsid w:val="179458F9"/>
    <w:rsid w:val="18877E92"/>
    <w:rsid w:val="1B1B7833"/>
    <w:rsid w:val="1BA077DC"/>
    <w:rsid w:val="1C322761"/>
    <w:rsid w:val="1C712614"/>
    <w:rsid w:val="1DBB5D42"/>
    <w:rsid w:val="1EB9227A"/>
    <w:rsid w:val="22F26F5A"/>
    <w:rsid w:val="29E053EF"/>
    <w:rsid w:val="2A2768E9"/>
    <w:rsid w:val="2C0F3EAE"/>
    <w:rsid w:val="2C8B432F"/>
    <w:rsid w:val="2D0C5F46"/>
    <w:rsid w:val="2D3165A4"/>
    <w:rsid w:val="2DAE58CC"/>
    <w:rsid w:val="2E4211B0"/>
    <w:rsid w:val="311E0101"/>
    <w:rsid w:val="32166727"/>
    <w:rsid w:val="34F945A7"/>
    <w:rsid w:val="359D305F"/>
    <w:rsid w:val="37DA4E7D"/>
    <w:rsid w:val="39B6573A"/>
    <w:rsid w:val="3A427194"/>
    <w:rsid w:val="3BA011AF"/>
    <w:rsid w:val="3C224B8E"/>
    <w:rsid w:val="4007413F"/>
    <w:rsid w:val="41EB552B"/>
    <w:rsid w:val="427A4FAB"/>
    <w:rsid w:val="42B0291E"/>
    <w:rsid w:val="456175D3"/>
    <w:rsid w:val="48145D9D"/>
    <w:rsid w:val="4CC1435C"/>
    <w:rsid w:val="4D787F72"/>
    <w:rsid w:val="4EB1165C"/>
    <w:rsid w:val="4EBE14C3"/>
    <w:rsid w:val="50EB5984"/>
    <w:rsid w:val="55AE4C1C"/>
    <w:rsid w:val="60162FB3"/>
    <w:rsid w:val="60D6588B"/>
    <w:rsid w:val="614D641B"/>
    <w:rsid w:val="61AC7DCB"/>
    <w:rsid w:val="62AE76A6"/>
    <w:rsid w:val="6388734F"/>
    <w:rsid w:val="63F07957"/>
    <w:rsid w:val="64AE4641"/>
    <w:rsid w:val="64FE06B2"/>
    <w:rsid w:val="66596C96"/>
    <w:rsid w:val="66BB2084"/>
    <w:rsid w:val="66CC06D9"/>
    <w:rsid w:val="6BC77B50"/>
    <w:rsid w:val="6C707B73"/>
    <w:rsid w:val="6D18066F"/>
    <w:rsid w:val="6D620620"/>
    <w:rsid w:val="6E421C21"/>
    <w:rsid w:val="6F6E0E1F"/>
    <w:rsid w:val="701672D1"/>
    <w:rsid w:val="72A92930"/>
    <w:rsid w:val="74493960"/>
    <w:rsid w:val="74E83888"/>
    <w:rsid w:val="77C149E7"/>
    <w:rsid w:val="79F13FD6"/>
    <w:rsid w:val="7B5D6486"/>
    <w:rsid w:val="7C872C34"/>
    <w:rsid w:val="7E3E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E1680BC-02C3-4BA4-B431-2C4281D5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057"/>
    <w:rPr>
      <w:rFonts w:ascii="Arial" w:hAnsi="Arial"/>
      <w:sz w:val="21"/>
    </w:rPr>
  </w:style>
  <w:style w:type="paragraph" w:styleId="1">
    <w:name w:val="heading 1"/>
    <w:basedOn w:val="a"/>
    <w:next w:val="text"/>
    <w:link w:val="1Char"/>
    <w:uiPriority w:val="99"/>
    <w:qFormat/>
    <w:rsid w:val="0083177C"/>
    <w:pPr>
      <w:keepNext/>
      <w:keepLines/>
      <w:numPr>
        <w:numId w:val="1"/>
      </w:numPr>
      <w:spacing w:beforeLines="100" w:afterLines="50"/>
      <w:jc w:val="center"/>
      <w:textAlignment w:val="baseline"/>
      <w:outlineLvl w:val="0"/>
    </w:pPr>
    <w:rPr>
      <w:rFonts w:eastAsia="微软雅黑"/>
      <w:b/>
      <w:bCs/>
      <w:color w:val="5F5F5F"/>
      <w:kern w:val="44"/>
      <w:sz w:val="32"/>
      <w:szCs w:val="32"/>
    </w:rPr>
  </w:style>
  <w:style w:type="paragraph" w:styleId="2">
    <w:name w:val="heading 2"/>
    <w:basedOn w:val="a"/>
    <w:next w:val="text"/>
    <w:link w:val="2Char"/>
    <w:uiPriority w:val="99"/>
    <w:qFormat/>
    <w:rsid w:val="0083177C"/>
    <w:pPr>
      <w:keepNext/>
      <w:keepLines/>
      <w:numPr>
        <w:ilvl w:val="1"/>
        <w:numId w:val="1"/>
      </w:numPr>
      <w:spacing w:beforeLines="100" w:afterLines="50"/>
      <w:textAlignment w:val="baseline"/>
      <w:outlineLvl w:val="1"/>
    </w:pPr>
    <w:rPr>
      <w:rFonts w:eastAsia="微软雅黑"/>
      <w:b/>
      <w:bCs/>
      <w:color w:val="5F5F5F"/>
      <w:sz w:val="28"/>
      <w:szCs w:val="28"/>
    </w:rPr>
  </w:style>
  <w:style w:type="paragraph" w:styleId="3">
    <w:name w:val="heading 3"/>
    <w:basedOn w:val="a"/>
    <w:next w:val="text"/>
    <w:link w:val="3Char"/>
    <w:uiPriority w:val="99"/>
    <w:qFormat/>
    <w:rsid w:val="0083177C"/>
    <w:pPr>
      <w:keepNext/>
      <w:keepLines/>
      <w:numPr>
        <w:ilvl w:val="2"/>
        <w:numId w:val="1"/>
      </w:numPr>
      <w:spacing w:beforeLines="100" w:afterLines="50"/>
      <w:textAlignment w:val="baseline"/>
      <w:outlineLvl w:val="2"/>
    </w:pPr>
    <w:rPr>
      <w:rFonts w:eastAsia="微软雅黑"/>
      <w:b/>
      <w:bCs/>
      <w:color w:val="5F5F5F"/>
      <w:sz w:val="24"/>
      <w:szCs w:val="24"/>
    </w:rPr>
  </w:style>
  <w:style w:type="paragraph" w:styleId="4">
    <w:name w:val="heading 4"/>
    <w:basedOn w:val="a"/>
    <w:next w:val="text"/>
    <w:link w:val="4Char"/>
    <w:uiPriority w:val="99"/>
    <w:qFormat/>
    <w:rsid w:val="0083177C"/>
    <w:pPr>
      <w:keepNext/>
      <w:keepLines/>
      <w:numPr>
        <w:ilvl w:val="3"/>
        <w:numId w:val="1"/>
      </w:numPr>
      <w:spacing w:beforeLines="100" w:afterLines="50"/>
      <w:textAlignment w:val="baseline"/>
      <w:outlineLvl w:val="3"/>
    </w:pPr>
    <w:rPr>
      <w:rFonts w:eastAsia="微软雅黑"/>
      <w:b/>
      <w:bCs/>
      <w:color w:val="5F5F5F"/>
      <w:sz w:val="22"/>
      <w:szCs w:val="22"/>
    </w:rPr>
  </w:style>
  <w:style w:type="paragraph" w:styleId="5">
    <w:name w:val="heading 5"/>
    <w:basedOn w:val="a"/>
    <w:next w:val="a"/>
    <w:link w:val="5Char"/>
    <w:uiPriority w:val="99"/>
    <w:qFormat/>
    <w:rsid w:val="0083177C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rsid w:val="0083177C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eastAsia="黑体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9"/>
    <w:qFormat/>
    <w:rsid w:val="0083177C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rsid w:val="0083177C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eastAsia="黑体"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83177C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eastAsia="黑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83177C"/>
    <w:rPr>
      <w:rFonts w:ascii="Arial" w:eastAsia="微软雅黑" w:hAnsi="Arial"/>
      <w:b/>
      <w:color w:val="5F5F5F"/>
      <w:kern w:val="44"/>
      <w:sz w:val="32"/>
    </w:rPr>
  </w:style>
  <w:style w:type="character" w:customStyle="1" w:styleId="2Char">
    <w:name w:val="标题 2 Char"/>
    <w:link w:val="2"/>
    <w:uiPriority w:val="9"/>
    <w:semiHidden/>
    <w:rsid w:val="00F068E7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link w:val="3"/>
    <w:uiPriority w:val="99"/>
    <w:locked/>
    <w:rsid w:val="0083177C"/>
    <w:rPr>
      <w:rFonts w:ascii="Arial" w:eastAsia="微软雅黑" w:hAnsi="Arial"/>
      <w:b/>
      <w:color w:val="5F5F5F"/>
      <w:sz w:val="24"/>
    </w:rPr>
  </w:style>
  <w:style w:type="character" w:customStyle="1" w:styleId="4Char">
    <w:name w:val="标题 4 Char"/>
    <w:link w:val="4"/>
    <w:uiPriority w:val="9"/>
    <w:semiHidden/>
    <w:rsid w:val="00F068E7"/>
    <w:rPr>
      <w:rFonts w:ascii="Cambria" w:eastAsia="宋体" w:hAnsi="Cambria" w:cs="Times New Roman"/>
      <w:b/>
      <w:bCs/>
      <w:kern w:val="0"/>
      <w:sz w:val="28"/>
      <w:szCs w:val="28"/>
    </w:rPr>
  </w:style>
  <w:style w:type="character" w:customStyle="1" w:styleId="5Char">
    <w:name w:val="标题 5 Char"/>
    <w:link w:val="5"/>
    <w:uiPriority w:val="9"/>
    <w:semiHidden/>
    <w:rsid w:val="00F068E7"/>
    <w:rPr>
      <w:rFonts w:ascii="Arial" w:hAnsi="Arial"/>
      <w:b/>
      <w:bCs/>
      <w:kern w:val="0"/>
      <w:sz w:val="28"/>
      <w:szCs w:val="28"/>
    </w:rPr>
  </w:style>
  <w:style w:type="character" w:customStyle="1" w:styleId="6Char">
    <w:name w:val="标题 6 Char"/>
    <w:link w:val="6"/>
    <w:uiPriority w:val="9"/>
    <w:semiHidden/>
    <w:rsid w:val="00F068E7"/>
    <w:rPr>
      <w:rFonts w:ascii="Cambria" w:eastAsia="宋体" w:hAnsi="Cambria" w:cs="Times New Roman"/>
      <w:b/>
      <w:bCs/>
      <w:kern w:val="0"/>
      <w:sz w:val="24"/>
      <w:szCs w:val="24"/>
    </w:rPr>
  </w:style>
  <w:style w:type="character" w:customStyle="1" w:styleId="7Char">
    <w:name w:val="标题 7 Char"/>
    <w:link w:val="7"/>
    <w:uiPriority w:val="9"/>
    <w:semiHidden/>
    <w:rsid w:val="00F068E7"/>
    <w:rPr>
      <w:rFonts w:ascii="Arial" w:hAnsi="Arial"/>
      <w:b/>
      <w:bCs/>
      <w:kern w:val="0"/>
      <w:sz w:val="24"/>
      <w:szCs w:val="24"/>
    </w:rPr>
  </w:style>
  <w:style w:type="character" w:customStyle="1" w:styleId="8Char">
    <w:name w:val="标题 8 Char"/>
    <w:link w:val="8"/>
    <w:uiPriority w:val="9"/>
    <w:semiHidden/>
    <w:rsid w:val="00F068E7"/>
    <w:rPr>
      <w:rFonts w:ascii="Cambria" w:eastAsia="宋体" w:hAnsi="Cambria" w:cs="Times New Roman"/>
      <w:kern w:val="0"/>
      <w:sz w:val="24"/>
      <w:szCs w:val="24"/>
    </w:rPr>
  </w:style>
  <w:style w:type="character" w:customStyle="1" w:styleId="9Char">
    <w:name w:val="标题 9 Char"/>
    <w:link w:val="9"/>
    <w:uiPriority w:val="9"/>
    <w:semiHidden/>
    <w:rsid w:val="00F068E7"/>
    <w:rPr>
      <w:rFonts w:ascii="Cambria" w:eastAsia="宋体" w:hAnsi="Cambria" w:cs="Times New Roman"/>
      <w:kern w:val="0"/>
      <w:szCs w:val="21"/>
    </w:rPr>
  </w:style>
  <w:style w:type="paragraph" w:customStyle="1" w:styleId="text">
    <w:name w:val="* text"/>
    <w:basedOn w:val="a"/>
    <w:link w:val="textCharChar"/>
    <w:uiPriority w:val="99"/>
    <w:rsid w:val="0083177C"/>
    <w:pPr>
      <w:spacing w:beforeLines="30" w:afterLines="30"/>
      <w:textAlignment w:val="baseline"/>
    </w:pPr>
    <w:rPr>
      <w:rFonts w:eastAsia="微软雅黑"/>
      <w:color w:val="333333"/>
      <w:kern w:val="2"/>
      <w:sz w:val="18"/>
      <w:szCs w:val="18"/>
    </w:rPr>
  </w:style>
  <w:style w:type="paragraph" w:styleId="a3">
    <w:name w:val="annotation text"/>
    <w:basedOn w:val="a"/>
    <w:link w:val="Char"/>
    <w:uiPriority w:val="99"/>
    <w:rsid w:val="0083177C"/>
    <w:rPr>
      <w:lang w:val="zh-CN"/>
    </w:rPr>
  </w:style>
  <w:style w:type="character" w:customStyle="1" w:styleId="Char">
    <w:name w:val="批注文字 Char"/>
    <w:link w:val="a3"/>
    <w:uiPriority w:val="99"/>
    <w:locked/>
    <w:rsid w:val="0083177C"/>
    <w:rPr>
      <w:rFonts w:ascii="Arial" w:hAnsi="Arial"/>
      <w:sz w:val="21"/>
      <w:lang w:val="zh-CN" w:eastAsia="zh-CN"/>
    </w:rPr>
  </w:style>
  <w:style w:type="paragraph" w:styleId="a4">
    <w:name w:val="annotation subject"/>
    <w:basedOn w:val="a3"/>
    <w:next w:val="a3"/>
    <w:link w:val="Char0"/>
    <w:uiPriority w:val="99"/>
    <w:rsid w:val="0083177C"/>
    <w:rPr>
      <w:b/>
      <w:bCs/>
    </w:rPr>
  </w:style>
  <w:style w:type="character" w:customStyle="1" w:styleId="Char0">
    <w:name w:val="批注主题 Char"/>
    <w:link w:val="a4"/>
    <w:uiPriority w:val="99"/>
    <w:locked/>
    <w:rsid w:val="0083177C"/>
    <w:rPr>
      <w:rFonts w:ascii="Arial" w:hAnsi="Arial"/>
      <w:b/>
      <w:sz w:val="21"/>
      <w:lang w:val="zh-CN" w:eastAsia="zh-CN"/>
    </w:rPr>
  </w:style>
  <w:style w:type="paragraph" w:styleId="a5">
    <w:name w:val="caption"/>
    <w:basedOn w:val="a"/>
    <w:next w:val="a"/>
    <w:uiPriority w:val="99"/>
    <w:qFormat/>
    <w:rsid w:val="0083177C"/>
    <w:rPr>
      <w:rFonts w:eastAsia="黑体" w:cs="Arial"/>
      <w:sz w:val="20"/>
    </w:rPr>
  </w:style>
  <w:style w:type="paragraph" w:styleId="a6">
    <w:name w:val="Document Map"/>
    <w:basedOn w:val="a"/>
    <w:link w:val="Char1"/>
    <w:uiPriority w:val="99"/>
    <w:rsid w:val="0083177C"/>
    <w:pPr>
      <w:shd w:val="clear" w:color="auto" w:fill="000080"/>
    </w:pPr>
  </w:style>
  <w:style w:type="character" w:customStyle="1" w:styleId="Char1">
    <w:name w:val="文档结构图 Char"/>
    <w:link w:val="a6"/>
    <w:uiPriority w:val="99"/>
    <w:semiHidden/>
    <w:rsid w:val="00F068E7"/>
    <w:rPr>
      <w:kern w:val="0"/>
      <w:sz w:val="0"/>
      <w:szCs w:val="0"/>
    </w:rPr>
  </w:style>
  <w:style w:type="paragraph" w:styleId="a7">
    <w:name w:val="Body Text"/>
    <w:basedOn w:val="a"/>
    <w:link w:val="Char2"/>
    <w:uiPriority w:val="99"/>
    <w:rsid w:val="0083177C"/>
    <w:pPr>
      <w:spacing w:before="120" w:after="120"/>
      <w:ind w:leftChars="400" w:left="400"/>
    </w:pPr>
    <w:rPr>
      <w:szCs w:val="21"/>
    </w:rPr>
  </w:style>
  <w:style w:type="character" w:customStyle="1" w:styleId="Char2">
    <w:name w:val="正文文本 Char"/>
    <w:link w:val="a7"/>
    <w:uiPriority w:val="99"/>
    <w:locked/>
    <w:rsid w:val="0083177C"/>
    <w:rPr>
      <w:rFonts w:ascii="Arial" w:hAnsi="Arial"/>
      <w:sz w:val="21"/>
    </w:rPr>
  </w:style>
  <w:style w:type="paragraph" w:styleId="30">
    <w:name w:val="toc 3"/>
    <w:basedOn w:val="a"/>
    <w:next w:val="a"/>
    <w:uiPriority w:val="99"/>
    <w:rsid w:val="0083177C"/>
    <w:pPr>
      <w:ind w:leftChars="400" w:left="840"/>
    </w:pPr>
  </w:style>
  <w:style w:type="paragraph" w:styleId="a8">
    <w:name w:val="Balloon Text"/>
    <w:basedOn w:val="a"/>
    <w:link w:val="Char3"/>
    <w:uiPriority w:val="99"/>
    <w:rsid w:val="0083177C"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rsid w:val="00F068E7"/>
    <w:rPr>
      <w:rFonts w:ascii="Arial" w:hAnsi="Arial"/>
      <w:kern w:val="0"/>
      <w:sz w:val="0"/>
      <w:szCs w:val="0"/>
    </w:rPr>
  </w:style>
  <w:style w:type="paragraph" w:styleId="a9">
    <w:name w:val="footer"/>
    <w:basedOn w:val="a"/>
    <w:link w:val="Char4"/>
    <w:uiPriority w:val="99"/>
    <w:rsid w:val="0083177C"/>
    <w:pPr>
      <w:pBdr>
        <w:top w:val="single" w:sz="24" w:space="1" w:color="C0C0C0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eastAsia="微软雅黑"/>
      <w:color w:val="999999"/>
      <w:sz w:val="18"/>
      <w:szCs w:val="18"/>
    </w:rPr>
  </w:style>
  <w:style w:type="character" w:customStyle="1" w:styleId="Char4">
    <w:name w:val="页脚 Char"/>
    <w:link w:val="a9"/>
    <w:uiPriority w:val="99"/>
    <w:semiHidden/>
    <w:rsid w:val="00F068E7"/>
    <w:rPr>
      <w:rFonts w:ascii="Arial" w:hAnsi="Arial"/>
      <w:kern w:val="0"/>
      <w:sz w:val="18"/>
      <w:szCs w:val="18"/>
    </w:rPr>
  </w:style>
  <w:style w:type="paragraph" w:styleId="aa">
    <w:name w:val="header"/>
    <w:basedOn w:val="a"/>
    <w:link w:val="Char5"/>
    <w:uiPriority w:val="99"/>
    <w:rsid w:val="0083177C"/>
    <w:pPr>
      <w:pBdr>
        <w:bottom w:val="single" w:sz="24" w:space="1" w:color="C0C0C0"/>
      </w:pBdr>
      <w:tabs>
        <w:tab w:val="center" w:pos="4153"/>
        <w:tab w:val="right" w:pos="8306"/>
      </w:tabs>
      <w:snapToGrid w:val="0"/>
      <w:jc w:val="right"/>
      <w:textAlignment w:val="baseline"/>
    </w:pPr>
    <w:rPr>
      <w:rFonts w:eastAsia="微软雅黑"/>
      <w:color w:val="999999"/>
      <w:sz w:val="18"/>
      <w:szCs w:val="18"/>
    </w:rPr>
  </w:style>
  <w:style w:type="character" w:customStyle="1" w:styleId="Char5">
    <w:name w:val="页眉 Char"/>
    <w:link w:val="aa"/>
    <w:uiPriority w:val="99"/>
    <w:semiHidden/>
    <w:rsid w:val="00F068E7"/>
    <w:rPr>
      <w:rFonts w:ascii="Arial" w:hAnsi="Arial"/>
      <w:kern w:val="0"/>
      <w:sz w:val="18"/>
      <w:szCs w:val="18"/>
    </w:rPr>
  </w:style>
  <w:style w:type="paragraph" w:styleId="10">
    <w:name w:val="toc 1"/>
    <w:basedOn w:val="a"/>
    <w:next w:val="a"/>
    <w:uiPriority w:val="99"/>
    <w:rsid w:val="0083177C"/>
  </w:style>
  <w:style w:type="paragraph" w:styleId="40">
    <w:name w:val="toc 4"/>
    <w:basedOn w:val="a"/>
    <w:next w:val="a"/>
    <w:uiPriority w:val="99"/>
    <w:rsid w:val="0083177C"/>
    <w:pPr>
      <w:ind w:leftChars="600" w:left="1260"/>
    </w:pPr>
  </w:style>
  <w:style w:type="paragraph" w:styleId="20">
    <w:name w:val="toc 2"/>
    <w:basedOn w:val="a"/>
    <w:next w:val="a"/>
    <w:uiPriority w:val="99"/>
    <w:rsid w:val="0083177C"/>
    <w:pPr>
      <w:ind w:leftChars="200" w:left="420"/>
    </w:pPr>
  </w:style>
  <w:style w:type="character" w:styleId="ab">
    <w:name w:val="Hyperlink"/>
    <w:uiPriority w:val="99"/>
    <w:rsid w:val="0083177C"/>
    <w:rPr>
      <w:rFonts w:ascii="Arial" w:eastAsia="微软雅黑" w:hAnsi="Arial" w:cs="Times New Roman"/>
      <w:color w:val="0000FF"/>
      <w:kern w:val="2"/>
      <w:sz w:val="18"/>
      <w:u w:val="single"/>
      <w:lang w:val="en-US" w:eastAsia="zh-CN"/>
    </w:rPr>
  </w:style>
  <w:style w:type="character" w:styleId="ac">
    <w:name w:val="annotation reference"/>
    <w:uiPriority w:val="99"/>
    <w:rsid w:val="0083177C"/>
    <w:rPr>
      <w:rFonts w:ascii="Tahoma" w:eastAsia="宋体" w:hAnsi="Tahoma" w:cs="Times New Roman"/>
      <w:kern w:val="2"/>
      <w:sz w:val="21"/>
      <w:lang w:val="en-US" w:eastAsia="zh-CN"/>
    </w:rPr>
  </w:style>
  <w:style w:type="character" w:customStyle="1" w:styleId="textCharChar">
    <w:name w:val="* text Char Char"/>
    <w:link w:val="text"/>
    <w:uiPriority w:val="99"/>
    <w:locked/>
    <w:rsid w:val="0083177C"/>
    <w:rPr>
      <w:rFonts w:ascii="Arial" w:eastAsia="微软雅黑" w:hAnsi="Arial"/>
      <w:color w:val="333333"/>
      <w:kern w:val="2"/>
      <w:sz w:val="18"/>
    </w:rPr>
  </w:style>
  <w:style w:type="paragraph" w:customStyle="1" w:styleId="tabletext">
    <w:name w:val="* table text"/>
    <w:basedOn w:val="text"/>
    <w:link w:val="tabletextChar"/>
    <w:uiPriority w:val="99"/>
    <w:rsid w:val="0083177C"/>
    <w:pPr>
      <w:spacing w:beforeLines="0" w:afterLines="0"/>
    </w:pPr>
  </w:style>
  <w:style w:type="character" w:customStyle="1" w:styleId="tabletextChar">
    <w:name w:val="* table text Char"/>
    <w:link w:val="tabletext"/>
    <w:uiPriority w:val="99"/>
    <w:locked/>
    <w:rsid w:val="0083177C"/>
    <w:rPr>
      <w:rFonts w:ascii="Arial" w:eastAsia="微软雅黑" w:hAnsi="Arial"/>
      <w:color w:val="333333"/>
      <w:kern w:val="2"/>
      <w:sz w:val="18"/>
    </w:rPr>
  </w:style>
  <w:style w:type="paragraph" w:customStyle="1" w:styleId="Displayterminal">
    <w:name w:val="* Display terminal"/>
    <w:link w:val="DisplayterminalCharChar"/>
    <w:uiPriority w:val="99"/>
    <w:rsid w:val="0083177C"/>
    <w:pPr>
      <w:shd w:val="clear" w:color="auto" w:fill="E6E6E6"/>
      <w:textAlignment w:val="baseline"/>
    </w:pPr>
    <w:rPr>
      <w:rFonts w:ascii="宋体" w:eastAsia="微软雅黑" w:hAnsi="Verdana"/>
      <w:color w:val="333333"/>
      <w:kern w:val="2"/>
      <w:sz w:val="18"/>
      <w:szCs w:val="18"/>
    </w:rPr>
  </w:style>
  <w:style w:type="character" w:customStyle="1" w:styleId="DisplayterminalCharChar">
    <w:name w:val="* Display terminal Char Char"/>
    <w:link w:val="Displayterminal"/>
    <w:uiPriority w:val="99"/>
    <w:locked/>
    <w:rsid w:val="0083177C"/>
    <w:rPr>
      <w:rFonts w:ascii="宋体" w:eastAsia="微软雅黑" w:hAnsi="Verdana"/>
      <w:color w:val="333333"/>
      <w:kern w:val="2"/>
      <w:sz w:val="18"/>
      <w:shd w:val="clear" w:color="auto" w:fill="E6E6E6"/>
    </w:rPr>
  </w:style>
  <w:style w:type="paragraph" w:customStyle="1" w:styleId="itemlist">
    <w:name w:val="* item list"/>
    <w:basedOn w:val="text"/>
    <w:link w:val="itemlistChar"/>
    <w:uiPriority w:val="99"/>
    <w:rsid w:val="0083177C"/>
    <w:pPr>
      <w:numPr>
        <w:numId w:val="2"/>
      </w:numPr>
    </w:pPr>
  </w:style>
  <w:style w:type="character" w:customStyle="1" w:styleId="11">
    <w:name w:val="已访问的超链接1"/>
    <w:uiPriority w:val="99"/>
    <w:semiHidden/>
    <w:rsid w:val="0083177C"/>
    <w:rPr>
      <w:rFonts w:ascii="Tahoma" w:eastAsia="宋体" w:hAnsi="Tahoma"/>
      <w:color w:val="800080"/>
      <w:kern w:val="2"/>
      <w:sz w:val="24"/>
      <w:u w:val="single"/>
      <w:lang w:val="en-US" w:eastAsia="zh-CN"/>
    </w:rPr>
  </w:style>
  <w:style w:type="paragraph" w:customStyle="1" w:styleId="signinstruction">
    <w:name w:val="* sign instruction"/>
    <w:basedOn w:val="text"/>
    <w:uiPriority w:val="99"/>
    <w:rsid w:val="009757B7"/>
    <w:pPr>
      <w:numPr>
        <w:numId w:val="3"/>
      </w:numPr>
      <w:pBdr>
        <w:top w:val="dotted" w:sz="4" w:space="1" w:color="999999"/>
        <w:bottom w:val="dotted" w:sz="4" w:space="1" w:color="999999"/>
      </w:pBdr>
      <w:textAlignment w:val="center"/>
    </w:pPr>
    <w:rPr>
      <w:rFonts w:eastAsia="楷体"/>
    </w:rPr>
  </w:style>
  <w:style w:type="paragraph" w:customStyle="1" w:styleId="signnotice">
    <w:name w:val="* sign notice"/>
    <w:basedOn w:val="text"/>
    <w:uiPriority w:val="99"/>
    <w:rsid w:val="0083177C"/>
    <w:pPr>
      <w:numPr>
        <w:numId w:val="4"/>
      </w:numPr>
      <w:pBdr>
        <w:top w:val="dotted" w:sz="4" w:space="1" w:color="999999"/>
        <w:bottom w:val="dotted" w:sz="4" w:space="1" w:color="999999"/>
      </w:pBdr>
      <w:textAlignment w:val="center"/>
    </w:pPr>
    <w:rPr>
      <w:rFonts w:eastAsia="楷体_GB2312"/>
    </w:rPr>
  </w:style>
  <w:style w:type="paragraph" w:customStyle="1" w:styleId="Block">
    <w:name w:val="* Block"/>
    <w:basedOn w:val="a"/>
    <w:next w:val="text"/>
    <w:uiPriority w:val="99"/>
    <w:rsid w:val="0083177C"/>
    <w:pPr>
      <w:pBdr>
        <w:bottom w:val="single" w:sz="4" w:space="1" w:color="4F81BD"/>
      </w:pBdr>
      <w:spacing w:beforeLines="50" w:afterLines="50"/>
      <w:ind w:rightChars="3500" w:right="3500"/>
      <w:textAlignment w:val="baseline"/>
    </w:pPr>
    <w:rPr>
      <w:rFonts w:eastAsia="微软雅黑"/>
      <w:b/>
      <w:color w:val="4F81BD"/>
      <w:szCs w:val="21"/>
    </w:rPr>
  </w:style>
  <w:style w:type="paragraph" w:customStyle="1" w:styleId="itemstep">
    <w:name w:val="* item step"/>
    <w:basedOn w:val="text"/>
    <w:link w:val="itemstepChar"/>
    <w:uiPriority w:val="99"/>
    <w:rsid w:val="0083177C"/>
    <w:pPr>
      <w:numPr>
        <w:numId w:val="5"/>
      </w:numPr>
    </w:pPr>
  </w:style>
  <w:style w:type="character" w:customStyle="1" w:styleId="itemstepChar">
    <w:name w:val="* item step Char"/>
    <w:link w:val="itemstep"/>
    <w:uiPriority w:val="99"/>
    <w:locked/>
    <w:rsid w:val="0083177C"/>
    <w:rPr>
      <w:rFonts w:ascii="Arial" w:eastAsia="微软雅黑" w:hAnsi="Arial"/>
      <w:color w:val="333333"/>
      <w:kern w:val="2"/>
      <w:sz w:val="18"/>
    </w:rPr>
  </w:style>
  <w:style w:type="paragraph" w:customStyle="1" w:styleId="notice">
    <w:name w:val="* notice"/>
    <w:basedOn w:val="text"/>
    <w:uiPriority w:val="99"/>
    <w:rsid w:val="0083177C"/>
    <w:pPr>
      <w:pBdr>
        <w:top w:val="single" w:sz="12" w:space="1" w:color="999999"/>
        <w:bottom w:val="single" w:sz="12" w:space="1" w:color="999999"/>
      </w:pBdr>
      <w:tabs>
        <w:tab w:val="left" w:pos="420"/>
      </w:tabs>
      <w:spacing w:beforeLines="50" w:afterLines="50"/>
      <w:ind w:left="420" w:hanging="420"/>
      <w:textAlignment w:val="auto"/>
    </w:pPr>
    <w:rPr>
      <w:rFonts w:eastAsia="楷体_GB2312"/>
    </w:rPr>
  </w:style>
  <w:style w:type="paragraph" w:customStyle="1" w:styleId="MiniBlock">
    <w:name w:val="* Mini Block"/>
    <w:basedOn w:val="a"/>
    <w:next w:val="text"/>
    <w:uiPriority w:val="99"/>
    <w:rsid w:val="0083177C"/>
    <w:pPr>
      <w:numPr>
        <w:numId w:val="6"/>
      </w:numPr>
      <w:spacing w:beforeLines="50" w:afterLines="50"/>
      <w:textAlignment w:val="baseline"/>
    </w:pPr>
    <w:rPr>
      <w:rFonts w:eastAsia="微软雅黑"/>
      <w:b/>
      <w:color w:val="4F81BD"/>
      <w:sz w:val="18"/>
      <w:szCs w:val="18"/>
    </w:rPr>
  </w:style>
  <w:style w:type="paragraph" w:customStyle="1" w:styleId="tableitemlist">
    <w:name w:val="* table item list"/>
    <w:basedOn w:val="tabletext"/>
    <w:uiPriority w:val="99"/>
    <w:rsid w:val="0083177C"/>
    <w:pPr>
      <w:numPr>
        <w:numId w:val="7"/>
      </w:numPr>
    </w:pPr>
  </w:style>
  <w:style w:type="paragraph" w:customStyle="1" w:styleId="tableitemstep">
    <w:name w:val="* table item step"/>
    <w:basedOn w:val="itemstep"/>
    <w:link w:val="tableitemstepChar"/>
    <w:uiPriority w:val="99"/>
    <w:rsid w:val="0083177C"/>
    <w:pPr>
      <w:numPr>
        <w:numId w:val="8"/>
      </w:numPr>
      <w:spacing w:beforeLines="0" w:afterLines="0"/>
    </w:pPr>
  </w:style>
  <w:style w:type="character" w:customStyle="1" w:styleId="tableitemstepChar">
    <w:name w:val="* table item step Char"/>
    <w:link w:val="tableitemstep"/>
    <w:uiPriority w:val="99"/>
    <w:locked/>
    <w:rsid w:val="0083177C"/>
    <w:rPr>
      <w:rFonts w:ascii="Arial" w:eastAsia="微软雅黑" w:hAnsi="Arial"/>
      <w:color w:val="333333"/>
      <w:kern w:val="2"/>
      <w:sz w:val="18"/>
      <w:lang w:val="zh-CN" w:eastAsia="zh-CN"/>
    </w:rPr>
  </w:style>
  <w:style w:type="paragraph" w:customStyle="1" w:styleId="signwarning">
    <w:name w:val="* sign warning"/>
    <w:basedOn w:val="signnotice"/>
    <w:uiPriority w:val="99"/>
    <w:rsid w:val="0083177C"/>
    <w:pPr>
      <w:numPr>
        <w:numId w:val="9"/>
      </w:numPr>
    </w:pPr>
  </w:style>
  <w:style w:type="paragraph" w:customStyle="1" w:styleId="Block0">
    <w:name w:val="*Block"/>
    <w:basedOn w:val="a"/>
    <w:next w:val="text"/>
    <w:link w:val="BlockChar"/>
    <w:uiPriority w:val="99"/>
    <w:rsid w:val="0083177C"/>
    <w:pPr>
      <w:spacing w:beforeLines="50" w:afterLines="50"/>
    </w:pPr>
    <w:rPr>
      <w:rFonts w:eastAsia="微软雅黑"/>
      <w:b/>
      <w:color w:val="333333"/>
      <w:szCs w:val="24"/>
    </w:rPr>
  </w:style>
  <w:style w:type="character" w:customStyle="1" w:styleId="BlockChar">
    <w:name w:val="*Block Char"/>
    <w:link w:val="Block0"/>
    <w:uiPriority w:val="99"/>
    <w:locked/>
    <w:rsid w:val="0083177C"/>
    <w:rPr>
      <w:rFonts w:ascii="Arial" w:eastAsia="微软雅黑" w:hAnsi="Arial"/>
      <w:b/>
      <w:color w:val="333333"/>
      <w:sz w:val="24"/>
    </w:rPr>
  </w:style>
  <w:style w:type="paragraph" w:customStyle="1" w:styleId="CharChar1">
    <w:name w:val="Char Char1"/>
    <w:basedOn w:val="a"/>
    <w:next w:val="a"/>
    <w:uiPriority w:val="99"/>
    <w:semiHidden/>
    <w:rsid w:val="0083177C"/>
    <w:pPr>
      <w:widowControl w:val="0"/>
    </w:pPr>
    <w:rPr>
      <w:rFonts w:ascii="Tahoma" w:hAnsi="Tahoma"/>
      <w:kern w:val="2"/>
      <w:sz w:val="24"/>
    </w:rPr>
  </w:style>
  <w:style w:type="paragraph" w:customStyle="1" w:styleId="signspec">
    <w:name w:val="* sign spec"/>
    <w:basedOn w:val="text"/>
    <w:uiPriority w:val="99"/>
    <w:rsid w:val="0083177C"/>
    <w:pPr>
      <w:numPr>
        <w:numId w:val="10"/>
      </w:numPr>
      <w:pBdr>
        <w:top w:val="dotted" w:sz="4" w:space="1" w:color="999999"/>
        <w:bottom w:val="dotted" w:sz="4" w:space="1" w:color="999999"/>
      </w:pBdr>
      <w:textAlignment w:val="center"/>
    </w:pPr>
    <w:rPr>
      <w:rFonts w:eastAsia="楷体_GB2312"/>
    </w:rPr>
  </w:style>
  <w:style w:type="paragraph" w:customStyle="1" w:styleId="Char1CharCharCharCharCharChar">
    <w:name w:val="Char1 Char Char Char Char Char Char"/>
    <w:basedOn w:val="a"/>
    <w:next w:val="a"/>
    <w:uiPriority w:val="99"/>
    <w:rsid w:val="0083177C"/>
    <w:pPr>
      <w:widowControl w:val="0"/>
    </w:pPr>
    <w:rPr>
      <w:rFonts w:ascii="Tahoma" w:hAnsi="Tahoma"/>
      <w:kern w:val="2"/>
      <w:sz w:val="24"/>
    </w:rPr>
  </w:style>
  <w:style w:type="paragraph" w:customStyle="1" w:styleId="instruction">
    <w:name w:val="* instruction"/>
    <w:basedOn w:val="a"/>
    <w:uiPriority w:val="99"/>
    <w:rsid w:val="0083177C"/>
    <w:pPr>
      <w:pBdr>
        <w:top w:val="single" w:sz="12" w:space="1" w:color="999999"/>
        <w:bottom w:val="single" w:sz="12" w:space="1" w:color="999999"/>
      </w:pBdr>
      <w:tabs>
        <w:tab w:val="left" w:pos="420"/>
      </w:tabs>
      <w:spacing w:beforeLines="50" w:afterLines="50"/>
    </w:pPr>
    <w:rPr>
      <w:rFonts w:eastAsia="楷体_GB2312"/>
      <w:color w:val="333333"/>
      <w:sz w:val="18"/>
      <w:szCs w:val="18"/>
    </w:rPr>
  </w:style>
  <w:style w:type="character" w:customStyle="1" w:styleId="12">
    <w:name w:val="明显强调1"/>
    <w:uiPriority w:val="99"/>
    <w:rsid w:val="0083177C"/>
    <w:rPr>
      <w:rFonts w:ascii="Tahoma" w:eastAsia="宋体" w:hAnsi="Tahoma"/>
      <w:b/>
      <w:i/>
      <w:color w:val="4F81BD"/>
      <w:kern w:val="2"/>
      <w:sz w:val="24"/>
      <w:lang w:val="en-US" w:eastAsia="zh-CN"/>
    </w:rPr>
  </w:style>
  <w:style w:type="paragraph" w:customStyle="1" w:styleId="step">
    <w:name w:val="* step"/>
    <w:basedOn w:val="text"/>
    <w:uiPriority w:val="99"/>
    <w:rsid w:val="0083177C"/>
    <w:pPr>
      <w:tabs>
        <w:tab w:val="left" w:pos="420"/>
      </w:tabs>
      <w:spacing w:beforeLines="50" w:afterLines="50"/>
      <w:ind w:left="420" w:hanging="420"/>
      <w:textAlignment w:val="auto"/>
    </w:pPr>
    <w:rPr>
      <w:rFonts w:eastAsia="宋体"/>
    </w:rPr>
  </w:style>
  <w:style w:type="paragraph" w:customStyle="1" w:styleId="13">
    <w:name w:val="修订1"/>
    <w:hidden/>
    <w:uiPriority w:val="99"/>
    <w:semiHidden/>
    <w:rsid w:val="0083177C"/>
    <w:rPr>
      <w:rFonts w:ascii="Arial" w:hAnsi="Arial"/>
      <w:sz w:val="21"/>
    </w:rPr>
  </w:style>
  <w:style w:type="paragraph" w:customStyle="1" w:styleId="TableItemlist0">
    <w:name w:val="Table Item list"/>
    <w:uiPriority w:val="99"/>
    <w:rsid w:val="0083177C"/>
    <w:pPr>
      <w:numPr>
        <w:numId w:val="11"/>
      </w:numPr>
      <w:spacing w:before="40" w:after="40"/>
    </w:pPr>
    <w:rPr>
      <w:rFonts w:ascii="Arial" w:hAnsi="Arial" w:cs="Arial"/>
    </w:rPr>
  </w:style>
  <w:style w:type="paragraph" w:customStyle="1" w:styleId="Tabletext0">
    <w:name w:val="Table text"/>
    <w:link w:val="TabletextChar0"/>
    <w:uiPriority w:val="99"/>
    <w:rsid w:val="0083177C"/>
    <w:pPr>
      <w:spacing w:before="40" w:after="40"/>
    </w:pPr>
    <w:rPr>
      <w:rFonts w:ascii="Arial" w:hAnsi="Arial" w:cs="Arial"/>
    </w:rPr>
  </w:style>
  <w:style w:type="character" w:customStyle="1" w:styleId="TabletextChar0">
    <w:name w:val="Table text Char"/>
    <w:link w:val="Tabletext0"/>
    <w:uiPriority w:val="99"/>
    <w:locked/>
    <w:rsid w:val="0083177C"/>
    <w:rPr>
      <w:rFonts w:ascii="Arial" w:hAnsi="Arial"/>
      <w:lang w:val="en-US" w:eastAsia="zh-CN"/>
    </w:rPr>
  </w:style>
  <w:style w:type="character" w:customStyle="1" w:styleId="textChar">
    <w:name w:val="* text Char"/>
    <w:uiPriority w:val="99"/>
    <w:semiHidden/>
    <w:rsid w:val="0083177C"/>
    <w:rPr>
      <w:rFonts w:ascii="Arial" w:eastAsia="宋体" w:hAnsi="Arial"/>
      <w:color w:val="333333"/>
      <w:kern w:val="2"/>
      <w:sz w:val="18"/>
      <w:lang w:val="en-US" w:eastAsia="zh-CN"/>
    </w:rPr>
  </w:style>
  <w:style w:type="paragraph" w:customStyle="1" w:styleId="CharCharCharChar">
    <w:name w:val="Char Char Char Char"/>
    <w:basedOn w:val="a"/>
    <w:uiPriority w:val="99"/>
    <w:semiHidden/>
    <w:rsid w:val="0083177C"/>
    <w:pPr>
      <w:pageBreakBefore/>
      <w:widowControl w:val="0"/>
      <w:spacing w:line="360" w:lineRule="auto"/>
    </w:pPr>
    <w:rPr>
      <w:rFonts w:ascii="Tahoma" w:hAnsi="Tahoma"/>
      <w:color w:val="000000"/>
      <w:kern w:val="2"/>
      <w:szCs w:val="21"/>
    </w:rPr>
  </w:style>
  <w:style w:type="paragraph" w:customStyle="1" w:styleId="CharChar1CharChar">
    <w:name w:val="Char Char1 Char Char"/>
    <w:basedOn w:val="a"/>
    <w:uiPriority w:val="99"/>
    <w:semiHidden/>
    <w:rsid w:val="0083177C"/>
    <w:pPr>
      <w:widowControl w:val="0"/>
      <w:tabs>
        <w:tab w:val="left" w:pos="567"/>
      </w:tabs>
      <w:ind w:left="936" w:hanging="680"/>
    </w:pPr>
    <w:rPr>
      <w:rFonts w:cs="Arial"/>
      <w:kern w:val="2"/>
      <w:sz w:val="20"/>
      <w:szCs w:val="24"/>
    </w:rPr>
  </w:style>
  <w:style w:type="paragraph" w:customStyle="1" w:styleId="CharChar">
    <w:name w:val="Char Char"/>
    <w:basedOn w:val="a"/>
    <w:next w:val="a"/>
    <w:uiPriority w:val="99"/>
    <w:semiHidden/>
    <w:rsid w:val="0083177C"/>
    <w:pPr>
      <w:widowControl w:val="0"/>
    </w:pPr>
    <w:rPr>
      <w:rFonts w:ascii="Tahoma" w:hAnsi="Tahoma"/>
      <w:kern w:val="2"/>
      <w:sz w:val="24"/>
    </w:rPr>
  </w:style>
  <w:style w:type="character" w:customStyle="1" w:styleId="tabletextCharChar">
    <w:name w:val="* table text Char Char"/>
    <w:uiPriority w:val="99"/>
    <w:rsid w:val="0083177C"/>
    <w:rPr>
      <w:rFonts w:ascii="Arial" w:eastAsia="微软雅黑" w:hAnsi="Arial"/>
      <w:color w:val="333333"/>
      <w:kern w:val="2"/>
      <w:sz w:val="18"/>
      <w:lang w:val="en-US" w:eastAsia="zh-CN"/>
    </w:rPr>
  </w:style>
  <w:style w:type="character" w:customStyle="1" w:styleId="itemstepCharChar">
    <w:name w:val="* item step Char Char"/>
    <w:uiPriority w:val="99"/>
    <w:rsid w:val="0083177C"/>
    <w:rPr>
      <w:rFonts w:ascii="Arial" w:eastAsia="微软雅黑" w:hAnsi="Arial"/>
      <w:color w:val="333333"/>
      <w:kern w:val="2"/>
      <w:sz w:val="18"/>
      <w:lang w:val="en-US" w:eastAsia="zh-CN"/>
    </w:rPr>
  </w:style>
  <w:style w:type="character" w:customStyle="1" w:styleId="tableitemstepCharChar">
    <w:name w:val="* table item step Char Char"/>
    <w:uiPriority w:val="99"/>
    <w:rsid w:val="0083177C"/>
  </w:style>
  <w:style w:type="paragraph" w:customStyle="1" w:styleId="textNewNew">
    <w:name w:val="* text New New"/>
    <w:basedOn w:val="a"/>
    <w:uiPriority w:val="99"/>
    <w:rsid w:val="0083177C"/>
    <w:pPr>
      <w:spacing w:beforeLines="50" w:afterLines="50"/>
    </w:pPr>
    <w:rPr>
      <w:color w:val="333333"/>
      <w:sz w:val="18"/>
      <w:szCs w:val="18"/>
    </w:rPr>
  </w:style>
  <w:style w:type="paragraph" w:customStyle="1" w:styleId="textNewNewNew">
    <w:name w:val="* text New New New"/>
    <w:basedOn w:val="a"/>
    <w:uiPriority w:val="99"/>
    <w:rsid w:val="0083177C"/>
    <w:pPr>
      <w:spacing w:beforeLines="50" w:afterLines="50"/>
    </w:pPr>
    <w:rPr>
      <w:color w:val="333333"/>
      <w:sz w:val="18"/>
      <w:szCs w:val="18"/>
    </w:rPr>
  </w:style>
  <w:style w:type="paragraph" w:customStyle="1" w:styleId="textNewNewNewNew">
    <w:name w:val="* text New New New New"/>
    <w:basedOn w:val="a"/>
    <w:uiPriority w:val="99"/>
    <w:rsid w:val="0083177C"/>
    <w:pPr>
      <w:spacing w:beforeLines="50" w:afterLines="50"/>
    </w:pPr>
    <w:rPr>
      <w:color w:val="333333"/>
      <w:sz w:val="18"/>
      <w:szCs w:val="18"/>
    </w:rPr>
  </w:style>
  <w:style w:type="paragraph" w:customStyle="1" w:styleId="textNew">
    <w:name w:val="* text New"/>
    <w:basedOn w:val="a"/>
    <w:uiPriority w:val="99"/>
    <w:rsid w:val="0083177C"/>
    <w:pPr>
      <w:spacing w:beforeLines="50" w:afterLines="50"/>
    </w:pPr>
    <w:rPr>
      <w:color w:val="333333"/>
      <w:sz w:val="18"/>
      <w:szCs w:val="18"/>
    </w:rPr>
  </w:style>
  <w:style w:type="paragraph" w:customStyle="1" w:styleId="DisplayterminalNew">
    <w:name w:val="* Display terminal New"/>
    <w:uiPriority w:val="99"/>
    <w:rsid w:val="0083177C"/>
    <w:pPr>
      <w:shd w:val="clear" w:color="auto" w:fill="E6E6E6"/>
      <w:textAlignment w:val="baseline"/>
    </w:pPr>
    <w:rPr>
      <w:rFonts w:ascii="宋体" w:eastAsia="微软雅黑" w:hAnsi="Verdana"/>
      <w:color w:val="333333"/>
      <w:sz w:val="18"/>
      <w:szCs w:val="18"/>
      <w:shd w:val="clear" w:color="auto" w:fill="E6E6E6"/>
    </w:rPr>
  </w:style>
  <w:style w:type="character" w:customStyle="1" w:styleId="kwd">
    <w:name w:val="kwd"/>
    <w:uiPriority w:val="99"/>
    <w:rsid w:val="0083177C"/>
  </w:style>
  <w:style w:type="paragraph" w:customStyle="1" w:styleId="14">
    <w:name w:val="标题1"/>
    <w:basedOn w:val="a"/>
    <w:uiPriority w:val="99"/>
    <w:rsid w:val="0083177C"/>
    <w:rPr>
      <w:rFonts w:eastAsia="黑体"/>
      <w:sz w:val="44"/>
      <w:szCs w:val="44"/>
    </w:rPr>
  </w:style>
  <w:style w:type="paragraph" w:customStyle="1" w:styleId="itemstep0">
    <w:name w:val="item step"/>
    <w:basedOn w:val="a"/>
    <w:uiPriority w:val="99"/>
    <w:rsid w:val="0083177C"/>
    <w:pPr>
      <w:spacing w:after="60"/>
    </w:pPr>
  </w:style>
  <w:style w:type="character" w:customStyle="1" w:styleId="itemlistChar">
    <w:name w:val="* item list Char"/>
    <w:link w:val="itemlist"/>
    <w:uiPriority w:val="99"/>
    <w:locked/>
    <w:rsid w:val="0083177C"/>
    <w:rPr>
      <w:rFonts w:ascii="Arial" w:eastAsia="微软雅黑" w:hAnsi="Arial"/>
      <w:color w:val="333333"/>
      <w:kern w:val="2"/>
      <w:sz w:val="18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58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58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58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58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8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8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6700;&#38754;&#22791;&#20221;\11.x\REQ01T10-&#37197;&#32622;&#25351;&#21335;&#27169;&#26495;(&#36866;&#29992;&#20110;11.x&#39033;&#30446;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0C01942B-F238-45D2-A77F-B3E3523E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REQ01T10-配置指南模板(适用于11.x项目).dot</Template>
  <TotalTime>47</TotalTime>
  <Pages>2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>V1.0</dc:subject>
  <dc:creator>wsh</dc:creator>
  <cp:keywords/>
  <dc:description/>
  <cp:lastModifiedBy>tony</cp:lastModifiedBy>
  <cp:revision>19</cp:revision>
  <cp:lastPrinted>2022-05-14T12:21:00Z</cp:lastPrinted>
  <dcterms:created xsi:type="dcterms:W3CDTF">2022-05-13T15:51:00Z</dcterms:created>
  <dcterms:modified xsi:type="dcterms:W3CDTF">2022-05-14T12:23:00Z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